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7771B" w14:textId="77777777" w:rsidR="00836D89" w:rsidRPr="00B605E1" w:rsidRDefault="00734900" w:rsidP="00E43CA7">
      <w:pPr>
        <w:pStyle w:val="Heading1"/>
      </w:pPr>
      <w:bookmarkStart w:id="0" w:name="OLE_LINK1"/>
      <w:r>
        <w:t>Project Title</w:t>
      </w:r>
    </w:p>
    <w:p w14:paraId="0B20FC29" w14:textId="77777777" w:rsidR="005C5247" w:rsidRPr="00B605E1" w:rsidRDefault="00A30B85" w:rsidP="00E43CA7">
      <w:pPr>
        <w:pStyle w:val="Heading2"/>
      </w:pPr>
      <w:r w:rsidRPr="00B605E1">
        <w:t xml:space="preserve">Table of </w:t>
      </w:r>
      <w:r w:rsidR="00836D89" w:rsidRPr="00B605E1">
        <w:t>Contents</w:t>
      </w:r>
    </w:p>
    <w:p w14:paraId="0B7670F6" w14:textId="77777777" w:rsidR="00836D89" w:rsidRDefault="00A04424" w:rsidP="00E43CA7">
      <w:pPr>
        <w:pStyle w:val="Heading3"/>
      </w:pPr>
      <w:r w:rsidRPr="00B605E1">
        <w:t>[</w:t>
      </w:r>
      <w:r w:rsidR="00836D89" w:rsidRPr="00B605E1">
        <w:t xml:space="preserve">Volume </w:t>
      </w:r>
      <w:r w:rsidR="00E41722">
        <w:t>1</w:t>
      </w:r>
      <w:r w:rsidRPr="00B605E1">
        <w:t>]</w:t>
      </w:r>
    </w:p>
    <w:p w14:paraId="59D84C75" w14:textId="77777777" w:rsidR="00397936" w:rsidRPr="00686E44" w:rsidRDefault="00397936" w:rsidP="00397936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166542" w:rsidRPr="00A271CA" w14:paraId="1B4BCF40" w14:textId="77777777" w:rsidTr="00A271CA">
        <w:trPr>
          <w:cantSplit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F9FC18" w14:textId="77777777" w:rsidR="00166542" w:rsidRPr="00A271CA" w:rsidRDefault="00166542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0</w:t>
            </w:r>
          </w:p>
          <w:p w14:paraId="66490B85" w14:textId="77777777" w:rsidR="00166542" w:rsidRPr="00A271CA" w:rsidRDefault="00166542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BIDDING REQUIREMENTS, CONTRACT FORMS AND CONDITIONS OF THE CONTRACT</w:t>
            </w:r>
          </w:p>
        </w:tc>
      </w:tr>
      <w:tr w:rsidR="00E9251B" w:rsidRPr="00A271CA" w14:paraId="6B2DDA34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5A8D3C" w14:textId="77777777" w:rsidR="00E9251B" w:rsidRPr="00A271CA" w:rsidRDefault="00E9251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E91F79" w14:textId="77777777" w:rsidR="00E9251B" w:rsidRPr="00A271CA" w:rsidRDefault="00E9251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DOCUMENT TITLE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693547" w14:textId="77777777" w:rsidR="00E9251B" w:rsidRPr="00A271CA" w:rsidRDefault="00E9251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E9251B" w:rsidRPr="00A271CA" w14:paraId="566870D7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18EF01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00 10 00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95EBC8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Advertisement for Bids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831926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E9251B" w:rsidRPr="00A271CA" w14:paraId="1EABFADC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BDBE1F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00 20 00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33992F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Instructions to Bidders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886589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E9251B" w:rsidRPr="00A271CA" w14:paraId="72A19415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C38557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00 41 00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DF3604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Bid Form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28285E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E9251B" w:rsidRPr="00A271CA" w14:paraId="0E0894EC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BAE63C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00 43 70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1F6856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 xml:space="preserve">Subcontractor Work Listing 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F26B3C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Small Works - Delete</w:t>
            </w:r>
          </w:p>
        </w:tc>
      </w:tr>
      <w:tr w:rsidR="00E9251B" w:rsidRPr="00A271CA" w14:paraId="5E154A98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45D715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00 52 00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59270E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Agreement Forms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B3C299D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E9251B" w:rsidRPr="00A271CA" w14:paraId="4C647AD2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DB8BE6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00 60 00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92D8DD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Bonds and Certificates Forms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9655C0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E9251B" w:rsidRPr="00A271CA" w14:paraId="761D438F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C89C7C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00 70 00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2824DA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General Conditions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1A96EF" w14:textId="77777777" w:rsidR="00E9251B" w:rsidRPr="00A271CA" w:rsidRDefault="00BD3017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Delete if </w:t>
            </w:r>
            <w:r w:rsidR="00FC301D">
              <w:rPr>
                <w:rFonts w:cs="Arial"/>
                <w:szCs w:val="22"/>
              </w:rPr>
              <w:t>FAA</w:t>
            </w:r>
          </w:p>
        </w:tc>
      </w:tr>
      <w:tr w:rsidR="00F235BD" w:rsidRPr="00A271CA" w14:paraId="642BF740" w14:textId="77777777" w:rsidTr="00BD3A0B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BB5C526" w14:textId="77777777" w:rsidR="00F235BD" w:rsidRDefault="00F235BD" w:rsidP="00A271CA">
            <w:pPr>
              <w:rPr>
                <w:rFonts w:cs="Arial"/>
                <w:szCs w:val="22"/>
              </w:rPr>
            </w:pPr>
          </w:p>
        </w:tc>
        <w:tc>
          <w:tcPr>
            <w:tcW w:w="7200" w:type="dxa"/>
            <w:shd w:val="clear" w:color="auto" w:fill="FBE4D5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593AEA" w14:textId="77777777" w:rsidR="00F235BD" w:rsidRPr="00EA404F" w:rsidDel="00B81E2C" w:rsidRDefault="00F235BD" w:rsidP="00354D35">
            <w:pPr>
              <w:rPr>
                <w:rFonts w:cs="Arial"/>
              </w:rPr>
            </w:pPr>
            <w:r>
              <w:rPr>
                <w:rFonts w:cs="Arial"/>
              </w:rPr>
              <w:t>If this is an FAA project, use the FAA General Provisions instead of the POS General Conditions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36035D" w14:textId="77777777" w:rsidR="00F235BD" w:rsidRDefault="00F235BD" w:rsidP="00A271CA">
            <w:pPr>
              <w:rPr>
                <w:rFonts w:cs="Arial"/>
                <w:szCs w:val="22"/>
              </w:rPr>
            </w:pPr>
          </w:p>
        </w:tc>
      </w:tr>
      <w:tr w:rsidR="00BD3017" w:rsidRPr="00A271CA" w14:paraId="0EE61BBF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B944BF" w14:textId="77777777" w:rsidR="00BD3017" w:rsidRPr="00A271CA" w:rsidRDefault="00BD3017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00 70 00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8EF57B" w14:textId="77777777" w:rsidR="00B81E2C" w:rsidRPr="00EA404F" w:rsidRDefault="00354D35" w:rsidP="00B81E2C">
            <w:pPr>
              <w:rPr>
                <w:rFonts w:cs="Arial"/>
              </w:rPr>
            </w:pPr>
            <w:r w:rsidRPr="00EA404F">
              <w:rPr>
                <w:rFonts w:cs="Arial"/>
              </w:rPr>
              <w:t>General Provisions</w:t>
            </w:r>
            <w:r w:rsidR="00B81E2C" w:rsidRPr="00EA404F">
              <w:rPr>
                <w:rFonts w:cs="Arial"/>
              </w:rPr>
              <w:t xml:space="preserve"> </w:t>
            </w:r>
            <w:r w:rsidR="00B81E2C">
              <w:rPr>
                <w:rFonts w:cs="Arial"/>
              </w:rPr>
              <w:t>-</w:t>
            </w:r>
            <w:r w:rsidR="00B81E2C" w:rsidRPr="00EA404F">
              <w:rPr>
                <w:rFonts w:cs="Arial"/>
              </w:rPr>
              <w:t>USDOT/FAA Advisory Circular No. 150/5370-10</w:t>
            </w:r>
            <w:r w:rsidR="004059B3">
              <w:rPr>
                <w:rFonts w:cs="Arial"/>
              </w:rPr>
              <w:t>H</w:t>
            </w:r>
          </w:p>
          <w:p w14:paraId="1A6C3BF7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10 </w:t>
            </w:r>
            <w:r w:rsidRPr="00EA404F">
              <w:rPr>
                <w:rFonts w:cs="Arial"/>
              </w:rPr>
              <w:tab/>
              <w:t>Definition of Terms</w:t>
            </w:r>
          </w:p>
          <w:p w14:paraId="454522C2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20 </w:t>
            </w:r>
            <w:r w:rsidRPr="00EA404F">
              <w:rPr>
                <w:rFonts w:cs="Arial"/>
              </w:rPr>
              <w:tab/>
              <w:t>Proposal Requirements and Conditions</w:t>
            </w:r>
          </w:p>
          <w:p w14:paraId="085356E1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30 </w:t>
            </w:r>
            <w:r w:rsidRPr="00EA404F">
              <w:rPr>
                <w:rFonts w:cs="Arial"/>
              </w:rPr>
              <w:tab/>
              <w:t>Award and Execution of Contract</w:t>
            </w:r>
          </w:p>
          <w:p w14:paraId="0038A685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40 </w:t>
            </w:r>
            <w:r w:rsidRPr="00EA404F">
              <w:rPr>
                <w:rFonts w:cs="Arial"/>
              </w:rPr>
              <w:tab/>
              <w:t>Scope of Work</w:t>
            </w:r>
          </w:p>
          <w:p w14:paraId="1858F950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50 </w:t>
            </w:r>
            <w:r w:rsidRPr="00EA404F">
              <w:rPr>
                <w:rFonts w:cs="Arial"/>
              </w:rPr>
              <w:tab/>
              <w:t>Control of Work</w:t>
            </w:r>
          </w:p>
          <w:p w14:paraId="28611FFF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60 </w:t>
            </w:r>
            <w:r w:rsidRPr="00EA404F">
              <w:rPr>
                <w:rFonts w:cs="Arial"/>
              </w:rPr>
              <w:tab/>
              <w:t>Control of Materials</w:t>
            </w:r>
          </w:p>
          <w:p w14:paraId="311548BE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70 </w:t>
            </w:r>
            <w:r w:rsidRPr="00EA404F">
              <w:rPr>
                <w:rFonts w:cs="Arial"/>
              </w:rPr>
              <w:tab/>
              <w:t>Legal Regulations and Responsibility to Public</w:t>
            </w:r>
          </w:p>
          <w:p w14:paraId="18947B8A" w14:textId="77777777" w:rsidR="00354D35" w:rsidRPr="00EA404F" w:rsidRDefault="00354D35" w:rsidP="00354D35">
            <w:pPr>
              <w:rPr>
                <w:rFonts w:cs="Arial"/>
              </w:rPr>
            </w:pPr>
            <w:r w:rsidRPr="00EA404F">
              <w:rPr>
                <w:rFonts w:cs="Arial"/>
              </w:rPr>
              <w:t xml:space="preserve">Section 80 </w:t>
            </w:r>
            <w:r w:rsidRPr="00EA404F">
              <w:rPr>
                <w:rFonts w:cs="Arial"/>
              </w:rPr>
              <w:tab/>
              <w:t>Execution and Progress</w:t>
            </w:r>
          </w:p>
          <w:p w14:paraId="135420CC" w14:textId="77777777" w:rsidR="00BD3017" w:rsidRPr="00A271CA" w:rsidRDefault="00354D35" w:rsidP="00354D35">
            <w:pPr>
              <w:rPr>
                <w:rFonts w:cs="Arial"/>
                <w:szCs w:val="22"/>
              </w:rPr>
            </w:pPr>
            <w:r w:rsidRPr="00EA404F">
              <w:rPr>
                <w:rFonts w:cs="Arial"/>
              </w:rPr>
              <w:t xml:space="preserve">Section 90 </w:t>
            </w:r>
            <w:r w:rsidRPr="00EA404F">
              <w:rPr>
                <w:rFonts w:cs="Arial"/>
              </w:rPr>
              <w:tab/>
              <w:t>Measurement and Payment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7AE669" w14:textId="77777777" w:rsidR="00BD3017" w:rsidRPr="00A271CA" w:rsidRDefault="00FC301D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FAA </w:t>
            </w:r>
            <w:r w:rsidR="00BD3017">
              <w:rPr>
                <w:rFonts w:cs="Arial"/>
                <w:szCs w:val="22"/>
              </w:rPr>
              <w:t>Only</w:t>
            </w:r>
          </w:p>
        </w:tc>
      </w:tr>
      <w:tr w:rsidR="00E9251B" w:rsidRPr="00A271CA" w14:paraId="271588D8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C31A72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00 80 00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DA59C2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Supplementary Conditions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B25937" w14:textId="77777777" w:rsidR="00E9251B" w:rsidRPr="00A271CA" w:rsidRDefault="00BD3017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Delete if </w:t>
            </w:r>
            <w:r w:rsidR="00FC301D">
              <w:rPr>
                <w:rFonts w:cs="Arial"/>
                <w:szCs w:val="22"/>
              </w:rPr>
              <w:t>FAA</w:t>
            </w:r>
          </w:p>
        </w:tc>
      </w:tr>
      <w:tr w:rsidR="00F235BD" w:rsidRPr="00A271CA" w14:paraId="0D21A6BD" w14:textId="77777777" w:rsidTr="00F235BD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2F95AC" w14:textId="77777777" w:rsidR="00F235BD" w:rsidRDefault="00F235BD" w:rsidP="00DE5751">
            <w:pPr>
              <w:rPr>
                <w:rFonts w:cs="Arial"/>
                <w:szCs w:val="22"/>
              </w:rPr>
            </w:pPr>
          </w:p>
        </w:tc>
        <w:tc>
          <w:tcPr>
            <w:tcW w:w="7200" w:type="dxa"/>
            <w:shd w:val="clear" w:color="auto" w:fill="FBE4D5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8D9ABC" w14:textId="77777777" w:rsidR="00F235BD" w:rsidRPr="00EA404F" w:rsidDel="00B81E2C" w:rsidRDefault="00F235BD" w:rsidP="00DE5751">
            <w:pPr>
              <w:rPr>
                <w:rFonts w:cs="Arial"/>
              </w:rPr>
            </w:pPr>
            <w:r>
              <w:rPr>
                <w:rFonts w:cs="Arial"/>
              </w:rPr>
              <w:t>If this is an FAA project, use the FAA S</w:t>
            </w:r>
            <w:r w:rsidR="00172108">
              <w:rPr>
                <w:rFonts w:cs="Arial"/>
              </w:rPr>
              <w:t>pecial</w:t>
            </w:r>
            <w:r>
              <w:rPr>
                <w:rFonts w:cs="Arial"/>
              </w:rPr>
              <w:t xml:space="preserve"> Provisions instead of the POS Supplementary Conditions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76016E" w14:textId="77777777" w:rsidR="00F235BD" w:rsidRDefault="00F235BD" w:rsidP="00DE5751">
            <w:pPr>
              <w:rPr>
                <w:rFonts w:cs="Arial"/>
                <w:szCs w:val="22"/>
              </w:rPr>
            </w:pPr>
          </w:p>
        </w:tc>
      </w:tr>
      <w:tr w:rsidR="00BD3017" w:rsidRPr="00A271CA" w14:paraId="34C050A7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0668F7" w14:textId="77777777" w:rsidR="00BD3017" w:rsidRPr="00A271CA" w:rsidRDefault="00BD3017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00 80 00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F5B070" w14:textId="77777777" w:rsidR="00BD3017" w:rsidRPr="00A271CA" w:rsidRDefault="00B81E2C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FAA </w:t>
            </w:r>
            <w:r w:rsidR="00FC301D">
              <w:rPr>
                <w:rFonts w:cs="Arial"/>
                <w:szCs w:val="22"/>
              </w:rPr>
              <w:t>Special</w:t>
            </w:r>
            <w:r w:rsidR="00BD3017">
              <w:rPr>
                <w:rFonts w:cs="Arial"/>
                <w:szCs w:val="22"/>
              </w:rPr>
              <w:t xml:space="preserve"> </w:t>
            </w:r>
            <w:r w:rsidR="00AD5BA1">
              <w:rPr>
                <w:rFonts w:cs="Arial"/>
                <w:szCs w:val="22"/>
              </w:rPr>
              <w:t xml:space="preserve">Provisions </w:t>
            </w:r>
            <w:r w:rsidR="00354D35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7E70F5" w14:textId="77777777" w:rsidR="00BD3017" w:rsidRPr="00A271CA" w:rsidRDefault="00FC301D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FAA </w:t>
            </w:r>
            <w:r w:rsidR="00BD3017">
              <w:rPr>
                <w:rFonts w:cs="Arial"/>
                <w:szCs w:val="22"/>
              </w:rPr>
              <w:t>Only</w:t>
            </w:r>
          </w:p>
        </w:tc>
      </w:tr>
      <w:tr w:rsidR="00E01614" w:rsidRPr="00A271CA" w14:paraId="48F1A9E6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E2F4DA" w14:textId="77777777" w:rsidR="00E01614" w:rsidRPr="00A271CA" w:rsidRDefault="00E01614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00 80 01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D83566" w14:textId="77777777" w:rsidR="00E01614" w:rsidRPr="00A271CA" w:rsidRDefault="00E01614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FAA Contract Provisions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855A9A" w14:textId="77777777" w:rsidR="00E01614" w:rsidRPr="00A271CA" w:rsidRDefault="00E01614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FAA Only</w:t>
            </w:r>
          </w:p>
        </w:tc>
      </w:tr>
      <w:tr w:rsidR="00E9251B" w:rsidRPr="00A271CA" w14:paraId="1953339D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0FC23B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00 83 00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9B3DEE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Civil Rights, Title VI, and Non-Discrimination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A3ADE6" w14:textId="77777777" w:rsidR="00E9251B" w:rsidRPr="00A271CA" w:rsidRDefault="00E9251B" w:rsidP="00A271CA">
            <w:pPr>
              <w:rPr>
                <w:rFonts w:cs="Arial"/>
                <w:szCs w:val="22"/>
              </w:rPr>
            </w:pPr>
          </w:p>
        </w:tc>
      </w:tr>
      <w:tr w:rsidR="0031777C" w:rsidRPr="00A271CA" w14:paraId="69B0088A" w14:textId="77777777" w:rsidTr="00A271CA">
        <w:trPr>
          <w:cantSplit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EFC675" w14:textId="77777777" w:rsidR="0031777C" w:rsidRPr="00A271CA" w:rsidRDefault="0031777C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00 89 00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9D47BA" w14:textId="77777777" w:rsidR="0031777C" w:rsidRPr="00A271CA" w:rsidRDefault="0031777C" w:rsidP="00801F0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Women and Minority Business Enterprise Inclusion Plan</w:t>
            </w:r>
          </w:p>
        </w:tc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D58084" w14:textId="77777777" w:rsidR="0031777C" w:rsidRPr="00A271CA" w:rsidRDefault="0031777C" w:rsidP="00A271C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Small Works - Delete</w:t>
            </w:r>
          </w:p>
        </w:tc>
      </w:tr>
    </w:tbl>
    <w:p w14:paraId="21448601" w14:textId="77777777" w:rsidR="00397936" w:rsidRPr="00A271CA" w:rsidRDefault="00397936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166542" w:rsidRPr="00A271CA" w14:paraId="42983E78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D58F1B" w14:textId="77777777" w:rsidR="00166542" w:rsidRPr="00A271CA" w:rsidRDefault="00166542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lastRenderedPageBreak/>
              <w:t>DIVISION 1</w:t>
            </w:r>
          </w:p>
          <w:p w14:paraId="07DFE83D" w14:textId="77777777" w:rsidR="00354D35" w:rsidRDefault="00166542" w:rsidP="00BD3A0B">
            <w:pPr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GENERAL REQUIREMENTS</w:t>
            </w:r>
          </w:p>
          <w:p w14:paraId="6EBF22BF" w14:textId="77777777" w:rsidR="000535E2" w:rsidRDefault="000535E2" w:rsidP="000535E2">
            <w:pPr>
              <w:rPr>
                <w:rFonts w:cs="Arial"/>
                <w:szCs w:val="22"/>
              </w:rPr>
            </w:pPr>
          </w:p>
          <w:p w14:paraId="13363C8E" w14:textId="77777777" w:rsidR="00DF7B9E" w:rsidRPr="00DF7B9E" w:rsidRDefault="00DF7B9E" w:rsidP="00DF7B9E">
            <w:pPr>
              <w:rPr>
                <w:rFonts w:cs="Arial"/>
                <w:szCs w:val="22"/>
              </w:rPr>
            </w:pPr>
          </w:p>
          <w:p w14:paraId="68D4BC97" w14:textId="77777777" w:rsidR="00DF7B9E" w:rsidRPr="00DF7B9E" w:rsidRDefault="00DF7B9E" w:rsidP="00DF7B9E">
            <w:pPr>
              <w:rPr>
                <w:rFonts w:cs="Arial"/>
                <w:szCs w:val="22"/>
              </w:rPr>
            </w:pPr>
          </w:p>
          <w:p w14:paraId="5FEE6A52" w14:textId="77777777" w:rsidR="00DF7B9E" w:rsidRPr="00DF7B9E" w:rsidRDefault="00DF7B9E" w:rsidP="00DF7B9E">
            <w:pPr>
              <w:rPr>
                <w:rFonts w:cs="Arial"/>
                <w:szCs w:val="22"/>
              </w:rPr>
            </w:pPr>
          </w:p>
          <w:p w14:paraId="33DD0F14" w14:textId="77777777" w:rsidR="00DF7B9E" w:rsidRPr="00DF7B9E" w:rsidRDefault="00DF7B9E" w:rsidP="00DF7B9E">
            <w:pPr>
              <w:rPr>
                <w:rFonts w:cs="Arial"/>
                <w:szCs w:val="22"/>
              </w:rPr>
            </w:pPr>
          </w:p>
        </w:tc>
      </w:tr>
      <w:tr w:rsidR="00166542" w:rsidRPr="00A271CA" w14:paraId="78EA6CC4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A15104" w14:textId="77777777" w:rsidR="00166542" w:rsidRDefault="00166542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  <w:p w14:paraId="78ADF4F8" w14:textId="77777777" w:rsidR="000535E2" w:rsidRPr="000535E2" w:rsidRDefault="000535E2" w:rsidP="000535E2">
            <w:pPr>
              <w:rPr>
                <w:rFonts w:cs="Arial"/>
                <w:szCs w:val="22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49BCB39" w14:textId="77777777" w:rsidR="00166542" w:rsidRPr="00A271CA" w:rsidRDefault="00166542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D030BC" w14:textId="77777777" w:rsidR="00166542" w:rsidRPr="00A271CA" w:rsidRDefault="00166542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66542" w:rsidRPr="00A271CA" w14:paraId="7CE41709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5B9E8D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DE711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Summary of Work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A598CF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E5398A" w:rsidRPr="00A271CA" w14:paraId="0E9CF7A6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54AC4E" w14:textId="77777777" w:rsidR="00E5398A" w:rsidRPr="00A271CA" w:rsidRDefault="00E5398A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01 12 00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6305E0" w14:textId="77777777" w:rsidR="00E5398A" w:rsidRPr="00A271CA" w:rsidRDefault="00E5398A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Project Labor Agreement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E53E89" w14:textId="77777777" w:rsidR="00E5398A" w:rsidRPr="00A271CA" w:rsidRDefault="00E5398A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EDD823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D541BE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01 14 13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47F6D5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Personnel Identification/Access Control</w:t>
            </w:r>
            <w:r w:rsidR="00D941BC">
              <w:rPr>
                <w:rFonts w:cs="Arial"/>
                <w:color w:val="000000"/>
                <w:szCs w:val="22"/>
              </w:rPr>
              <w:t xml:space="preserve"> and Security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D516EF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417D332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D9B5C6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01 14 14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1F4A70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Seaport Personnel Identification/Access Control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779EE6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4B51293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0DDF8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01 20 00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45515A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Measurement and Payment Procedures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4EC7B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65C399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A6625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01 23 00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16A0A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Alternate Bid Items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1D2D35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7FD819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1A796D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01 25 00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B11214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Substitutions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0F6E0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70EB15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61B01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AE00B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Contractor’s Project Organization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5EE89D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423D5E45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B63C6F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394265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Project Coordination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B4EEE4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53A16874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5654CF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01 31 19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00579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Project Meetings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2C7C17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3F25BC55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310BC5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01 32 16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9D7867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Bar Chart Schedule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2100BA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7DABBE4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B6DDC6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01 32 16.13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66C70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Network Analysis Schedules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EF1A8F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627DD0F1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66C86F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01 32 19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24236A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Preconstruction Submittals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6F723A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0535E2" w:rsidRPr="00A271CA" w14:paraId="32BF2ECE" w14:textId="77777777" w:rsidTr="00560E65">
        <w:trPr>
          <w:cantSplit/>
        </w:trPr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FC59E65" w14:textId="77777777" w:rsidR="000535E2" w:rsidRPr="00A271CA" w:rsidRDefault="000535E2" w:rsidP="00560E65">
            <w:pPr>
              <w:rPr>
                <w:rFonts w:cs="Arial"/>
                <w:szCs w:val="22"/>
              </w:rPr>
            </w:pPr>
            <w:r>
              <w:t>01 32 45</w:t>
            </w:r>
          </w:p>
        </w:tc>
        <w:tc>
          <w:tcPr>
            <w:tcW w:w="7200" w:type="dxa"/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5A514C" w14:textId="77777777" w:rsidR="000535E2" w:rsidRPr="00A271CA" w:rsidRDefault="000535E2" w:rsidP="00560E65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Apprenticeship Program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EDAAD3" w14:textId="77777777" w:rsidR="000535E2" w:rsidRPr="00A271CA" w:rsidRDefault="000535E2" w:rsidP="00560E65">
            <w:pPr>
              <w:rPr>
                <w:rFonts w:cs="Arial"/>
                <w:szCs w:val="22"/>
              </w:rPr>
            </w:pPr>
          </w:p>
        </w:tc>
      </w:tr>
      <w:tr w:rsidR="00292C43" w:rsidRPr="00A271CA" w14:paraId="53BB63DF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73599E" w14:textId="77777777" w:rsidR="00292C43" w:rsidRPr="00A271CA" w:rsidRDefault="00292C43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01 32 50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41F8DC" w14:textId="5F149155" w:rsidR="00292C43" w:rsidRPr="00A271CA" w:rsidRDefault="00292C43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Project Labor Agreement</w:t>
            </w:r>
            <w:r w:rsidR="00C27E3D">
              <w:rPr>
                <w:rFonts w:cs="Arial"/>
                <w:color w:val="000000"/>
                <w:szCs w:val="22"/>
              </w:rPr>
              <w:t xml:space="preserve"> – over $1 Million or </w:t>
            </w:r>
            <w:r w:rsidR="001B2A41">
              <w:rPr>
                <w:rFonts w:cs="Arial"/>
                <w:color w:val="000000"/>
                <w:szCs w:val="22"/>
              </w:rPr>
              <w:t>Per RCW 39.04.320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F4F081" w14:textId="77777777" w:rsidR="00292C43" w:rsidRPr="00A271CA" w:rsidRDefault="00292C43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3941181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F3482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2356A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Submittals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C0531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786723A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46DA31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01 35 13.13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2D527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Operational Safety on Airports During Construction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C219DD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502189C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D08F5F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01 35 29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18FC2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Safety Management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8EAA20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A5BF6D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AF96A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01 35 43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34163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Environmental Regulatory Requirements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45B5C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79EB5DD1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19D55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01 45 16.13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19999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Contractor</w:t>
            </w:r>
            <w:r w:rsidR="00D941BC">
              <w:rPr>
                <w:rFonts w:cs="Arial"/>
                <w:color w:val="000000"/>
                <w:szCs w:val="22"/>
              </w:rPr>
              <w:t xml:space="preserve"> </w:t>
            </w:r>
            <w:r w:rsidRPr="00A271CA">
              <w:rPr>
                <w:rFonts w:cs="Arial"/>
                <w:color w:val="000000"/>
                <w:szCs w:val="22"/>
              </w:rPr>
              <w:t xml:space="preserve">Quality Control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26C1F3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93979E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7B134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01 45 23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9EC06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Testing Laboratory Services (Contractor) (not yet developed)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478801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71322882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05C61E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01 45 29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8E3FC4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Independent Testing and Inspection Service (Owner)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313E5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7A0C43CC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49026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01 50 00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ED2686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Temporary Facilities and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EB89A5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5C28672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91E68A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01 55 16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4618A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Haul Routes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2D3E79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0CD832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AC78C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01 55 26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A1B745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Traffic Control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009129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7705F966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2C2310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01 57 13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49FEBF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TESC Planning and Execution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BEB3D6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F5C45D1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3DA40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01 57 23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CAA8FD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Pollution Prevention, Planning and Execution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C1C2D5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525D7BE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EF0DA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EAEE39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Mobilization/Demobilization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C1C98A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ECCC4D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669B9D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01 71 23.16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6CC24E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Surveying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67163B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3F32B52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A8BCEE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01 73 29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464D937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Cutting and Patching/Removal and Re-Installation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EDFC41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D904226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D1BD3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01 74 00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55757A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Cleaning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887229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C861F4E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466892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01 74 19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269A4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Construction Waste Management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FA0B08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69D951F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6BAE4E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01 77 00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0ABE4E" w14:textId="77777777" w:rsidR="00166542" w:rsidRPr="00A271CA" w:rsidRDefault="00292C43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Construction </w:t>
            </w:r>
            <w:r w:rsidR="00166542" w:rsidRPr="00A271CA">
              <w:rPr>
                <w:rFonts w:cs="Arial"/>
                <w:color w:val="000000"/>
                <w:szCs w:val="22"/>
              </w:rPr>
              <w:t>Project Closeout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337340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155E98C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294F69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01 77 20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D84636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Public Works Project Closeout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0A6201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652B232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17F104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01 78 23.13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8627C7" w14:textId="77777777" w:rsidR="00166542" w:rsidRPr="00A271CA" w:rsidRDefault="00D941BC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Aviation </w:t>
            </w:r>
            <w:r w:rsidR="00166542" w:rsidRPr="00A271CA">
              <w:rPr>
                <w:rFonts w:cs="Arial"/>
                <w:color w:val="000000"/>
                <w:szCs w:val="22"/>
              </w:rPr>
              <w:t>Operations and Maintenance D</w:t>
            </w:r>
            <w:r w:rsidR="00367F05">
              <w:rPr>
                <w:rFonts w:cs="Arial"/>
                <w:color w:val="000000"/>
                <w:szCs w:val="22"/>
              </w:rPr>
              <w:t>ocumentation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B0EAC3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D941BC" w:rsidRPr="00A271CA" w14:paraId="49D490F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EFEFEC" w14:textId="77777777" w:rsidR="00D941BC" w:rsidRPr="00A271CA" w:rsidRDefault="00D941BC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01 78 23.13b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9D41465" w14:textId="77777777" w:rsidR="00D941BC" w:rsidRPr="00A271CA" w:rsidRDefault="00D941BC" w:rsidP="00A271CA">
            <w:pPr>
              <w:rPr>
                <w:rFonts w:cs="Arial"/>
                <w:color w:val="000000"/>
                <w:szCs w:val="22"/>
              </w:rPr>
            </w:pPr>
            <w:r w:rsidRPr="00D941BC">
              <w:rPr>
                <w:rFonts w:cs="Arial"/>
                <w:color w:val="000000"/>
                <w:szCs w:val="22"/>
              </w:rPr>
              <w:t>Seaport Operations and Maintenance Data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81F0A22" w14:textId="77777777" w:rsidR="00D941BC" w:rsidRPr="00A271CA" w:rsidRDefault="00D941BC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8229494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CA530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01 78 29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E04B0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As-Built Redline </w:t>
            </w:r>
            <w:r w:rsidR="00367F05" w:rsidRPr="00A271CA">
              <w:rPr>
                <w:rFonts w:cs="Arial"/>
                <w:color w:val="000000"/>
                <w:szCs w:val="22"/>
              </w:rPr>
              <w:t>D</w:t>
            </w:r>
            <w:r w:rsidR="00367F05">
              <w:rPr>
                <w:rFonts w:cs="Arial"/>
                <w:color w:val="000000"/>
                <w:szCs w:val="22"/>
              </w:rPr>
              <w:t>ocuments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ABEFFD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7003BD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AAB92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01 78 36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8EAACB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Warranties and Bonds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3B1778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27D8626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03D057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01 78 39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5C6668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</w:t>
            </w:r>
            <w:r w:rsidR="004E29BE">
              <w:rPr>
                <w:rFonts w:cs="Arial"/>
                <w:color w:val="000000"/>
                <w:szCs w:val="22"/>
              </w:rPr>
              <w:t>tract</w:t>
            </w:r>
            <w:r w:rsidRPr="00A271CA">
              <w:rPr>
                <w:rFonts w:cs="Arial"/>
                <w:color w:val="000000"/>
                <w:szCs w:val="22"/>
              </w:rPr>
              <w:t xml:space="preserve"> Management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D18496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5CC6538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44098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01 79 00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2F0A90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Training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B513D3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08ED5B8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7E4B23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01 91 00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155E4C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Commissioning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CF689F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  <w:tr w:rsidR="00166542" w:rsidRPr="00A271CA" w14:paraId="621D830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DD13A0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01 91 00.13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46A2D7" w14:textId="77777777" w:rsidR="00166542" w:rsidRPr="00A271CA" w:rsidRDefault="00166542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Commissioning Activities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E1D10C" w14:textId="77777777" w:rsidR="00166542" w:rsidRPr="00A271CA" w:rsidRDefault="00166542" w:rsidP="00A271CA">
            <w:pPr>
              <w:rPr>
                <w:rFonts w:cs="Arial"/>
                <w:szCs w:val="22"/>
              </w:rPr>
            </w:pPr>
          </w:p>
        </w:tc>
      </w:tr>
    </w:tbl>
    <w:p w14:paraId="21380786" w14:textId="77777777" w:rsidR="00E9251B" w:rsidRPr="00A271CA" w:rsidRDefault="00E9251B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4A196F90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8555B3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</w:t>
            </w:r>
          </w:p>
          <w:p w14:paraId="7F35B2CD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EXISTING CONDITIONS</w:t>
            </w:r>
          </w:p>
        </w:tc>
      </w:tr>
      <w:tr w:rsidR="00686E44" w:rsidRPr="00A271CA" w14:paraId="313E7C9B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D9C25A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01C4C5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E69DBF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5DE2DD6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3F267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02 32 13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B2989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Subsurface Exploration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95978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D2E481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5382B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02 41 13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CA945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Site Demolition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A918E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61A997F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8F735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02 41 19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48AF2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Removal and Alterations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74C0F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5BD972F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7F5C9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02 61 13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10540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Handling Contaminated Soil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73EFA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E7B788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5DC4D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3955FD2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Asbestos Abatement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DD4A6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02B206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CCA91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02 83 19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737FB889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Lead Controls in Construction and Demolition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D7502A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82F90B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187757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02 84 16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44B188A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Light Ballast and Lamp Removal and Management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D5552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CAE3867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D0233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02 84 33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32E2A65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Removal of PCBs and PCB-Containing Materials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13BFB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F78B792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B6A35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02 84 33.13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53A5AF0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PCB Caulking Removal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3878A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765AFA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2711E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02 87 00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66E7087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Fugitive and Silica Dust Control Procedures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3D6C0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13110146" w14:textId="77777777" w:rsidR="005C5247" w:rsidRPr="00A271CA" w:rsidRDefault="005C5247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2A2A36AA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6A9F4B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</w:t>
            </w:r>
          </w:p>
          <w:p w14:paraId="2B6DB0F3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CONCRETE</w:t>
            </w:r>
          </w:p>
        </w:tc>
      </w:tr>
      <w:tr w:rsidR="00686E44" w:rsidRPr="00A271CA" w14:paraId="4BDD87BC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7FF02D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2DAEB6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945714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0E9FB0A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AD1FA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A4E44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Concrete Forms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D7172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ACD6D5C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4796D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03 21 00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733A4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Concrete Reinforcement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8EC2A2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7EFD5F6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E9383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03 30 00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1E6EF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Cast-in-Place Concrete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94FE62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6DC520E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F0087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81D61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Structural Portland Cement Concrete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FED27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7BEAAE7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44B97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03 35 10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8C67B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Blast-Finished Concrete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73D4F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6F50974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AF3FB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03 37 13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2C1EE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Shotcrete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AA727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30B5BC9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788E0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03 40 00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ED185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Precast Concrete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CC19E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4606005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CCFAF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03 52 16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C4EAD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Lightweight Insulating Concrete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71FF6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4A687C0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5089D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03 54 13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C4D7C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Gypsum Floor Underlayment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96722A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DEFBEF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B2D06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03 63 00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F2D33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Epoxy Mortar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9DDB3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6A8E31C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7D2E5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03 64 23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66C28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Epoxy Injected Concrete Pile Restoration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426EF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081D850A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05A09823" w14:textId="77777777" w:rsidTr="00A271CA">
        <w:trPr>
          <w:cantSplit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857844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4</w:t>
            </w:r>
          </w:p>
          <w:p w14:paraId="6E63CC46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MASONRY</w:t>
            </w:r>
          </w:p>
        </w:tc>
      </w:tr>
      <w:tr w:rsidR="00686E44" w:rsidRPr="00A271CA" w14:paraId="0A432699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F9302E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BA6120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2CF1C0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7C392974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2C78D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04 22 00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25F32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Concrete Unit Masonry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EF025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37F83848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18ED3B59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9406C9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5</w:t>
            </w:r>
          </w:p>
          <w:p w14:paraId="71D524AF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METALS</w:t>
            </w:r>
          </w:p>
        </w:tc>
      </w:tr>
      <w:tr w:rsidR="00686E44" w:rsidRPr="00A271CA" w14:paraId="5D793A97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0A7CDA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64A7E4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89907F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59E2713C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C9A69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05 05 19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09ED9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Post-Installed Concrete Anchors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EC8CC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1135D68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1EDFB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05 05 23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785B6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Welding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581B12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27CA6DA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F3066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05 12 00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4A141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Structural Steel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F141F9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DEB9A3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19D84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05 21 00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8B145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Steel Joists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98A48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AEB385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890AE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05 31 13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73F36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Steel Floor and Roof Deck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4D3B5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AF49BC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DCA46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05 40 00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9B5AC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Cold-Formed Metal Framing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F77FF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DC8FC97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0980A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05 50 00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99729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Metal Fabrications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CCEDB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990640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8F2F0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05 51 00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0B26D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Metal Stairs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DDA1A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44FA49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5B50B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05 52 13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3552F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Steel Pipe Handrails and Railings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BD256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5FF1F3D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6966E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05 52 50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9E95E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Glass Railings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E95F7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D5497E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5E089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05 53 00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7BF00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Gratings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6B51E3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5154E2EB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686E44" w:rsidRPr="00A271CA" w14:paraId="64EB2F83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923553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6</w:t>
            </w:r>
          </w:p>
          <w:p w14:paraId="441496D5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WOOD, PLASTICS and COMPOSITES</w:t>
            </w:r>
          </w:p>
        </w:tc>
      </w:tr>
      <w:tr w:rsidR="00686E44" w:rsidRPr="00A271CA" w14:paraId="2034755F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8A8F08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9DE299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0AE65E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05BF35D1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87937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06 05 00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30B01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Lumber and Timber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E05239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7953DC9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8055F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06 10 00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6F943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Rough Carpentry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94E80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6B2A6E7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70368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06 17 53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E922F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Prefabricated Wood Trusses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EF984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F1F0653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B9B92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06 20 00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6018AE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Finish Carpentry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398E9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3F088FB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427A1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06 41 00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52995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Custom Cabinets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D0DE6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9EED6E6" w14:textId="77777777" w:rsidTr="00A271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C3D92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06 42 19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6F84F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Plastic Laminate Wall Panels &amp; Metal Trim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4BD31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3AB72DD1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686E44" w:rsidRPr="00A271CA" w14:paraId="270DA2E6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6572DC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7</w:t>
            </w:r>
          </w:p>
          <w:p w14:paraId="6EF423C8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THERMAL AND MOISTURE PROTECTION</w:t>
            </w:r>
          </w:p>
        </w:tc>
      </w:tr>
      <w:tr w:rsidR="00686E44" w:rsidRPr="00A271CA" w14:paraId="19A97AE1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2F131E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FD3D45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242B9A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70DC0C9A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DBCB9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07 10 00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1E9FD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Waterproofing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E6231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8E2C70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4DC707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07 14 00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7D2B30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Fluid-Applied Waterproofing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2B302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6F48E5E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FAD56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07 19 00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D9932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Clear Water Repellant Coatings/Concrete Walls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F01F7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1BFF8FD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06A06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07 21 00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45BEE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Roof and Deck Board Insulation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BA8CF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555F2ED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BFE06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07 26 00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105E6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proofErr w:type="spellStart"/>
            <w:r w:rsidRPr="00A271CA">
              <w:rPr>
                <w:rFonts w:cs="Arial"/>
                <w:color w:val="000000"/>
                <w:szCs w:val="22"/>
              </w:rPr>
              <w:t>Underslab</w:t>
            </w:r>
            <w:proofErr w:type="spellEnd"/>
            <w:r w:rsidRPr="00A271CA">
              <w:rPr>
                <w:rFonts w:cs="Arial"/>
                <w:color w:val="000000"/>
                <w:szCs w:val="22"/>
              </w:rPr>
              <w:t xml:space="preserve"> Vapor Retarder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7027BD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849556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551F5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07 41 13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9F99F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Preformed Metal 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E2079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FF207C6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5D9FA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07 41 18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C226E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Preformed Metal Fascia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5B3AF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46C5F1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20FBF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07 41 43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6E0B3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Preformed Metal Sandwich Panels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B02AF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C4D8FF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8861F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07 50 00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227F6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Single Ply 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7E108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4D2C0A0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97FC8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07 53 00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BF70B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Mechanically Attached Elastomeric Sheet 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5382E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08CBB0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347DA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07 60 00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C4A2F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Flashing and Sheet Metal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ABD16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7E37ABB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EEC86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07 81 16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8A728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Cementitious Fireproofing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5988D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24DE88A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CE8393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07 81 16.10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E6DDC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Cementitious Fireproofing for Steel - STIA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D7C28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0683C0A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EE4E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07 84 00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FF510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Firestopping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D513D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122708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D3FFE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07 92 00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0E456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Joint Sealers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8A210A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314484A0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686E44" w:rsidRPr="00A271CA" w14:paraId="146C5AE5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A0B8D4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8</w:t>
            </w:r>
          </w:p>
          <w:p w14:paraId="2CDF7A87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OPENINGS</w:t>
            </w:r>
          </w:p>
        </w:tc>
      </w:tr>
      <w:tr w:rsidR="00686E44" w:rsidRPr="00A271CA" w14:paraId="42F2A02B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E7D278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81FFD1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3FAD92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258B68C7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F75B3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729B9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Steel Doors and Frames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C8485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187D66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3F5ED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08 11 16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26B2C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Aluminum Doors and Frames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A45CC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263E1D8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39B37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08 14 00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A5D77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Wood Doors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47827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2DAAEDF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DC0F8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08 15 13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4CBC2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Laminated Plastic Doors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DC209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85E85ED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738A6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08 30 00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92B40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Special Doors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11DD2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726A75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449DA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5FFCB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Plastic-Laminate-Faced Access Panels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6F8AA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7CFD0C3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EDC44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08 36 13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901A0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Sectional Overhead Doors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42915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342983B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88AE3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08 42 29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906AF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Transit Station Door Assemblies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6470A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139B622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D6AF9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08 51 13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1A97A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Aluminum Windows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39FA06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35657D7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0D1D3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08 70 00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2722F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Hardware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756952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F29290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749FE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08 80 00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27681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Glazing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D107E9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53982B7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187C1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08 91 00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5C4F5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Wall Louvers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5BF10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CAABA7E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5867A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08 91 26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C8DE60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Door Louvers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BDC13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2CC1473F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00" w:firstRow="0" w:lastRow="0" w:firstColumn="0" w:lastColumn="0" w:noHBand="0" w:noVBand="1"/>
      </w:tblPr>
      <w:tblGrid>
        <w:gridCol w:w="1440"/>
        <w:gridCol w:w="7200"/>
        <w:gridCol w:w="1728"/>
      </w:tblGrid>
      <w:tr w:rsidR="00686E44" w:rsidRPr="00A271CA" w14:paraId="76A6C66E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D6FCB4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9</w:t>
            </w:r>
          </w:p>
          <w:p w14:paraId="0BA93D71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FINISHES</w:t>
            </w:r>
          </w:p>
        </w:tc>
      </w:tr>
      <w:tr w:rsidR="00686E44" w:rsidRPr="00A271CA" w14:paraId="109A477A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175482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11E474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761F44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297C655E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9B4C9A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A88CD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Gypsum Board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30F6E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C11F297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49872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09 20 13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D2283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Lath and Plaster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5D083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8086AB0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9449F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09 21 16.23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E5A08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Drywall Shaft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4B5BAA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2533876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F1CB4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10983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Exterior Lath and Plaster (Stucco)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AB867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3E3D0D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A9D28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09 24 23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FF09D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Stucco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2A6EA6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5711D1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CE94C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2F631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Gypsum Base for Veneer Plaster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FA969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4A0A7D8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74DDB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09 26 13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6A3BF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Gypsum Veneer Plaster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8C9E4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F24FB7F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53B6B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09 30 13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95CC5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Ceramic Tile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CC3BF6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870769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D1262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09 51 00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B1240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Acoustical Ceilings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BEBD49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910ADA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81FC8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09 51 13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C1D56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Metal Acoustical Ceiling Panels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24D51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4AF8A97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E38E2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09 51 23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D152E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Mineral-Fiber Composition Acoustical Ceilings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6513A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18F86D6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64A10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09 54 23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82E2D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Metal Linear Ceiling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44FC4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C19238D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34A56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09 58 00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BAE65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Integrated Ceiling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247E96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5D6B1BE2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B7590C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409AE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Resilient Flooring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8383F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5608EAE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1995E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09 65 13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99835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Resilient Wall Base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512762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ED913FA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4E65E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09 66 13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A82DB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Portland Cement Terrazzo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EE239D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B830D41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E044C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09 66 16.16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BB296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Plastic Matrix Terrazzo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31688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165C79C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A0622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09 68 00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E1A55E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Carpeting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91DA0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C72BD1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A784B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09 69 00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9A25A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Access Flooring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A48AE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1F6CEBD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CC825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09 72 00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B0B71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Wall Covering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6CE0BF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08C356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65E9D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09 81 00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C904B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Acoustical Insulation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C6ED5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9EEA634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E910C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09 84 13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36494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Acoustical Wall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A653E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880EE79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6B0370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09 90 00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6FC4C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Paints and Coatings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DC6E5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5C56D99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4951A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09 96 26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CE4842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Coating System for Steel Piling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CB70EF4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BD28F00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0A60F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09 96 46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36000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Intumescent Paints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AAE2FC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05F67A3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C4C85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09 97 00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46AD8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Special Coatings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7C4B3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FA2FAE8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17A81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09 97 13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9845F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Special Coating - Metal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C0AC6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4AF43C9" w14:textId="77777777" w:rsidTr="00A271C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806A0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09 97 23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71516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Special Coating for Portland Cement Plaster/Stucco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4CF711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72C82C31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12EF4A20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543A28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10</w:t>
            </w:r>
          </w:p>
          <w:p w14:paraId="2E47C8CE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SPECIALTIES</w:t>
            </w:r>
          </w:p>
        </w:tc>
      </w:tr>
      <w:tr w:rsidR="00686E44" w:rsidRPr="00A271CA" w14:paraId="3EAAA855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FB6573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6FAC9E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3DF9F3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30340F8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08A28A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5063E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Miscellaneous Specialties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9161BC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FBF6D9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44D2B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10 14 00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555993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Identification Devices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5A501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AA9DF2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DB9DD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10 14 13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42D0C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Specialty Signs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4FC79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E1240F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E1A9A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10 14 53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36ACD4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Traffic Signs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914BB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3E4B7E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53E26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10 21 13.13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21881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Metal Toilet Compartments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6FED05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AE6A5A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6FDFA7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10 26 13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E3CF21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Wall Guards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8DE71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356BB61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6F05F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10 28 13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45857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Toilet Accessories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1DF5CE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1AF32C9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34F9B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10 44 16.13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5D33F5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Portable Fire Extinguishers and Cabinets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9EFA4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4266D1D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02E5D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10 56 29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38AC7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Modular Metal Equipment Rack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3DC97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2B544CA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8C14D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10 86 00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096F9B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Inspection Mirrors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0B309A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6E34458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0C8E4F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10 88 00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BC540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Truck Scales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F05687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665CD0CB" w14:textId="77777777" w:rsidR="00686E44" w:rsidRPr="00A271CA" w:rsidRDefault="00686E44" w:rsidP="00A271CA">
      <w:pPr>
        <w:rPr>
          <w:rFonts w:cs="Arial"/>
          <w:caps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07CF2787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C2D9C9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11</w:t>
            </w:r>
          </w:p>
          <w:p w14:paraId="7B29A5EB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EQUIPMENT</w:t>
            </w:r>
          </w:p>
        </w:tc>
      </w:tr>
      <w:tr w:rsidR="00686E44" w:rsidRPr="00A271CA" w14:paraId="24281CC0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2C22F6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4604B2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2EE585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7FA56CA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E3A7C6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11 12 00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A82F5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Parking Control Equipment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2D29B3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7EF5027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452399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11 13 00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736698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Loading Dock Equipment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33B008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  <w:tr w:rsidR="00686E44" w:rsidRPr="00A271CA" w14:paraId="0BB4439C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6B733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11 13 13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3071A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Dock Bumpers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685F27B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1D9272F1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686E44" w:rsidRPr="00A271CA" w14:paraId="3D11986E" w14:textId="77777777" w:rsidTr="001F7CEC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505508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12</w:t>
            </w:r>
          </w:p>
          <w:p w14:paraId="22DAC057" w14:textId="77777777" w:rsidR="00686E44" w:rsidRPr="00A271CA" w:rsidRDefault="00686E44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FURNISHINGS</w:t>
            </w:r>
          </w:p>
        </w:tc>
      </w:tr>
      <w:tr w:rsidR="00686E44" w:rsidRPr="00A271CA" w14:paraId="1D61F18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119118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F83D75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5A6F04" w14:textId="77777777" w:rsidR="00686E44" w:rsidRPr="00A271CA" w:rsidRDefault="00686E44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686E44" w:rsidRPr="00A271CA" w14:paraId="5B54CAD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7B924C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12 21 13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A847AD" w14:textId="77777777" w:rsidR="00686E44" w:rsidRPr="00A271CA" w:rsidRDefault="00686E44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Horizontal Window Blinds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D27810" w14:textId="77777777" w:rsidR="00686E44" w:rsidRPr="00A271CA" w:rsidRDefault="00686E44" w:rsidP="00A271CA">
            <w:pPr>
              <w:rPr>
                <w:rFonts w:cs="Arial"/>
                <w:szCs w:val="22"/>
              </w:rPr>
            </w:pPr>
          </w:p>
        </w:tc>
      </w:tr>
    </w:tbl>
    <w:p w14:paraId="5EF66974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564CB2F0" w14:textId="77777777" w:rsidTr="001F7CEC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386EB1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13</w:t>
            </w:r>
          </w:p>
          <w:p w14:paraId="45FB5730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SPECIAL CONSTRUCTION</w:t>
            </w:r>
          </w:p>
        </w:tc>
      </w:tr>
      <w:tr w:rsidR="001F7CEC" w:rsidRPr="00A271CA" w14:paraId="605CCD1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7798D9C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3A6D24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79E540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677B1A7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3513D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13 34 00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648190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Pre-Engineered Structures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F59C55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78B3C3F6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3F6A09C4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71A80F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14</w:t>
            </w:r>
          </w:p>
          <w:p w14:paraId="5A490C4F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CONVEYING EQUIPMENT</w:t>
            </w:r>
          </w:p>
        </w:tc>
      </w:tr>
      <w:tr w:rsidR="001F7CEC" w:rsidRPr="00A271CA" w14:paraId="61F4F0B5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058097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22F946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C1B2CB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56DDE0B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C33D3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14 21 13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109C0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Electric Traction Freight Elevators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3DCC9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5D378C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01D67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14 21 23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68D903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Electric Traction Passenger Elevators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E2408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E430EA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CE3BE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14 24 00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DD925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Hydraulic Elevator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440A1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DB255C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97279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14 31 00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D79C4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Escalators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9365BA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0D929362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52A612F2" w14:textId="77777777" w:rsidTr="001F7CEC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B2CDE62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20</w:t>
            </w:r>
          </w:p>
          <w:p w14:paraId="135C2FE5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MECHANICAL GENERAL</w:t>
            </w:r>
          </w:p>
        </w:tc>
      </w:tr>
      <w:tr w:rsidR="001F7CEC" w:rsidRPr="00A271CA" w14:paraId="1EBE6E0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31B4F1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F75206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128D2A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7D0E61C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90FB3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01FE3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Mechanical Work - General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82554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CC6149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C9F91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20 05 16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65D37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Piping Expansion Compensation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6ECD4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14B2E5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61142C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20 05 29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3C407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Hangers and </w:t>
            </w:r>
            <w:proofErr w:type="gramStart"/>
            <w:r w:rsidRPr="00A271CA">
              <w:rPr>
                <w:rFonts w:cs="Arial"/>
                <w:color w:val="000000"/>
                <w:szCs w:val="22"/>
              </w:rPr>
              <w:t>Supports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82AD9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2461FB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3D6BF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20 05 48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63AA9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Mechanical Sound, Vibration, and Seismic Control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941DB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1793DA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3CC9D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20 05 53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18F73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Mechanical Identification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D0708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26CDE0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3E6D3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20 07 00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CF05FC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Mechanical Insulation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9605E4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E64C5A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8FC45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20 21 16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6AE2E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Piping Specialties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8F16A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4AFE9DD6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1EDCF654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F9E73F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21</w:t>
            </w:r>
          </w:p>
          <w:p w14:paraId="222920D3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FIRE SUPPRESSION</w:t>
            </w:r>
          </w:p>
        </w:tc>
      </w:tr>
      <w:tr w:rsidR="001F7CEC" w:rsidRPr="00A271CA" w14:paraId="17F05F4E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E2A66C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172FAA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8C4999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441907B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84FC5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21 10 00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D0861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Basic Fire Suppression Materials and Methods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B60CE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60A6C4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F4A4B4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21 12 00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37B5E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Standpipes and Hoses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4AD64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54C15B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E9CD5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21 13 13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78719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Wet-Pipe Fire Suppression Sprinklers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AB14D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20B50E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E8CBC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21 13 16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DEEFD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Dry-Pipe Fire Suppression Sprinklers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A383F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F14DA0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2CBA5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21 13 26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F65E0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Deluge Fire Suppression Sprinklers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81D6A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C0BFFD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FC0C3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21 30 00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6D682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Fire Pumps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40A52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4361AF12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3912DFA9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861D95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22</w:t>
            </w:r>
          </w:p>
          <w:p w14:paraId="5529A103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plumbing</w:t>
            </w:r>
          </w:p>
        </w:tc>
      </w:tr>
      <w:tr w:rsidR="001F7CEC" w:rsidRPr="00A271CA" w14:paraId="4EDDE503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1B1BA1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FFC309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E9F80C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4F8334A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A7794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22 11 16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E4AD2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Domestic Water Piping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D37D85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C5CE19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88C29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22 11 23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9DEA5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Plumbing Pumps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34744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C07A51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4740F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22 13 16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94E96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Sanitary Waste and Vent Piping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C9DBF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5A70F8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5606F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22 14 13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567C9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Storm Drainage Piping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F56EC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0BB557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0A614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22 34 00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42374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Water Heaters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4FAD6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1D9993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CB111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22 40 00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5BB58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Plumbing Fixtures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34F3CB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23D6BCAD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071591D7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110474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23</w:t>
            </w:r>
          </w:p>
          <w:p w14:paraId="27E4942F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heating, ventilating AND air conditioning</w:t>
            </w:r>
          </w:p>
        </w:tc>
      </w:tr>
      <w:tr w:rsidR="001F7CEC" w:rsidRPr="00A271CA" w14:paraId="00F742FE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88A026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74B0BD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AD21D3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47A3220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8D1CB9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23 05 93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7D088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Testing, Adjusting, and Balancing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BBD9E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5FE3B2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5C99F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23 09 23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8B808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Direct Digital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CDC4A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902490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30CE2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23 11 23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C6210A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Process Air and Gas Piping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269A8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4BE0A2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B7E57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23 20 00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EBA76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Heating and Cooling Piping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810C34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1C824D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99075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23 21 23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BA4CE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Hydronic Pumps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25D0C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DE31CB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3AE45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569DF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Ducts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F70E0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1440C9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D11BA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23 33 00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D1DBB1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Duct Accessories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9F45C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31A280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A443B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23 34 00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C6A05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Fans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011F4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897327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7EA60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23 36 00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B5373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 Terminal Units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12FD9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980979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77EA4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23 37 00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647B7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 Outlets and Inlets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E168D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65B147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445A4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23 51 00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47B77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Breeching, Chimneys, and Stacks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557AF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CBC373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2C348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23 52 00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E7F41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Heating Boilers and Accessories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8BD02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A522F5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9E04E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23 65 00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2FE5C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Packaged Cooling Towers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8F739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D3C71B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EEDB0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23 73 00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55346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 Handling Units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C8D26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A86969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E2569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23 81 00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20ADC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Unitary Air Conditioning Equipment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B6A93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538DE5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4C37D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23 81 13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074AF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Terminal Heating and Cooling Units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D4868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6DF6BC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B6F43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23 81 43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C3D3C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Heat Pumps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A10F9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34363797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5F95312E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FF5939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26</w:t>
            </w:r>
          </w:p>
          <w:p w14:paraId="450EB07B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electrical</w:t>
            </w:r>
          </w:p>
        </w:tc>
      </w:tr>
      <w:tr w:rsidR="001F7CEC" w:rsidRPr="00A271CA" w14:paraId="0D15CBCF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8C8B06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FBE52CD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7B526B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4800AB6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387E1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4B2E6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Electrical Work - General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3FCF4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64478F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BCF7A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76461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Medium-Voltage Cables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6CD56C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FC3F7B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E232D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26 05 13.23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C52D0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Underground Cable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5D7E5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990CF4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C02FED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F79CE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600 Volt or Less Wire and Cable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4A399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B081D4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6D3DF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EE549D" w14:textId="5A511D3C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Control</w:t>
            </w:r>
            <w:r w:rsidR="00B77724">
              <w:rPr>
                <w:rFonts w:cs="Arial"/>
                <w:color w:val="000000"/>
                <w:szCs w:val="22"/>
              </w:rPr>
              <w:t>/</w:t>
            </w:r>
            <w:r w:rsidRPr="00A271CA">
              <w:rPr>
                <w:rFonts w:cs="Arial"/>
                <w:color w:val="000000"/>
                <w:szCs w:val="22"/>
              </w:rPr>
              <w:t>Signal Transmission Media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30F3D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1EA717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573AC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75DD6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Grounding</w:t>
            </w:r>
            <w:r w:rsidR="000C1415">
              <w:rPr>
                <w:rFonts w:cs="Arial"/>
                <w:color w:val="000000"/>
                <w:szCs w:val="22"/>
              </w:rPr>
              <w:t xml:space="preserve"> and Bonding for Electrical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BC53D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B7A2A5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0FF22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CA32D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Hangers and Supports for Electrical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0D261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E18AA4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B78B4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66C85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Raceways and Boxes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203ED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F68150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48772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0ED5A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Cable Trays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28198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E0324D" w:rsidRPr="00A271CA" w14:paraId="196147B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6FC78CE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B32BAA" w14:textId="09FA2941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Underground Ducts and </w:t>
            </w:r>
            <w:r>
              <w:rPr>
                <w:rFonts w:cs="Arial"/>
                <w:color w:val="000000"/>
                <w:szCs w:val="22"/>
              </w:rPr>
              <w:t>Raceways for Electrical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9ECE68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1F7CEC" w:rsidRPr="00A271CA" w14:paraId="20B8ACD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40932D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26 05 43.13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EF2EA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Underground Electrical Duct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DD956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E0324D" w:rsidRPr="00A271CA" w14:paraId="1665D7C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CB7E95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26 05 48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C4091A" w14:textId="0BC8597C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</w:t>
            </w:r>
            <w:r>
              <w:rPr>
                <w:rFonts w:cs="Arial"/>
                <w:color w:val="000000"/>
                <w:szCs w:val="22"/>
              </w:rPr>
              <w:t>tructural Loading</w:t>
            </w:r>
            <w:r w:rsidRPr="00A271CA">
              <w:rPr>
                <w:rFonts w:cs="Arial"/>
                <w:color w:val="000000"/>
                <w:szCs w:val="22"/>
              </w:rPr>
              <w:t xml:space="preserve"> Controls for Electrical and Communication Work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9DDE4B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1F7CEC" w:rsidRPr="00A271CA" w14:paraId="512F573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1318B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26 05 53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A7621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Electrical Identification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6B0F1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E767C3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320C70" w14:textId="74DB7683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26 05 7</w:t>
            </w:r>
            <w:r w:rsidR="00B77724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13D94A" w14:textId="77777777" w:rsidR="001F7CEC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Power System Studies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83B2F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AB4F08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87F77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26 08 00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2D4D99" w14:textId="77777777" w:rsidR="001F7CEC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Commissioning Electrical Sy</w:t>
            </w:r>
            <w:r w:rsidR="00FA665D">
              <w:rPr>
                <w:rFonts w:cs="Arial"/>
                <w:color w:val="000000"/>
                <w:szCs w:val="22"/>
              </w:rPr>
              <w:t>s</w:t>
            </w:r>
            <w:r>
              <w:rPr>
                <w:rFonts w:cs="Arial"/>
                <w:color w:val="000000"/>
                <w:szCs w:val="22"/>
              </w:rPr>
              <w:t>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606B75A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590836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7D50F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26 09 23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985520" w14:textId="225E7920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Lighting Control</w:t>
            </w:r>
            <w:r w:rsidR="000C1415">
              <w:rPr>
                <w:rFonts w:cs="Arial"/>
                <w:color w:val="000000"/>
                <w:szCs w:val="22"/>
              </w:rPr>
              <w:t xml:space="preserve"> Devices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0658F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468F30F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0DE7AE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26 09 33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7DA8D8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Central Dimming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C34DDF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015AB01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563C1C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26 09 36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4CE9D8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Standalone </w:t>
            </w:r>
            <w:proofErr w:type="spellStart"/>
            <w:r>
              <w:rPr>
                <w:rFonts w:cs="Arial"/>
                <w:color w:val="000000"/>
                <w:szCs w:val="22"/>
              </w:rPr>
              <w:t>Multipreset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Modular Dimming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B3DE0F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7CCFB45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F21C5D0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26 09 43.13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AE682D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Digital Network Lighting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DF3A63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263E3F0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746D4AF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26 09 43.23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5A1E50" w14:textId="1D598C15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Relay</w:t>
            </w:r>
            <w:r w:rsidR="00B77724">
              <w:rPr>
                <w:rFonts w:cs="Arial"/>
                <w:color w:val="000000"/>
                <w:szCs w:val="22"/>
              </w:rPr>
              <w:t>-</w:t>
            </w:r>
            <w:r>
              <w:rPr>
                <w:rFonts w:cs="Arial"/>
                <w:color w:val="000000"/>
                <w:szCs w:val="22"/>
              </w:rPr>
              <w:t>Based Lighting Controls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498348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02C7FC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05535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05A783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Secondary Unit Substations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C1858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780D01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2FF41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B4635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Medium-Voltage Transformers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B54991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21DCA9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BB843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26 12 19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CC93A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Transformer Vault and Vault Equipment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49BE7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C56CF5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F2664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26 13 </w:t>
            </w:r>
            <w:r w:rsidR="000C1415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49FCE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Medium-Voltage Load Interrupter Switchgear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A77ADE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74E64D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5DB37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26 13 19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BBD60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Medium-Voltage Pad-Mounted Vacuum Interrupter Switchgear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0E513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21E6B7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7ED53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26 13 26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C5408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Medium-Voltage Metal-Clad </w:t>
            </w:r>
            <w:proofErr w:type="spellStart"/>
            <w:r w:rsidRPr="00A271CA">
              <w:rPr>
                <w:rFonts w:cs="Arial"/>
                <w:color w:val="000000"/>
                <w:szCs w:val="22"/>
              </w:rPr>
              <w:t>Drawout</w:t>
            </w:r>
            <w:proofErr w:type="spellEnd"/>
            <w:r w:rsidRPr="00A271CA">
              <w:rPr>
                <w:rFonts w:cs="Arial"/>
                <w:color w:val="000000"/>
                <w:szCs w:val="22"/>
              </w:rPr>
              <w:t xml:space="preserve"> Circuit Breaker Switchgear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48FCF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026888" w:rsidRPr="00A271CA" w14:paraId="29A0F0F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0DDA92" w14:textId="77777777" w:rsidR="00026888" w:rsidRPr="00A271CA" w:rsidRDefault="00026888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26 13 26.1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86F62C" w14:textId="77777777" w:rsidR="00026888" w:rsidRPr="00A271CA" w:rsidRDefault="00026888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Medium-Voltage Metal-Enclosed </w:t>
            </w:r>
            <w:proofErr w:type="spellStart"/>
            <w:r>
              <w:rPr>
                <w:rFonts w:cs="Arial"/>
                <w:color w:val="000000"/>
                <w:szCs w:val="22"/>
              </w:rPr>
              <w:t>Drawout</w:t>
            </w:r>
            <w:proofErr w:type="spellEnd"/>
            <w:r>
              <w:rPr>
                <w:rFonts w:cs="Arial"/>
                <w:color w:val="000000"/>
                <w:szCs w:val="22"/>
              </w:rPr>
              <w:t xml:space="preserve"> Circuit Breaker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9EB55F" w14:textId="77777777" w:rsidR="00026888" w:rsidRPr="00A271CA" w:rsidRDefault="00026888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9B55D9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497D3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26 18 39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556B0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Medium-Voltage Motor Controllers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BF74F9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D5ACFC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D3A4B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6227C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Dry-Type Transformers (600V and </w:t>
            </w:r>
            <w:proofErr w:type="gramStart"/>
            <w:r w:rsidRPr="00A271CA">
              <w:rPr>
                <w:rFonts w:cs="Arial"/>
                <w:color w:val="000000"/>
                <w:szCs w:val="22"/>
              </w:rPr>
              <w:t>Less</w:t>
            </w:r>
            <w:proofErr w:type="gramEnd"/>
            <w:r w:rsidRPr="00A271CA"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9C61A5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694B41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FE2FC0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EAC16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Low-Voltage Switchgear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0A5CB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035E6F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CD089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1CF012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Low-Voltage Switchboards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6B80B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3C35028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EB5114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26 24 16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922595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Panelboards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5B8C39C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DEB0DD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AEBA2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26 24 19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27499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Motor-Control Centers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3F429A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075187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7F1A1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17EF0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Low-Voltage Busway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395B6C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6B9B111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37CF91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26 27 13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22B4B6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Electrical Power Metering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7B7097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54A1A5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EC1C8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26 27 16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0E3B1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Cabinets and Enclosures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FD73A4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53B62A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E16B8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26 27 16.13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E7C1F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Pad Mounted Sectionalizing Cabinets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607D32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12CB20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441CB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26 27 26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0DC0D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Wiring Devices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CAAD7FC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838664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B62AA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26 28 13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8E40E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Fuses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5C97C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EFBEBE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B9A3C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26 28 16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CD53F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Enclosed Switches and Circuit Breakers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1B5E4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B201F0C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960CA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26 29 13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6F652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Motor Controllers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88CCA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33401D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A53FD4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26 29 23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28789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Variable Frequency Controllers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A8077C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FF49AC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9EB43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26 32 13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4756FC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Engine Generators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4E53E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BD3B6A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E1CAE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26 32 29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321C9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Rotary 400 Hz Converters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77FC5C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9B675F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13814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26 33 53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52913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Static Uninterruptible Power Supplies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9A262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4E2E2E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D86FB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26 35 33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431B1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Low-Voltage Power Factor Correction Capacitors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A73507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3E78CA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26E96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26 36 00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2D493B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Transfer Switches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34C7F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992156C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0B67F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26 43 13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A12AC7" w14:textId="77777777" w:rsidR="001F7CEC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Surge Protective Devices for Low-Voltage Electrical Power Circuits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F2F44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900D0C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4C8A9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26 51 00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76E22E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Interior Lighting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3D62B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0C1415" w:rsidRPr="00A271CA" w14:paraId="1B7E4A4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57763B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26 55 00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5F97E4" w14:textId="77777777" w:rsidR="000C1415" w:rsidRPr="00A271CA" w:rsidRDefault="000C141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Installation of Airport Lighting Systems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52D33C" w14:textId="77777777" w:rsidR="000C1415" w:rsidRPr="00A271CA" w:rsidRDefault="000C1415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AB2344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F3BF4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26 55 36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FE474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Obstruction Lights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01875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B5ACB8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8C648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26 56 00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1FA707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Exterior Lighting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FB9F0E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753F6B3C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77648857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01D18A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27</w:t>
            </w:r>
          </w:p>
          <w:p w14:paraId="69D04E9B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communications</w:t>
            </w:r>
          </w:p>
        </w:tc>
      </w:tr>
      <w:tr w:rsidR="001F7CEC" w:rsidRPr="00A271CA" w14:paraId="453DB551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6CF715B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3CA4B9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881FEE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E0324D" w:rsidRPr="00A271CA" w14:paraId="144CF6E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61C5AE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27 05 13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E99B93" w14:textId="34B5BCB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Common Work Results for </w:t>
            </w:r>
            <w:r w:rsidRPr="00A271CA">
              <w:rPr>
                <w:rFonts w:cs="Arial"/>
                <w:color w:val="000000"/>
                <w:szCs w:val="22"/>
              </w:rPr>
              <w:t>Communications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021784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337933" w:rsidRPr="00A271CA" w14:paraId="4F53E26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AF18C8" w14:textId="0DF2BA3E" w:rsidR="00337933" w:rsidRPr="00A271CA" w:rsidRDefault="00337933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27 05 26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566183" w14:textId="2590D6B3" w:rsidR="00337933" w:rsidRDefault="00337933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Grounding and Bonding for Communications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E7A28E" w14:textId="77777777" w:rsidR="00337933" w:rsidRPr="00A271CA" w:rsidRDefault="00337933" w:rsidP="00E0324D">
            <w:pPr>
              <w:rPr>
                <w:rFonts w:cs="Arial"/>
                <w:szCs w:val="22"/>
              </w:rPr>
            </w:pPr>
          </w:p>
        </w:tc>
      </w:tr>
      <w:tr w:rsidR="00E0324D" w:rsidRPr="00A271CA" w14:paraId="2821E74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A7B3A2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27 05 28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7A339E6" w14:textId="233CF45E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Pathways</w:t>
            </w:r>
            <w:r>
              <w:rPr>
                <w:rFonts w:cs="Arial"/>
                <w:color w:val="000000"/>
                <w:szCs w:val="22"/>
              </w:rPr>
              <w:t xml:space="preserve"> for Communications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F1038C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1F7CEC" w:rsidRPr="00A271CA" w14:paraId="1AA91E1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7B26B5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27 05 53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CC5BD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Identification and Labeling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ED322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B1111E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F3323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27 05 53.13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DB339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Communications Standard for Labeling and Nomenclature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57E5A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F4A482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E9930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27 05 53.23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BA5CE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Port of Seattle Color Code Requirements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8A7F80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7DC00A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FC0287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27 08 00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DE0F2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Communications Infrastructure Commissioning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6F88A3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94AC67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12E7B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27 11 </w:t>
            </w:r>
            <w:r w:rsidR="00FA665D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50C69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Communications </w:t>
            </w:r>
            <w:r w:rsidR="00FA665D">
              <w:rPr>
                <w:rFonts w:cs="Arial"/>
                <w:color w:val="000000"/>
                <w:szCs w:val="22"/>
              </w:rPr>
              <w:t>Cabinets Racks and Enclosures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DEE6D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E0324D" w:rsidRPr="00A271CA" w14:paraId="7617FD3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AC5630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27 13 00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273478D" w14:textId="7C6B649B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Communications </w:t>
            </w:r>
            <w:r w:rsidRPr="00A271CA">
              <w:rPr>
                <w:rFonts w:cs="Arial"/>
                <w:color w:val="000000"/>
                <w:szCs w:val="22"/>
              </w:rPr>
              <w:t>Backbone Cabling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B8CDD70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E0324D" w:rsidRPr="00A271CA" w14:paraId="7ED247C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59CD32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27 15 00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D21C337" w14:textId="45424D40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Communications </w:t>
            </w:r>
            <w:r w:rsidRPr="00A271CA">
              <w:rPr>
                <w:rFonts w:cs="Arial"/>
                <w:color w:val="000000"/>
                <w:szCs w:val="22"/>
              </w:rPr>
              <w:t>Horizontal Cabling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4AFCD5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</w:tbl>
    <w:p w14:paraId="6418734F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088C24ED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90C8B9F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28</w:t>
            </w:r>
          </w:p>
          <w:p w14:paraId="11551826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electronic safety and security</w:t>
            </w:r>
          </w:p>
        </w:tc>
      </w:tr>
      <w:tr w:rsidR="001F7CEC" w:rsidRPr="00A271CA" w14:paraId="2B95FE1E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37157A4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E3BE341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A8A02B0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21E97E3C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42991E" w14:textId="77777777" w:rsidR="001F7CEC" w:rsidRPr="00A271CA" w:rsidRDefault="00B13F8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28 00 10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F8F407" w14:textId="77777777" w:rsidR="001F7CEC" w:rsidRPr="00A271CA" w:rsidRDefault="00B13F85" w:rsidP="00A271CA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Basic Electronic Safety and Security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B6B27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E0324D" w:rsidRPr="00A271CA" w14:paraId="658D8B6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9C9911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 xml:space="preserve">28 13 00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A8EFC7" w14:textId="5F38EE9A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Access Control</w:t>
            </w:r>
            <w:r>
              <w:rPr>
                <w:rFonts w:cs="Arial"/>
                <w:color w:val="000000"/>
                <w:szCs w:val="22"/>
              </w:rPr>
              <w:t xml:space="preserve"> Alarm Monitoring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3036D85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E0324D" w:rsidRPr="00A271CA" w14:paraId="017E9BA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2A4458" w14:textId="77777777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28 23 00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8C877D" w14:textId="082EF08A" w:rsidR="00E0324D" w:rsidRPr="00A271CA" w:rsidRDefault="00E0324D" w:rsidP="00E0324D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Video Surveillance Remote Devices and Sensors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367DA2" w14:textId="77777777" w:rsidR="00E0324D" w:rsidRPr="00A271CA" w:rsidRDefault="00E0324D" w:rsidP="00E0324D">
            <w:pPr>
              <w:rPr>
                <w:rFonts w:cs="Arial"/>
                <w:szCs w:val="22"/>
              </w:rPr>
            </w:pPr>
          </w:p>
        </w:tc>
      </w:tr>
      <w:tr w:rsidR="001F7CEC" w:rsidRPr="00A271CA" w14:paraId="2479D42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26FE0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28 31 00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EB7B7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Fire Alarm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ECDA2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6A4C7F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0CB8DD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28 31 49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0C5BA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Carbon Monoxide Detection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23D4B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1A988496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553ECF73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8231BE6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31</w:t>
            </w:r>
          </w:p>
          <w:p w14:paraId="25F2233E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earthwork</w:t>
            </w:r>
          </w:p>
        </w:tc>
      </w:tr>
      <w:tr w:rsidR="001F7CEC" w:rsidRPr="00A271CA" w14:paraId="37220CF4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A94505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C9AD48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095C2D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784B780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57C7F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31 00 00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9FABC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Earthwork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8D784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3636DD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49A98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F8431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Clearing, Grubbing and Cleanup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323D3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64A54E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7A1C3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31 11 10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9A140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Clearing and Grubbing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FFD99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74134F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A8423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31 22 19.13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00199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Topsoiling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E2436B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AF7A60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9AB4F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31 23 00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1C2BA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Excavation and Embankment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C3CF6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22B12A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A9936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88414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Soil Treatment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3D852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8A039F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76409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31 50 00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898D11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Trench Safety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9A89AA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22451D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DB9DB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31 62 00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53DE35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Piling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47A8D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D27C8A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663640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31 64 00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00C3E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Caissons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68FFB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3A4A9EF1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6724A79E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BC05452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32</w:t>
            </w:r>
          </w:p>
          <w:p w14:paraId="7C6FC6A5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exterior improvements</w:t>
            </w:r>
          </w:p>
        </w:tc>
      </w:tr>
      <w:tr w:rsidR="001F7CEC" w:rsidRPr="00A271CA" w14:paraId="75A29452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3F4606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A6DFDB2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AA3AE7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6D93BCD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20F6E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32 01 90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AD42D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Landscape Maintenance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EA88E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E4261F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7C1950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7E55C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Base Course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AE7EC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A96468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3B46FF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32 11 13.13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37EB5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Lime-Treated Subgrade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4C1A3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9BAD7C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21CC31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32 11 16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755AF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Subbase Course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2EA69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070DB4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F5128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32 11 23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7D3F2E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Aggregate Base Course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1B1E93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D1189D7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97E4A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32 11 23.10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2C335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Crushed Aggregate Base Course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4BB35F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4568CE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E1D08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6089EB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Bituminous Tack Coat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3BD684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58765D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67CE8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32 12 13.19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6B311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Bituminous Prime Coat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F47189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E11897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5BF02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01907B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Bituminous Concrete Pavement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49175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CF8C90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1D2CBA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32 12 16.13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DACB0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Bituminous Concrete Pavement (Seaport)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AAFEAA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86ACC2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44E26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32 12 16.15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ADEFC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Plant Mix Bituminous Pavements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D513F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12815B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427F36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32 12 19.19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BB27A0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Porous Friction Course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900722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65E231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D5D54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32 12 36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6345C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Seal Coats and Bituminous Surface Treatment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A78C65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5927B2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76073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32 13 13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EFEE61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Portland Cement Concrete Paving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CD49BC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CFFC9AD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8C4AE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32 13 13.10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42387A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Portland Cement Concrete Pavement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217901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B799A9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BE8CD5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32 13 73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1A2DC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Joint Sealing Filler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05A83A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CDDE686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32BCB6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32 13 73.13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25F0C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Adhesive Compounds, Two-Component for Sealing Wire and Lights in Pavement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492C008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64AB69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E1609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32 15 40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429C3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Crushed Stone Surfacing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703915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6885AD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4AADA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32 16 13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AF46C08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Curbs and Gutters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E147B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398A8E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12E35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32 17 23.13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A97C7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Runway and Taxiway Painting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19C49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98C9918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93A48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32 31 13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51B418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Chain Link Fences and Gates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AECA1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961115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1DA106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32 31 13.10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B3FB5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Chain Link Fences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4BEDE3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70E1A20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E248F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32 90 00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316CF59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Planting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D1D876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0829DC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B1319A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32 92 19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CBED6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Seeding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5FDBD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500914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DEAC13E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lastRenderedPageBreak/>
              <w:t>32 92 19.13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042FF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Seeding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B17C7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9DBED8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1D17B6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32 92 19.16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76E90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Hydroseeding for Erosion Control and Landscaping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D621C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104BD9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32FF2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32 96 43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74134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Transplanting Trees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13573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6DE9BB3E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35CC436C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AC1299E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33</w:t>
            </w:r>
          </w:p>
          <w:p w14:paraId="1F66620D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utilities</w:t>
            </w:r>
          </w:p>
        </w:tc>
      </w:tr>
      <w:tr w:rsidR="001F7CEC" w:rsidRPr="00A271CA" w14:paraId="3ECD6A34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4350A3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796537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12CCD51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2FFFC5C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970153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33 10 00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BEA03D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Water Distribution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A33A4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04316BE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544E0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33 24 13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41FC0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Monitoring Well Installation, Decommissioning, Refurbishment and Protection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96E1C5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D860F6C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CC53A3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33 31 00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B15B2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Industrial Waste and Sanitary Sewage Systems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C03815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C6DE090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B0A5EC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33 32 13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E2C925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Sewage Lift Station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24B439F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160B5DF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4CB7D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33 40 00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034E66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Site Drainage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76F114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C1BD48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D1F999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5390F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Storm Drainage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0EE2C07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4E31EB71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2B4D33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33 41 13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E17200C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Pipe for Storm Drains and Culverts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835420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986C389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C22280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33 42 13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566E73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Concrete Culverts, Headwalls and Miscellaneous Drainage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7C206A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5CD175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2082A74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33 46 00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E5142C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Subdrainage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E7BFE06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60649204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804C19D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33 46 16.19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984848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Pipe Underdrains for Airports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BDDA089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0FA020DF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429306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33 49 13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0F126A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Manholes, Catch Basins, Inlets and Inspection Holes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342400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25507D43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D19BEF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33 63 00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FBED24F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Steam Distribution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96E15D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1BE229F7" w14:textId="77777777" w:rsidR="00686E44" w:rsidRPr="00A271CA" w:rsidRDefault="00686E44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1F7CEC" w:rsidRPr="00A271CA" w14:paraId="64B36E32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E70AC2A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34</w:t>
            </w:r>
          </w:p>
          <w:p w14:paraId="5389B361" w14:textId="77777777" w:rsidR="001F7CEC" w:rsidRPr="00A271CA" w:rsidRDefault="001F7CEC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transportation</w:t>
            </w:r>
          </w:p>
        </w:tc>
      </w:tr>
      <w:tr w:rsidR="001F7CEC" w:rsidRPr="00A271CA" w14:paraId="1F8A3A53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2976BD3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6105A91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C6F2925" w14:textId="77777777" w:rsidR="001F7CEC" w:rsidRPr="00A271CA" w:rsidRDefault="001F7CEC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1F7CEC" w:rsidRPr="00A271CA" w14:paraId="2D4AB9E2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4EC396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34 11 00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61ECB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Railroad Work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8C233D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86D08C5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6C9EE97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34 43 23.16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BD2E861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Airport Wind Cones (FAA)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5299CB1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5D77D87B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9F63892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34 71 13.26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5E50C1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Roadway Guardrail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3F0C7F2E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  <w:tr w:rsidR="001F7CEC" w:rsidRPr="00A271CA" w14:paraId="390D622A" w14:textId="77777777" w:rsidTr="001F7CEC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B8DF8B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34 77 13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464B0D0" w14:textId="77777777" w:rsidR="001F7CEC" w:rsidRPr="00A271CA" w:rsidRDefault="001F7CEC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Aircraft Passenger Loading Bridge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DFE2D2" w14:textId="77777777" w:rsidR="001F7CEC" w:rsidRPr="00A271CA" w:rsidRDefault="001F7CEC" w:rsidP="00A271CA">
            <w:pPr>
              <w:rPr>
                <w:rFonts w:cs="Arial"/>
                <w:szCs w:val="22"/>
              </w:rPr>
            </w:pPr>
          </w:p>
        </w:tc>
      </w:tr>
    </w:tbl>
    <w:p w14:paraId="517BB0DC" w14:textId="77777777" w:rsidR="001F7CEC" w:rsidRPr="00A271CA" w:rsidRDefault="001F7CEC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DF759B" w:rsidRPr="00A271CA" w14:paraId="55DAF890" w14:textId="77777777" w:rsidTr="006252CF">
        <w:trPr>
          <w:cantSplit/>
          <w:tblHeader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113CCC54" w14:textId="77777777" w:rsidR="00DF759B" w:rsidRPr="00A271CA" w:rsidRDefault="00DF759B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35</w:t>
            </w:r>
          </w:p>
          <w:p w14:paraId="64777546" w14:textId="77777777" w:rsidR="00DF759B" w:rsidRPr="00A271CA" w:rsidRDefault="00DF759B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waterway and marine construction</w:t>
            </w:r>
          </w:p>
        </w:tc>
      </w:tr>
      <w:tr w:rsidR="00DF759B" w:rsidRPr="00A271CA" w14:paraId="10ED3A12" w14:textId="77777777" w:rsidTr="006252CF">
        <w:trPr>
          <w:cantSplit/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C7E8900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D5A92ED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6C36458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DF759B" w:rsidRPr="00A271CA" w14:paraId="228AE2C3" w14:textId="77777777" w:rsidTr="00170FA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7D97D8E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35 01 50.51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DB2B98D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Dredging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8557EC" w14:textId="77777777" w:rsidR="00DF759B" w:rsidRPr="00A271CA" w:rsidRDefault="00DF759B" w:rsidP="00A271CA">
            <w:pPr>
              <w:rPr>
                <w:rFonts w:cs="Arial"/>
                <w:szCs w:val="22"/>
              </w:rPr>
            </w:pPr>
          </w:p>
        </w:tc>
      </w:tr>
      <w:tr w:rsidR="00DF759B" w:rsidRPr="00A271CA" w14:paraId="2D4565B1" w14:textId="77777777" w:rsidTr="00DF759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52A0737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35 59 13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63A18B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Fender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21394629" w14:textId="77777777" w:rsidR="00DF759B" w:rsidRPr="00A271CA" w:rsidRDefault="00DF759B" w:rsidP="00A271CA">
            <w:pPr>
              <w:rPr>
                <w:rFonts w:cs="Arial"/>
                <w:szCs w:val="22"/>
              </w:rPr>
            </w:pPr>
          </w:p>
        </w:tc>
      </w:tr>
    </w:tbl>
    <w:p w14:paraId="5A5B0620" w14:textId="77777777" w:rsidR="00DF759B" w:rsidRPr="00A271CA" w:rsidRDefault="00DF759B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7200"/>
        <w:gridCol w:w="1728"/>
      </w:tblGrid>
      <w:tr w:rsidR="00DF759B" w:rsidRPr="00A271CA" w14:paraId="2B32A3A6" w14:textId="77777777" w:rsidTr="00170FA7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106D6C2" w14:textId="77777777" w:rsidR="00DF759B" w:rsidRPr="00A271CA" w:rsidRDefault="00DF759B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DIVISION 41</w:t>
            </w:r>
          </w:p>
          <w:p w14:paraId="2E69C837" w14:textId="77777777" w:rsidR="00DF759B" w:rsidRPr="00A271CA" w:rsidRDefault="00DF759B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lastRenderedPageBreak/>
              <w:t>material processing and handling equipment</w:t>
            </w:r>
          </w:p>
        </w:tc>
      </w:tr>
      <w:tr w:rsidR="00DF759B" w:rsidRPr="00A271CA" w14:paraId="26F41467" w14:textId="77777777" w:rsidTr="00170FA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0BCDD96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lastRenderedPageBreak/>
              <w:t>NUMBER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88DABDD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SECTION TITLE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E073E76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PREPARER</w:t>
            </w:r>
          </w:p>
        </w:tc>
      </w:tr>
      <w:tr w:rsidR="00DF759B" w:rsidRPr="00A271CA" w14:paraId="43B12375" w14:textId="77777777" w:rsidTr="00170FA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CBF7DAB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41 22 13.13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5945098C" w14:textId="77777777" w:rsidR="00DF759B" w:rsidRPr="00A271CA" w:rsidRDefault="00DF759B" w:rsidP="00A271CA">
            <w:pPr>
              <w:rPr>
                <w:rFonts w:cs="Arial"/>
                <w:color w:val="000000"/>
                <w:szCs w:val="22"/>
              </w:rPr>
            </w:pPr>
            <w:r w:rsidRPr="00A271CA">
              <w:rPr>
                <w:rFonts w:cs="Arial"/>
                <w:color w:val="000000"/>
                <w:szCs w:val="22"/>
              </w:rPr>
              <w:t>Bridge Cranes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88C2696" w14:textId="77777777" w:rsidR="00DF759B" w:rsidRPr="00A271CA" w:rsidRDefault="00DF759B" w:rsidP="00A271CA">
            <w:pPr>
              <w:rPr>
                <w:rFonts w:cs="Arial"/>
                <w:szCs w:val="22"/>
              </w:rPr>
            </w:pPr>
          </w:p>
        </w:tc>
      </w:tr>
    </w:tbl>
    <w:p w14:paraId="7DAA069B" w14:textId="77777777" w:rsidR="00DF759B" w:rsidRPr="00A271CA" w:rsidRDefault="00DF759B" w:rsidP="00A271CA">
      <w:pPr>
        <w:rPr>
          <w:rFonts w:cs="Arial"/>
          <w:szCs w:val="22"/>
        </w:rPr>
      </w:pPr>
    </w:p>
    <w:tbl>
      <w:tblPr>
        <w:tblW w:w="10368" w:type="dxa"/>
        <w:tblBorders>
          <w:top w:val="single" w:sz="12" w:space="0" w:color="auto"/>
          <w:bottom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8928"/>
      </w:tblGrid>
      <w:tr w:rsidR="00DF759B" w:rsidRPr="00A271CA" w14:paraId="04FD024E" w14:textId="77777777" w:rsidTr="00170FA7">
        <w:tc>
          <w:tcPr>
            <w:tcW w:w="10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ECC76F8" w14:textId="77777777" w:rsidR="00DF759B" w:rsidRPr="00A271CA" w:rsidRDefault="00DF759B" w:rsidP="00A271CA">
            <w:pPr>
              <w:rPr>
                <w:rFonts w:cs="Arial"/>
                <w:b/>
                <w:i/>
                <w:caps/>
                <w:szCs w:val="22"/>
              </w:rPr>
            </w:pPr>
            <w:r w:rsidRPr="00A271CA">
              <w:rPr>
                <w:rFonts w:cs="Arial"/>
                <w:b/>
                <w:i/>
                <w:caps/>
                <w:szCs w:val="22"/>
              </w:rPr>
              <w:t>appendices</w:t>
            </w:r>
          </w:p>
        </w:tc>
      </w:tr>
      <w:tr w:rsidR="00DF759B" w:rsidRPr="00A271CA" w14:paraId="6AAB1EE7" w14:textId="77777777" w:rsidTr="00170FA7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794E27B3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NUMBER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4655F52A" w14:textId="77777777" w:rsidR="00DF759B" w:rsidRPr="00A271CA" w:rsidRDefault="00DF759B" w:rsidP="00A271CA">
            <w:pPr>
              <w:jc w:val="center"/>
              <w:rPr>
                <w:rFonts w:cs="Arial"/>
                <w:b/>
                <w:i/>
                <w:szCs w:val="22"/>
              </w:rPr>
            </w:pPr>
            <w:r w:rsidRPr="00A271CA">
              <w:rPr>
                <w:rFonts w:cs="Arial"/>
                <w:b/>
                <w:i/>
                <w:szCs w:val="22"/>
              </w:rPr>
              <w:t>TITLE</w:t>
            </w:r>
          </w:p>
        </w:tc>
      </w:tr>
      <w:tr w:rsidR="00DF759B" w:rsidRPr="00A271CA" w14:paraId="77456E9F" w14:textId="77777777" w:rsidTr="00DF759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41CD6B2B" w14:textId="77777777" w:rsidR="00DF759B" w:rsidRPr="00A271CA" w:rsidRDefault="00DF759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Appendix A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00953601" w14:textId="543F33C5" w:rsidR="00DF759B" w:rsidRPr="00A271CA" w:rsidRDefault="00CB49EB" w:rsidP="00A271CA">
            <w:pPr>
              <w:rPr>
                <w:rFonts w:cs="Arial"/>
                <w:szCs w:val="22"/>
              </w:rPr>
            </w:pPr>
            <w:r w:rsidRPr="00A271CA">
              <w:rPr>
                <w:rFonts w:cs="Arial"/>
                <w:szCs w:val="22"/>
              </w:rPr>
              <w:t>Keep any that apply to the project.  Delete this section if nothing applies.</w:t>
            </w:r>
          </w:p>
        </w:tc>
      </w:tr>
      <w:tr w:rsidR="00DF759B" w:rsidRPr="00A271CA" w14:paraId="36708DD1" w14:textId="77777777" w:rsidTr="00DF759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</w:tcPr>
          <w:p w14:paraId="3DB1B4B0" w14:textId="77777777" w:rsidR="00DF759B" w:rsidRPr="00A271CA" w:rsidRDefault="00DF759B" w:rsidP="00A271CA">
            <w:pPr>
              <w:rPr>
                <w:rFonts w:cs="Arial"/>
                <w:szCs w:val="22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58" w:type="dxa"/>
              <w:bottom w:w="43" w:type="dxa"/>
              <w:right w:w="58" w:type="dxa"/>
            </w:tcMar>
            <w:vAlign w:val="center"/>
          </w:tcPr>
          <w:p w14:paraId="656D8ABE" w14:textId="068FC32C" w:rsidR="00DF759B" w:rsidRPr="00A271CA" w:rsidRDefault="00DF759B" w:rsidP="00A271CA">
            <w:pPr>
              <w:rPr>
                <w:rFonts w:cs="Arial"/>
                <w:szCs w:val="22"/>
              </w:rPr>
            </w:pPr>
          </w:p>
        </w:tc>
      </w:tr>
    </w:tbl>
    <w:p w14:paraId="16FD48E5" w14:textId="77777777" w:rsidR="00DF759B" w:rsidRPr="00A271CA" w:rsidRDefault="00DF759B" w:rsidP="00A271CA">
      <w:pPr>
        <w:rPr>
          <w:rFonts w:cs="Arial"/>
          <w:szCs w:val="22"/>
        </w:rPr>
      </w:pPr>
    </w:p>
    <w:bookmarkEnd w:id="0"/>
    <w:p w14:paraId="0DE234FD" w14:textId="77777777" w:rsidR="00DF759B" w:rsidRPr="00686E44" w:rsidRDefault="00DF759B" w:rsidP="00E43CA7">
      <w:pPr>
        <w:rPr>
          <w:rFonts w:cs="Arial"/>
          <w:szCs w:val="22"/>
        </w:rPr>
      </w:pPr>
    </w:p>
    <w:sectPr w:rsidR="00DF759B" w:rsidRPr="00686E44" w:rsidSect="00134363">
      <w:headerReference w:type="default" r:id="rId10"/>
      <w:footerReference w:type="default" r:id="rId11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D9060" w14:textId="77777777" w:rsidR="003029AD" w:rsidRDefault="003029AD">
      <w:r>
        <w:separator/>
      </w:r>
    </w:p>
  </w:endnote>
  <w:endnote w:type="continuationSeparator" w:id="0">
    <w:p w14:paraId="69DBA115" w14:textId="77777777" w:rsidR="003029AD" w:rsidRDefault="0030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94B49" w14:textId="77777777" w:rsidR="001F7CEC" w:rsidRPr="00A616FE" w:rsidRDefault="001F7CEC" w:rsidP="00CE3E80">
    <w:pPr>
      <w:pStyle w:val="Footer"/>
    </w:pPr>
    <w:r>
      <w:t>MC-XXXXXXX / WP #XXXXXX</w:t>
    </w:r>
  </w:p>
  <w:p w14:paraId="25B9ED6A" w14:textId="62161858" w:rsidR="001F7CEC" w:rsidRPr="00CE3E80" w:rsidRDefault="002061EA" w:rsidP="00CE3E80">
    <w:pPr>
      <w:pStyle w:val="Footer"/>
    </w:pPr>
    <w:r>
      <w:t xml:space="preserve">Rev. </w:t>
    </w:r>
    <w:r w:rsidR="00CB49EB">
      <w:t>8</w:t>
    </w:r>
    <w:r w:rsidR="00292C43">
      <w:t>/</w:t>
    </w:r>
    <w:r w:rsidR="00CB49EB">
      <w:t>12</w:t>
    </w:r>
    <w:r w:rsidR="00292C43">
      <w:t>/202</w:t>
    </w:r>
    <w:r w:rsidR="00E0324D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4C560" w14:textId="77777777" w:rsidR="003029AD" w:rsidRDefault="003029AD">
      <w:r>
        <w:separator/>
      </w:r>
    </w:p>
  </w:footnote>
  <w:footnote w:type="continuationSeparator" w:id="0">
    <w:p w14:paraId="66080F26" w14:textId="77777777" w:rsidR="003029AD" w:rsidRDefault="00302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A54F1" w14:textId="77777777" w:rsidR="001F7CEC" w:rsidRDefault="001F7CEC">
    <w:pPr>
      <w:pStyle w:val="Header"/>
    </w:pPr>
    <w:r>
      <w:t>TABLE OF CONTENTS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8765A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36424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B5AE9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784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3C5F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083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F889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82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504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F87E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1" w15:restartNumberingAfterBreak="0">
    <w:nsid w:val="49F46555"/>
    <w:multiLevelType w:val="multilevel"/>
    <w:tmpl w:val="97D07C32"/>
    <w:lvl w:ilvl="0">
      <w:start w:val="1"/>
      <w:numFmt w:val="decimal"/>
      <w:suff w:val="nothing"/>
      <w:lvlText w:val="PART %1 "/>
      <w:lvlJc w:val="left"/>
      <w:pPr>
        <w:ind w:left="72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u w:val="single"/>
        <w:vertAlign w:val="baseline"/>
      </w:rPr>
    </w:lvl>
    <w:lvl w:ilvl="1">
      <w:start w:val="1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vertAlign w:val="baseline"/>
      </w:rPr>
    </w:lvl>
    <w:lvl w:ilvl="8">
      <w:start w:val="1"/>
      <w:numFmt w:val="upperLetter"/>
      <w:lvlText w:val="(%9)"/>
      <w:lvlJc w:val="left"/>
      <w:pPr>
        <w:tabs>
          <w:tab w:val="num" w:pos="7200"/>
        </w:tabs>
        <w:ind w:left="7200" w:hanging="7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2"/>
        <w:u w:val="none"/>
        <w:vertAlign w:val="baseline"/>
      </w:rPr>
    </w:lvl>
  </w:abstractNum>
  <w:num w:numId="1" w16cid:durableId="134687825">
    <w:abstractNumId w:val="11"/>
  </w:num>
  <w:num w:numId="2" w16cid:durableId="1417362805">
    <w:abstractNumId w:val="9"/>
  </w:num>
  <w:num w:numId="3" w16cid:durableId="71585896">
    <w:abstractNumId w:val="7"/>
  </w:num>
  <w:num w:numId="4" w16cid:durableId="1952199599">
    <w:abstractNumId w:val="6"/>
  </w:num>
  <w:num w:numId="5" w16cid:durableId="1820031801">
    <w:abstractNumId w:val="5"/>
  </w:num>
  <w:num w:numId="6" w16cid:durableId="263343911">
    <w:abstractNumId w:val="4"/>
  </w:num>
  <w:num w:numId="7" w16cid:durableId="1526863520">
    <w:abstractNumId w:val="8"/>
  </w:num>
  <w:num w:numId="8" w16cid:durableId="774909178">
    <w:abstractNumId w:val="3"/>
  </w:num>
  <w:num w:numId="9" w16cid:durableId="759526235">
    <w:abstractNumId w:val="2"/>
  </w:num>
  <w:num w:numId="10" w16cid:durableId="971907379">
    <w:abstractNumId w:val="1"/>
  </w:num>
  <w:num w:numId="11" w16cid:durableId="1555964648">
    <w:abstractNumId w:val="0"/>
  </w:num>
  <w:num w:numId="12" w16cid:durableId="14929116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efaultTableStyle w:val="TableSimple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5247"/>
    <w:rsid w:val="00026888"/>
    <w:rsid w:val="000535E2"/>
    <w:rsid w:val="000567D1"/>
    <w:rsid w:val="000731A6"/>
    <w:rsid w:val="00074F85"/>
    <w:rsid w:val="000A2539"/>
    <w:rsid w:val="000C1415"/>
    <w:rsid w:val="000D15AA"/>
    <w:rsid w:val="00103B67"/>
    <w:rsid w:val="001047C6"/>
    <w:rsid w:val="001133EF"/>
    <w:rsid w:val="00134363"/>
    <w:rsid w:val="00156870"/>
    <w:rsid w:val="001607D5"/>
    <w:rsid w:val="00162CBA"/>
    <w:rsid w:val="00166542"/>
    <w:rsid w:val="00170FA7"/>
    <w:rsid w:val="001716DB"/>
    <w:rsid w:val="00172108"/>
    <w:rsid w:val="00176628"/>
    <w:rsid w:val="001777B0"/>
    <w:rsid w:val="00194CE7"/>
    <w:rsid w:val="001A6E3F"/>
    <w:rsid w:val="001B024E"/>
    <w:rsid w:val="001B2A41"/>
    <w:rsid w:val="001C04CA"/>
    <w:rsid w:val="001E3720"/>
    <w:rsid w:val="001F7CEC"/>
    <w:rsid w:val="002061EA"/>
    <w:rsid w:val="00210AD9"/>
    <w:rsid w:val="00233A80"/>
    <w:rsid w:val="0023547D"/>
    <w:rsid w:val="00242E4B"/>
    <w:rsid w:val="0025647A"/>
    <w:rsid w:val="00257E5C"/>
    <w:rsid w:val="002637EF"/>
    <w:rsid w:val="00274B27"/>
    <w:rsid w:val="00286F40"/>
    <w:rsid w:val="00292C43"/>
    <w:rsid w:val="002A2475"/>
    <w:rsid w:val="002B6081"/>
    <w:rsid w:val="002D47C8"/>
    <w:rsid w:val="002D4967"/>
    <w:rsid w:val="002D5422"/>
    <w:rsid w:val="002E1D69"/>
    <w:rsid w:val="002E2006"/>
    <w:rsid w:val="002F3910"/>
    <w:rsid w:val="003029AD"/>
    <w:rsid w:val="0031777C"/>
    <w:rsid w:val="00326D49"/>
    <w:rsid w:val="00332000"/>
    <w:rsid w:val="00337933"/>
    <w:rsid w:val="00343AEC"/>
    <w:rsid w:val="00352619"/>
    <w:rsid w:val="00354D35"/>
    <w:rsid w:val="00367F05"/>
    <w:rsid w:val="00374346"/>
    <w:rsid w:val="00374CC2"/>
    <w:rsid w:val="00374EB9"/>
    <w:rsid w:val="0037716A"/>
    <w:rsid w:val="00397936"/>
    <w:rsid w:val="003B0C3B"/>
    <w:rsid w:val="003C158B"/>
    <w:rsid w:val="003C5FD9"/>
    <w:rsid w:val="003D0557"/>
    <w:rsid w:val="003E05E6"/>
    <w:rsid w:val="003E7BDA"/>
    <w:rsid w:val="004059B3"/>
    <w:rsid w:val="00411FBB"/>
    <w:rsid w:val="00424C9E"/>
    <w:rsid w:val="0043156B"/>
    <w:rsid w:val="00442E39"/>
    <w:rsid w:val="0044437B"/>
    <w:rsid w:val="004463E0"/>
    <w:rsid w:val="004579CE"/>
    <w:rsid w:val="004759D8"/>
    <w:rsid w:val="004A115F"/>
    <w:rsid w:val="004B04DA"/>
    <w:rsid w:val="004C5500"/>
    <w:rsid w:val="004E27A2"/>
    <w:rsid w:val="004E29BE"/>
    <w:rsid w:val="004E65D2"/>
    <w:rsid w:val="004E6B36"/>
    <w:rsid w:val="004E70DE"/>
    <w:rsid w:val="004E7C26"/>
    <w:rsid w:val="004F7268"/>
    <w:rsid w:val="00515B8D"/>
    <w:rsid w:val="00515F9E"/>
    <w:rsid w:val="00552E66"/>
    <w:rsid w:val="0055653B"/>
    <w:rsid w:val="00560E65"/>
    <w:rsid w:val="005869B3"/>
    <w:rsid w:val="005907AB"/>
    <w:rsid w:val="005C2CCE"/>
    <w:rsid w:val="005C5247"/>
    <w:rsid w:val="005E63A9"/>
    <w:rsid w:val="005F2558"/>
    <w:rsid w:val="00607CD0"/>
    <w:rsid w:val="006170F0"/>
    <w:rsid w:val="00621526"/>
    <w:rsid w:val="006252CF"/>
    <w:rsid w:val="0062632A"/>
    <w:rsid w:val="00626865"/>
    <w:rsid w:val="0063052A"/>
    <w:rsid w:val="0067047E"/>
    <w:rsid w:val="00672625"/>
    <w:rsid w:val="00674ECF"/>
    <w:rsid w:val="00686E44"/>
    <w:rsid w:val="006D3432"/>
    <w:rsid w:val="006D7421"/>
    <w:rsid w:val="00700882"/>
    <w:rsid w:val="00734900"/>
    <w:rsid w:val="00743B33"/>
    <w:rsid w:val="00751759"/>
    <w:rsid w:val="00756EFD"/>
    <w:rsid w:val="00786179"/>
    <w:rsid w:val="007A31CC"/>
    <w:rsid w:val="007A7170"/>
    <w:rsid w:val="00801F03"/>
    <w:rsid w:val="00802918"/>
    <w:rsid w:val="008030F3"/>
    <w:rsid w:val="00803FA4"/>
    <w:rsid w:val="00810289"/>
    <w:rsid w:val="00815CB3"/>
    <w:rsid w:val="00836D89"/>
    <w:rsid w:val="008460B5"/>
    <w:rsid w:val="00847EC7"/>
    <w:rsid w:val="008820CF"/>
    <w:rsid w:val="0089065E"/>
    <w:rsid w:val="00891C2A"/>
    <w:rsid w:val="008A6088"/>
    <w:rsid w:val="008B1A0A"/>
    <w:rsid w:val="008B2617"/>
    <w:rsid w:val="008C2CD1"/>
    <w:rsid w:val="008C51B8"/>
    <w:rsid w:val="008C71F8"/>
    <w:rsid w:val="008D1D84"/>
    <w:rsid w:val="008F4A25"/>
    <w:rsid w:val="008F7ABB"/>
    <w:rsid w:val="00917DF1"/>
    <w:rsid w:val="00922C75"/>
    <w:rsid w:val="00944BE7"/>
    <w:rsid w:val="009539CC"/>
    <w:rsid w:val="009556CA"/>
    <w:rsid w:val="00955EC5"/>
    <w:rsid w:val="00961E08"/>
    <w:rsid w:val="00965569"/>
    <w:rsid w:val="009821F8"/>
    <w:rsid w:val="00982B64"/>
    <w:rsid w:val="00983B45"/>
    <w:rsid w:val="00992808"/>
    <w:rsid w:val="009A02EC"/>
    <w:rsid w:val="009F13F8"/>
    <w:rsid w:val="00A04424"/>
    <w:rsid w:val="00A1095E"/>
    <w:rsid w:val="00A23C65"/>
    <w:rsid w:val="00A271CA"/>
    <w:rsid w:val="00A30B85"/>
    <w:rsid w:val="00A616FE"/>
    <w:rsid w:val="00A71CD1"/>
    <w:rsid w:val="00A801D5"/>
    <w:rsid w:val="00A82737"/>
    <w:rsid w:val="00A83CE9"/>
    <w:rsid w:val="00AA4B1B"/>
    <w:rsid w:val="00AC2568"/>
    <w:rsid w:val="00AD5BA1"/>
    <w:rsid w:val="00AF6AB2"/>
    <w:rsid w:val="00B13F85"/>
    <w:rsid w:val="00B27A32"/>
    <w:rsid w:val="00B37CEB"/>
    <w:rsid w:val="00B605E1"/>
    <w:rsid w:val="00B64026"/>
    <w:rsid w:val="00B728C3"/>
    <w:rsid w:val="00B77724"/>
    <w:rsid w:val="00B81E2C"/>
    <w:rsid w:val="00B83833"/>
    <w:rsid w:val="00B84D55"/>
    <w:rsid w:val="00B91E4A"/>
    <w:rsid w:val="00BB669A"/>
    <w:rsid w:val="00BC7661"/>
    <w:rsid w:val="00BD3017"/>
    <w:rsid w:val="00BD3A0B"/>
    <w:rsid w:val="00BE2529"/>
    <w:rsid w:val="00BE26D3"/>
    <w:rsid w:val="00BF0DEC"/>
    <w:rsid w:val="00C01117"/>
    <w:rsid w:val="00C031E0"/>
    <w:rsid w:val="00C0551B"/>
    <w:rsid w:val="00C07AA7"/>
    <w:rsid w:val="00C12DBD"/>
    <w:rsid w:val="00C13650"/>
    <w:rsid w:val="00C14D84"/>
    <w:rsid w:val="00C1551D"/>
    <w:rsid w:val="00C27E3D"/>
    <w:rsid w:val="00C35326"/>
    <w:rsid w:val="00C35CA5"/>
    <w:rsid w:val="00C40072"/>
    <w:rsid w:val="00C77B1D"/>
    <w:rsid w:val="00CB49EB"/>
    <w:rsid w:val="00CC5710"/>
    <w:rsid w:val="00CD1984"/>
    <w:rsid w:val="00CE3490"/>
    <w:rsid w:val="00CE3E80"/>
    <w:rsid w:val="00CF4AEC"/>
    <w:rsid w:val="00D01B36"/>
    <w:rsid w:val="00D10717"/>
    <w:rsid w:val="00D11EB7"/>
    <w:rsid w:val="00D22E5D"/>
    <w:rsid w:val="00D2542B"/>
    <w:rsid w:val="00D43DB6"/>
    <w:rsid w:val="00D5572A"/>
    <w:rsid w:val="00D62C80"/>
    <w:rsid w:val="00D67DDC"/>
    <w:rsid w:val="00D941BC"/>
    <w:rsid w:val="00DB23EC"/>
    <w:rsid w:val="00DC4D13"/>
    <w:rsid w:val="00DD240C"/>
    <w:rsid w:val="00DE0DEB"/>
    <w:rsid w:val="00DE3940"/>
    <w:rsid w:val="00DE5751"/>
    <w:rsid w:val="00DE6104"/>
    <w:rsid w:val="00DF759B"/>
    <w:rsid w:val="00DF7B9E"/>
    <w:rsid w:val="00E01614"/>
    <w:rsid w:val="00E0324D"/>
    <w:rsid w:val="00E05477"/>
    <w:rsid w:val="00E10503"/>
    <w:rsid w:val="00E25FD0"/>
    <w:rsid w:val="00E268B4"/>
    <w:rsid w:val="00E41722"/>
    <w:rsid w:val="00E43CA7"/>
    <w:rsid w:val="00E5398A"/>
    <w:rsid w:val="00E743B4"/>
    <w:rsid w:val="00E74454"/>
    <w:rsid w:val="00E74DC5"/>
    <w:rsid w:val="00E9251B"/>
    <w:rsid w:val="00EB1713"/>
    <w:rsid w:val="00EB3C69"/>
    <w:rsid w:val="00EB794C"/>
    <w:rsid w:val="00EC2658"/>
    <w:rsid w:val="00F019A4"/>
    <w:rsid w:val="00F235BD"/>
    <w:rsid w:val="00F40E7A"/>
    <w:rsid w:val="00F575C1"/>
    <w:rsid w:val="00F60099"/>
    <w:rsid w:val="00F71832"/>
    <w:rsid w:val="00F8500A"/>
    <w:rsid w:val="00F8667B"/>
    <w:rsid w:val="00F962D7"/>
    <w:rsid w:val="00FA1316"/>
    <w:rsid w:val="00FA665D"/>
    <w:rsid w:val="00FC301D"/>
    <w:rsid w:val="00FE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0D15C"/>
  <w15:chartTrackingRefBased/>
  <w15:docId w15:val="{47E35B11-C425-4646-9DA8-5ACAACD5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4454"/>
    <w:rPr>
      <w:rFonts w:ascii="Arial" w:hAnsi="Arial"/>
      <w:sz w:val="22"/>
    </w:rPr>
  </w:style>
  <w:style w:type="paragraph" w:styleId="Heading1">
    <w:name w:val="heading 1"/>
    <w:next w:val="Normal"/>
    <w:qFormat/>
    <w:rsid w:val="00E74454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E74454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E74454"/>
    <w:pPr>
      <w:keepLines/>
      <w:spacing w:before="240" w:after="120"/>
      <w:ind w:left="720"/>
      <w:jc w:val="center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paragraph" w:styleId="Heading4">
    <w:name w:val="heading 4"/>
    <w:basedOn w:val="Normal"/>
    <w:next w:val="Normal"/>
    <w:qFormat/>
    <w:rsid w:val="00CE3E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E3E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E3E80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CE3E80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E3E8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E3E80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">
    <w:name w:val="Note"/>
    <w:basedOn w:val="BodyText"/>
    <w:next w:val="Normal"/>
    <w:rsid w:val="00E74454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styleId="BalloonText">
    <w:name w:val="Balloon Text"/>
    <w:basedOn w:val="Normal"/>
    <w:link w:val="BalloonTextChar"/>
    <w:rsid w:val="002637EF"/>
    <w:rPr>
      <w:rFonts w:ascii="Tahoma" w:hAnsi="Tahoma" w:cs="Tahoma"/>
      <w:sz w:val="16"/>
      <w:szCs w:val="16"/>
    </w:rPr>
  </w:style>
  <w:style w:type="table" w:styleId="TableSimple1">
    <w:name w:val="Table Simple 1"/>
    <w:basedOn w:val="TableNormal"/>
    <w:rsid w:val="00E74454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styleId="Header">
    <w:name w:val="header"/>
    <w:basedOn w:val="BodyText"/>
    <w:semiHidden/>
    <w:rsid w:val="00E74454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0"/>
      <w:sz w:val="18"/>
    </w:rPr>
  </w:style>
  <w:style w:type="paragraph" w:styleId="Footer">
    <w:name w:val="footer"/>
    <w:basedOn w:val="Header"/>
    <w:semiHidden/>
    <w:rsid w:val="00E74454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NumberedMaterial">
    <w:name w:val="Numbered Material"/>
    <w:basedOn w:val="BodyText"/>
    <w:rsid w:val="00E74454"/>
    <w:pPr>
      <w:numPr>
        <w:numId w:val="12"/>
      </w:numPr>
    </w:pPr>
  </w:style>
  <w:style w:type="paragraph" w:styleId="BodyText">
    <w:name w:val="Body Text"/>
    <w:semiHidden/>
    <w:rsid w:val="00E74454"/>
    <w:pPr>
      <w:spacing w:after="120"/>
      <w:ind w:left="720"/>
    </w:pPr>
    <w:rPr>
      <w:rFonts w:ascii="Arial" w:hAnsi="Arial"/>
      <w:sz w:val="22"/>
      <w:szCs w:val="24"/>
    </w:rPr>
  </w:style>
  <w:style w:type="paragraph" w:styleId="EnvelopeAddress">
    <w:name w:val="envelope address"/>
    <w:basedOn w:val="Normal"/>
    <w:semiHidden/>
    <w:rsid w:val="00CE3E80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CE3E80"/>
    <w:rPr>
      <w:rFonts w:cs="Arial"/>
      <w:sz w:val="20"/>
    </w:rPr>
  </w:style>
  <w:style w:type="paragraph" w:styleId="FootnoteText">
    <w:name w:val="footnote text"/>
    <w:basedOn w:val="Normal"/>
    <w:semiHidden/>
    <w:rsid w:val="00CE3E80"/>
    <w:rPr>
      <w:sz w:val="20"/>
    </w:rPr>
  </w:style>
  <w:style w:type="paragraph" w:styleId="HTMLAddress">
    <w:name w:val="HTML Address"/>
    <w:basedOn w:val="Normal"/>
    <w:semiHidden/>
    <w:rsid w:val="00CE3E80"/>
    <w:rPr>
      <w:i/>
      <w:iCs/>
    </w:rPr>
  </w:style>
  <w:style w:type="paragraph" w:styleId="HTMLPreformatted">
    <w:name w:val="HTML Preformatted"/>
    <w:basedOn w:val="Normal"/>
    <w:semiHidden/>
    <w:rsid w:val="00CE3E80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CE3E80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CE3E80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CE3E80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CE3E80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CE3E80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CE3E80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CE3E80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CE3E80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CE3E80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CE3E80"/>
    <w:rPr>
      <w:rFonts w:cs="Arial"/>
      <w:b/>
      <w:bCs/>
    </w:rPr>
  </w:style>
  <w:style w:type="paragraph" w:styleId="List">
    <w:name w:val="List"/>
    <w:basedOn w:val="Normal"/>
    <w:semiHidden/>
    <w:rsid w:val="00CE3E80"/>
    <w:pPr>
      <w:ind w:left="360" w:hanging="360"/>
    </w:pPr>
  </w:style>
  <w:style w:type="paragraph" w:styleId="ListBullet">
    <w:name w:val="List Bullet"/>
    <w:basedOn w:val="Normal"/>
    <w:semiHidden/>
    <w:rsid w:val="00CE3E80"/>
    <w:pPr>
      <w:numPr>
        <w:numId w:val="2"/>
      </w:numPr>
    </w:pPr>
  </w:style>
  <w:style w:type="paragraph" w:customStyle="1" w:styleId="End">
    <w:name w:val="End"/>
    <w:basedOn w:val="BodyText"/>
    <w:semiHidden/>
    <w:rsid w:val="00E74454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table" w:styleId="TableGrid">
    <w:name w:val="Table Grid"/>
    <w:basedOn w:val="TableNormal"/>
    <w:rsid w:val="00E74454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customStyle="1" w:styleId="BalloonTextChar">
    <w:name w:val="Balloon Text Char"/>
    <w:link w:val="BalloonText"/>
    <w:rsid w:val="002637EF"/>
    <w:rPr>
      <w:rFonts w:ascii="Tahoma" w:hAnsi="Tahoma" w:cs="Tahoma"/>
      <w:sz w:val="16"/>
      <w:szCs w:val="16"/>
    </w:rPr>
  </w:style>
  <w:style w:type="table" w:styleId="TableList1">
    <w:name w:val="Table List 1"/>
    <w:basedOn w:val="TableNormal"/>
    <w:rsid w:val="00424C9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unhideWhenUsed/>
    <w:rsid w:val="00397936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97936"/>
    <w:rPr>
      <w:color w:val="800080"/>
      <w:u w:val="single"/>
    </w:rPr>
  </w:style>
  <w:style w:type="paragraph" w:customStyle="1" w:styleId="xl63">
    <w:name w:val="xl63"/>
    <w:basedOn w:val="Normal"/>
    <w:rsid w:val="0039793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64">
    <w:name w:val="xl64"/>
    <w:basedOn w:val="Normal"/>
    <w:rsid w:val="003979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65">
    <w:name w:val="xl65"/>
    <w:basedOn w:val="Normal"/>
    <w:rsid w:val="00397936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66">
    <w:name w:val="xl66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67">
    <w:name w:val="xl67"/>
    <w:basedOn w:val="Normal"/>
    <w:rsid w:val="0039793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68">
    <w:name w:val="xl68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69">
    <w:name w:val="xl69"/>
    <w:basedOn w:val="Normal"/>
    <w:rsid w:val="003979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70">
    <w:name w:val="xl70"/>
    <w:basedOn w:val="Normal"/>
    <w:rsid w:val="003979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71">
    <w:name w:val="xl71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72">
    <w:name w:val="xl72"/>
    <w:basedOn w:val="Normal"/>
    <w:rsid w:val="003979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73">
    <w:name w:val="xl73"/>
    <w:basedOn w:val="Normal"/>
    <w:rsid w:val="003979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74">
    <w:name w:val="xl74"/>
    <w:basedOn w:val="Normal"/>
    <w:rsid w:val="003979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75">
    <w:name w:val="xl75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76">
    <w:name w:val="xl76"/>
    <w:basedOn w:val="Normal"/>
    <w:rsid w:val="00397936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rsid w:val="0039793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78">
    <w:name w:val="xl78"/>
    <w:basedOn w:val="Normal"/>
    <w:rsid w:val="003979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"/>
    <w:rsid w:val="0039793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80">
    <w:name w:val="xl80"/>
    <w:basedOn w:val="Normal"/>
    <w:rsid w:val="003979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81">
    <w:name w:val="xl81"/>
    <w:basedOn w:val="Normal"/>
    <w:rsid w:val="003979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82">
    <w:name w:val="xl82"/>
    <w:basedOn w:val="Normal"/>
    <w:rsid w:val="003979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83">
    <w:name w:val="xl83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"/>
    <w:rsid w:val="003979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3979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i/>
      <w:iCs/>
      <w:sz w:val="24"/>
      <w:szCs w:val="24"/>
    </w:rPr>
  </w:style>
  <w:style w:type="paragraph" w:styleId="Revision">
    <w:name w:val="Revision"/>
    <w:hidden/>
    <w:uiPriority w:val="99"/>
    <w:semiHidden/>
    <w:rsid w:val="00292C4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7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pec\Spec%20Book%20-%20Stand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9" ma:contentTypeDescription="Create a new document." ma:contentTypeScope="" ma:versionID="5b56c9b2197b13fdb3f3a3e142915cba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8284b1a40a707f28df23383604a914ff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9C3386-1A95-43C8-A1D5-E8F91E14A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252a6-fff0-4742-b627-ddb6d2ac043f"/>
    <ds:schemaRef ds:uri="15ed90e8-e1fe-4b87-b49c-2b87c4d22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4437B-FFB8-4063-867E-62944E204E40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ed90e8-e1fe-4b87-b49c-2b87c4d22ee0"/>
    <ds:schemaRef ds:uri="http://purl.org/dc/terms/"/>
    <ds:schemaRef ds:uri="http://schemas.microsoft.com/office/2006/documentManagement/types"/>
    <ds:schemaRef ds:uri="http://purl.org/dc/dcmitype/"/>
    <ds:schemaRef ds:uri="d07252a6-fff0-4742-b627-ddb6d2ac043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ED7C52-7E16-4805-A5A7-FD82ABCE66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 Book - Standard</Template>
  <TotalTime>5</TotalTime>
  <Pages>14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Port of Seattle</Company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Sherry Arciniega</dc:creator>
  <cp:keywords/>
  <cp:lastModifiedBy>Maldonado, Yanet</cp:lastModifiedBy>
  <cp:revision>10</cp:revision>
  <cp:lastPrinted>2014-05-22T18:49:00Z</cp:lastPrinted>
  <dcterms:created xsi:type="dcterms:W3CDTF">2022-06-10T22:33:00Z</dcterms:created>
  <dcterms:modified xsi:type="dcterms:W3CDTF">2024-08-13T01:18:00Z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</Properties>
</file>