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CF3BE5" w14:textId="77777777" w:rsidR="006D645B" w:rsidRDefault="006D645B" w:rsidP="006D645B">
      <w:pPr>
        <w:pStyle w:val="Note"/>
      </w:pPr>
      <w:bookmarkStart w:id="0" w:name="_GoBack"/>
      <w:bookmarkEnd w:id="0"/>
      <w:r>
        <w:t>READ THIS FIRST</w:t>
      </w:r>
    </w:p>
    <w:p w14:paraId="113969A1" w14:textId="77777777" w:rsidR="00C55C81" w:rsidRDefault="00C55C81" w:rsidP="00C55C81">
      <w:pPr>
        <w:pStyle w:val="Note"/>
      </w:pPr>
      <w:r>
        <w:t>Notice to the Design Engineer, please refer to the Port of Seattle, Facilities and Infrastructure standards for reference before editing this specification.</w:t>
      </w:r>
    </w:p>
    <w:p w14:paraId="62960A1F" w14:textId="77777777" w:rsidR="006D645B" w:rsidRPr="00115E23" w:rsidRDefault="006D645B" w:rsidP="006D645B">
      <w:pPr>
        <w:pStyle w:val="Note"/>
      </w:pPr>
      <w:r w:rsidRPr="00115E23">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310F2FCA" w14:textId="77777777" w:rsidR="006D645B" w:rsidRPr="00115E23" w:rsidRDefault="006D645B" w:rsidP="006D645B">
      <w:pPr>
        <w:pStyle w:val="Note"/>
      </w:pPr>
      <w:r w:rsidRPr="00115E23">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w:t>
      </w:r>
      <w:r>
        <w:t>Tab</w:t>
      </w:r>
      <w:r w:rsidRPr="00115E23">
        <w:t>) or demoted (Shift-Tab).</w:t>
      </w:r>
    </w:p>
    <w:p w14:paraId="2EA91AC5" w14:textId="77777777" w:rsidR="006D645B" w:rsidRPr="006D645B" w:rsidRDefault="006D645B" w:rsidP="006D645B">
      <w:pPr>
        <w:pStyle w:val="Note"/>
      </w:pPr>
      <w:r w:rsidRPr="00115E23">
        <w:t>You should not have to manually enter extra spaces, carriage returns or outline characters such as A, B, C, or 1.01, 1.02; the formatting will do this for you. The entire document is 11 pt. Arial. If you paste items in, you may need to reapply the “Numbered Material” format.</w:t>
      </w:r>
      <w:r w:rsidR="00775B6D">
        <w:t xml:space="preserve"> </w:t>
      </w:r>
    </w:p>
    <w:p w14:paraId="2874CEDC" w14:textId="77777777" w:rsidR="00252AB2" w:rsidRPr="00FD62B3" w:rsidRDefault="00252AB2" w:rsidP="00FD62B3">
      <w:pPr>
        <w:pStyle w:val="NumberedMaterial"/>
        <w:rPr>
          <w:u w:val="single"/>
        </w:rPr>
      </w:pPr>
      <w:r w:rsidRPr="00FD62B3">
        <w:rPr>
          <w:u w:val="single"/>
        </w:rPr>
        <w:t>GENERAL</w:t>
      </w:r>
    </w:p>
    <w:p w14:paraId="243098DA" w14:textId="77777777" w:rsidR="00C04D0D" w:rsidRDefault="00252AB2" w:rsidP="00FD62B3">
      <w:pPr>
        <w:pStyle w:val="NumberedMaterial"/>
        <w:numPr>
          <w:ilvl w:val="1"/>
          <w:numId w:val="16"/>
        </w:numPr>
      </w:pPr>
      <w:r>
        <w:t>SUMMARY</w:t>
      </w:r>
      <w:r w:rsidR="002C622D">
        <w:t xml:space="preserve"> OF WORK</w:t>
      </w:r>
    </w:p>
    <w:p w14:paraId="7764AF3F" w14:textId="77777777" w:rsidR="00C04D0D" w:rsidRDefault="002C622D" w:rsidP="00D35272">
      <w:pPr>
        <w:pStyle w:val="NumberedMaterial"/>
        <w:numPr>
          <w:ilvl w:val="2"/>
          <w:numId w:val="16"/>
        </w:numPr>
      </w:pPr>
      <w:r w:rsidRPr="00703F71">
        <w:t xml:space="preserve">The extent and location </w:t>
      </w:r>
      <w:r w:rsidR="00136348" w:rsidRPr="00703F71">
        <w:t>of “</w:t>
      </w:r>
      <w:r w:rsidRPr="00FD62B3">
        <w:t>Communications Standard for Labeling and Nomenclature</w:t>
      </w:r>
      <w:r w:rsidR="00136348">
        <w:t>”</w:t>
      </w:r>
      <w:r w:rsidR="00136348" w:rsidRPr="00703F71">
        <w:t xml:space="preserve"> </w:t>
      </w:r>
      <w:r w:rsidR="00A3568F">
        <w:t>Work</w:t>
      </w:r>
      <w:r w:rsidRPr="00703F71">
        <w:t xml:space="preserve"> is shown in the Contract Documents. </w:t>
      </w:r>
      <w:r w:rsidR="00A3568F">
        <w:t>This s</w:t>
      </w:r>
      <w:r w:rsidR="00252AB2">
        <w:t>ection includes the label formatting and structure requirements</w:t>
      </w:r>
      <w:r w:rsidR="00D35272" w:rsidRPr="00D35272">
        <w:t>,</w:t>
      </w:r>
      <w:r w:rsidR="00252AB2">
        <w:t xml:space="preserve"> and is intended to work in conjunction with Port of Seattle</w:t>
      </w:r>
      <w:r w:rsidR="008A0626">
        <w:t xml:space="preserve"> specification </w:t>
      </w:r>
      <w:r w:rsidR="008A0626" w:rsidRPr="006B15B8">
        <w:t xml:space="preserve">Section </w:t>
      </w:r>
      <w:r w:rsidR="006B15B8">
        <w:t>27 05 53</w:t>
      </w:r>
      <w:r w:rsidR="006B15B8" w:rsidRPr="00FD62B3">
        <w:t xml:space="preserve"> </w:t>
      </w:r>
      <w:r w:rsidR="00D26BFD">
        <w:t>-</w:t>
      </w:r>
      <w:r w:rsidR="00252AB2">
        <w:t xml:space="preserve"> Identification and Labeling and TIA-606 “The Administration Standard for the Telecommunications Infrastructure of Commercial Buildings”.</w:t>
      </w:r>
    </w:p>
    <w:p w14:paraId="6CA3EBBC" w14:textId="77777777" w:rsidR="002C622D" w:rsidRPr="0052403D" w:rsidRDefault="002C622D" w:rsidP="00FD62B3">
      <w:pPr>
        <w:pStyle w:val="NumberedMaterial"/>
        <w:numPr>
          <w:ilvl w:val="1"/>
          <w:numId w:val="16"/>
        </w:numPr>
        <w:rPr>
          <w:rFonts w:cs="Arial"/>
          <w:szCs w:val="22"/>
        </w:rPr>
      </w:pPr>
      <w:r>
        <w:t xml:space="preserve">GOVERNING CODES, STANDARDS AND </w:t>
      </w:r>
      <w:r w:rsidRPr="00130299">
        <w:t>REFERENCES</w:t>
      </w:r>
    </w:p>
    <w:p w14:paraId="67978235" w14:textId="77777777" w:rsidR="008A0626" w:rsidRDefault="008A0626" w:rsidP="00FD62B3">
      <w:pPr>
        <w:pStyle w:val="NumberedMaterial"/>
        <w:numPr>
          <w:ilvl w:val="2"/>
          <w:numId w:val="16"/>
        </w:numPr>
      </w:pPr>
      <w:r>
        <w:t xml:space="preserve">TIA-606 “The Administration Standard for the Telecommunications Infrastructure of Commercial Buildings” </w:t>
      </w:r>
    </w:p>
    <w:p w14:paraId="3A6B0F49" w14:textId="77777777" w:rsidR="008A0626" w:rsidRDefault="008A0626" w:rsidP="00FD62B3">
      <w:pPr>
        <w:pStyle w:val="NumberedMaterial"/>
        <w:numPr>
          <w:ilvl w:val="2"/>
          <w:numId w:val="16"/>
        </w:numPr>
      </w:pPr>
      <w:r>
        <w:t>Table "Termination Hardware" TIA-606</w:t>
      </w:r>
    </w:p>
    <w:p w14:paraId="383629CE" w14:textId="77777777" w:rsidR="004475EB" w:rsidRDefault="004475EB" w:rsidP="00FD62B3">
      <w:pPr>
        <w:pStyle w:val="NumberedMaterial"/>
        <w:numPr>
          <w:ilvl w:val="1"/>
          <w:numId w:val="16"/>
        </w:numPr>
      </w:pPr>
      <w:r>
        <w:t>SUBMITTALS</w:t>
      </w:r>
    </w:p>
    <w:p w14:paraId="10EE85DA" w14:textId="77777777" w:rsidR="004475EB" w:rsidRDefault="004475EB" w:rsidP="00FD62B3">
      <w:pPr>
        <w:pStyle w:val="NumberedMaterial"/>
        <w:numPr>
          <w:ilvl w:val="2"/>
          <w:numId w:val="16"/>
        </w:numPr>
      </w:pPr>
      <w:r>
        <w:t>Submit materials data in accordance with of Section 01 33 00</w:t>
      </w:r>
      <w:r w:rsidR="00136348">
        <w:t xml:space="preserve"> </w:t>
      </w:r>
      <w:r>
        <w:t>-</w:t>
      </w:r>
      <w:r w:rsidR="00136348">
        <w:t xml:space="preserve"> </w:t>
      </w:r>
      <w:r>
        <w:t xml:space="preserve">Submittals.  Furnish manufacturers’ technical literature, standard details, product specifications, and installation instructions for all products. </w:t>
      </w:r>
      <w:r w:rsidR="005F0AB0">
        <w:t xml:space="preserve"> </w:t>
      </w:r>
    </w:p>
    <w:p w14:paraId="2991B0A6" w14:textId="77777777" w:rsidR="00C04D0D" w:rsidRDefault="00252AB2" w:rsidP="00FD62B3">
      <w:pPr>
        <w:pStyle w:val="NumberedMaterial"/>
        <w:numPr>
          <w:ilvl w:val="1"/>
          <w:numId w:val="16"/>
        </w:numPr>
      </w:pPr>
      <w:r>
        <w:t>ELEMENTS REQUIRING LABELS</w:t>
      </w:r>
    </w:p>
    <w:p w14:paraId="55328979" w14:textId="77777777" w:rsidR="00C04D0D" w:rsidRDefault="00252AB2" w:rsidP="00FD62B3">
      <w:pPr>
        <w:pStyle w:val="NumberedMaterial"/>
        <w:numPr>
          <w:ilvl w:val="2"/>
          <w:numId w:val="16"/>
        </w:numPr>
      </w:pPr>
      <w:r>
        <w:t>The following elements of the telecommunications infrastructure shall require identifiers and labels:</w:t>
      </w:r>
    </w:p>
    <w:p w14:paraId="0ED0D781" w14:textId="77777777" w:rsidR="00C04D0D" w:rsidRDefault="00252AB2" w:rsidP="00FD62B3">
      <w:pPr>
        <w:pStyle w:val="NumberedMaterial"/>
        <w:numPr>
          <w:ilvl w:val="3"/>
          <w:numId w:val="16"/>
        </w:numPr>
      </w:pPr>
      <w:r>
        <w:t>Spaces</w:t>
      </w:r>
    </w:p>
    <w:p w14:paraId="7CE81C98" w14:textId="77777777" w:rsidR="00C04D0D" w:rsidRDefault="00252AB2" w:rsidP="0085555A">
      <w:pPr>
        <w:pStyle w:val="NumberedMaterial"/>
        <w:numPr>
          <w:ilvl w:val="4"/>
          <w:numId w:val="16"/>
        </w:numPr>
      </w:pPr>
      <w:r>
        <w:t>A telecommunications space shall refer to any area used for housing the installation and termination of telecommunications equipment and cable. Telecommunications spaces include</w:t>
      </w:r>
      <w:r w:rsidR="00D059F4" w:rsidRPr="00D059F4">
        <w:t>,</w:t>
      </w:r>
      <w:r>
        <w:t xml:space="preserve"> but are not limited to</w:t>
      </w:r>
      <w:r w:rsidR="0085555A" w:rsidRPr="0085555A">
        <w:t>,</w:t>
      </w:r>
      <w:r>
        <w:t xml:space="preserve"> entrance facilities, racks and cabinets, equipment rooms,</w:t>
      </w:r>
      <w:r w:rsidR="00C04D0D">
        <w:t xml:space="preserve"> </w:t>
      </w:r>
      <w:r>
        <w:t>work areas and hand holes.</w:t>
      </w:r>
    </w:p>
    <w:p w14:paraId="6F9DDDEA" w14:textId="77777777" w:rsidR="00C04D0D" w:rsidRDefault="00252AB2" w:rsidP="00FD62B3">
      <w:pPr>
        <w:pStyle w:val="NumberedMaterial"/>
        <w:numPr>
          <w:ilvl w:val="3"/>
          <w:numId w:val="16"/>
        </w:numPr>
      </w:pPr>
      <w:r>
        <w:t>Pathways</w:t>
      </w:r>
    </w:p>
    <w:p w14:paraId="16574D07" w14:textId="77777777" w:rsidR="00C04D0D" w:rsidRDefault="00252AB2" w:rsidP="00FD62B3">
      <w:pPr>
        <w:pStyle w:val="NumberedMaterial"/>
        <w:numPr>
          <w:ilvl w:val="4"/>
          <w:numId w:val="16"/>
        </w:numPr>
      </w:pPr>
      <w:r>
        <w:lastRenderedPageBreak/>
        <w:t>A pathway shall refer to the facility or element used for the placement of telecommunications cable.</w:t>
      </w:r>
      <w:r w:rsidR="00C04D0D">
        <w:t xml:space="preserve"> </w:t>
      </w:r>
      <w:r>
        <w:t>Examples of pathways include cable tray, conduit and innerduct.</w:t>
      </w:r>
    </w:p>
    <w:p w14:paraId="2E32B220" w14:textId="77777777" w:rsidR="00C04D0D" w:rsidRDefault="00252AB2" w:rsidP="00FD62B3">
      <w:pPr>
        <w:pStyle w:val="NumberedMaterial"/>
        <w:numPr>
          <w:ilvl w:val="3"/>
          <w:numId w:val="16"/>
        </w:numPr>
      </w:pPr>
      <w:r>
        <w:t>Cabling</w:t>
      </w:r>
    </w:p>
    <w:p w14:paraId="69E85262" w14:textId="77777777" w:rsidR="00C04D0D" w:rsidRDefault="00252AB2" w:rsidP="00FD62B3">
      <w:pPr>
        <w:pStyle w:val="NumberedMaterial"/>
        <w:numPr>
          <w:ilvl w:val="4"/>
          <w:numId w:val="16"/>
        </w:numPr>
      </w:pPr>
      <w:r>
        <w:t>Cabling shall include all</w:t>
      </w:r>
      <w:r w:rsidR="00C04D0D">
        <w:t xml:space="preserve"> </w:t>
      </w:r>
      <w:r>
        <w:t>fiber and copper conductor media used for the transmission of voice, video and data signals.</w:t>
      </w:r>
      <w:r w:rsidR="00C04D0D">
        <w:t xml:space="preserve"> </w:t>
      </w:r>
      <w:r>
        <w:t>Examples of cable includes, backbone, tie and horizontal cables and jumpers.</w:t>
      </w:r>
    </w:p>
    <w:p w14:paraId="10AD74DD" w14:textId="77777777" w:rsidR="00C04D0D" w:rsidRDefault="00252AB2" w:rsidP="00FD62B3">
      <w:pPr>
        <w:pStyle w:val="NumberedMaterial"/>
        <w:numPr>
          <w:ilvl w:val="3"/>
          <w:numId w:val="16"/>
        </w:numPr>
      </w:pPr>
      <w:r>
        <w:t>Termination Hardware</w:t>
      </w:r>
    </w:p>
    <w:p w14:paraId="6968EE0B" w14:textId="77777777" w:rsidR="00C04D0D" w:rsidRDefault="00252AB2" w:rsidP="00FD62B3">
      <w:pPr>
        <w:pStyle w:val="NumberedMaterial"/>
        <w:numPr>
          <w:ilvl w:val="4"/>
          <w:numId w:val="16"/>
        </w:numPr>
      </w:pPr>
      <w:r>
        <w:t>Termination hardware refers to the discrete point or element where telecommunications conductors are terminated.</w:t>
      </w:r>
      <w:r w:rsidR="00C04D0D">
        <w:t xml:space="preserve"> </w:t>
      </w:r>
      <w:r>
        <w:t>Termination hardware includes but is not limited to patch panels, punch down blocks, interconnections units, voice/data jacks and protector panels.</w:t>
      </w:r>
    </w:p>
    <w:p w14:paraId="7980F8D4" w14:textId="77777777" w:rsidR="00C04D0D" w:rsidRDefault="00252AB2" w:rsidP="00FD62B3">
      <w:pPr>
        <w:pStyle w:val="NumberedMaterial"/>
        <w:numPr>
          <w:ilvl w:val="3"/>
          <w:numId w:val="16"/>
        </w:numPr>
      </w:pPr>
      <w:r>
        <w:t>Splices</w:t>
      </w:r>
    </w:p>
    <w:p w14:paraId="63D6DF3D" w14:textId="77777777" w:rsidR="00C04D0D" w:rsidRDefault="00252AB2" w:rsidP="00FD62B3">
      <w:pPr>
        <w:pStyle w:val="NumberedMaterial"/>
        <w:numPr>
          <w:ilvl w:val="4"/>
          <w:numId w:val="16"/>
        </w:numPr>
      </w:pPr>
      <w:r>
        <w:t>A splice is any joining of fiber or copper conductors in a splice enclosure meant to be permanent.</w:t>
      </w:r>
    </w:p>
    <w:p w14:paraId="453F1BAC" w14:textId="77777777" w:rsidR="00C04D0D" w:rsidRDefault="00252AB2" w:rsidP="00FD62B3">
      <w:pPr>
        <w:pStyle w:val="NumberedMaterial"/>
        <w:numPr>
          <w:ilvl w:val="3"/>
          <w:numId w:val="16"/>
        </w:numPr>
      </w:pPr>
      <w:r>
        <w:t>Grounding System</w:t>
      </w:r>
    </w:p>
    <w:p w14:paraId="211580A2" w14:textId="77777777" w:rsidR="00C04D0D" w:rsidRDefault="00252AB2" w:rsidP="00FD62B3">
      <w:pPr>
        <w:pStyle w:val="NumberedMaterial"/>
        <w:numPr>
          <w:ilvl w:val="4"/>
          <w:numId w:val="16"/>
        </w:numPr>
      </w:pPr>
      <w:r>
        <w:t>Grounding system elements include but are not limited to bonding conductors and grounding busbar.</w:t>
      </w:r>
    </w:p>
    <w:p w14:paraId="50F496F3" w14:textId="77777777" w:rsidR="00C04D0D" w:rsidRDefault="00252AB2" w:rsidP="00FD62B3">
      <w:pPr>
        <w:pStyle w:val="NumberedMaterial"/>
        <w:numPr>
          <w:ilvl w:val="1"/>
          <w:numId w:val="16"/>
        </w:numPr>
      </w:pPr>
      <w:r>
        <w:t>TELECOMMUNICATIONS IDENTIFIERS</w:t>
      </w:r>
    </w:p>
    <w:p w14:paraId="524FC8C9" w14:textId="77777777" w:rsidR="00C04D0D" w:rsidRDefault="00252AB2" w:rsidP="00FD62B3">
      <w:pPr>
        <w:pStyle w:val="NumberedMaterial"/>
        <w:numPr>
          <w:ilvl w:val="2"/>
          <w:numId w:val="16"/>
        </w:numPr>
      </w:pPr>
      <w:r>
        <w:t>Spaces “sp”</w:t>
      </w:r>
    </w:p>
    <w:p w14:paraId="59D69F0F" w14:textId="77777777" w:rsidR="00A7615D" w:rsidRDefault="00A7615D" w:rsidP="00A7615D">
      <w:pPr>
        <w:pStyle w:val="NumberedMaterial"/>
        <w:numPr>
          <w:ilvl w:val="3"/>
          <w:numId w:val="16"/>
        </w:numPr>
      </w:pPr>
      <w:r>
        <w:t>Space labels shall take the following form: [sp.fczz.nnnnn]</w:t>
      </w:r>
    </w:p>
    <w:p w14:paraId="19A0ECB3" w14:textId="77777777" w:rsidR="00A7615D" w:rsidRDefault="00A7615D" w:rsidP="00A7615D">
      <w:pPr>
        <w:pStyle w:val="NumberedMaterial"/>
        <w:numPr>
          <w:ilvl w:val="4"/>
          <w:numId w:val="16"/>
        </w:numPr>
      </w:pPr>
      <w:r>
        <w:t>“sp” represents the uniq</w:t>
      </w:r>
      <w:r w:rsidR="00A3568F">
        <w:t>ue space code as identified in s</w:t>
      </w:r>
      <w:r>
        <w:t>ection 1.05.A.2.</w:t>
      </w:r>
    </w:p>
    <w:p w14:paraId="4DA5583B" w14:textId="77777777" w:rsidR="00A7615D" w:rsidRDefault="00A7615D" w:rsidP="00A7615D">
      <w:pPr>
        <w:pStyle w:val="NumberedMaterial"/>
        <w:numPr>
          <w:ilvl w:val="4"/>
          <w:numId w:val="16"/>
        </w:numPr>
      </w:pPr>
      <w:r>
        <w:t xml:space="preserve">“fc” represents the Port of Seattle (POS) facility code as identified in </w:t>
      </w:r>
      <w:r w:rsidR="00A3568F">
        <w:t>section</w:t>
      </w:r>
      <w:r>
        <w:t xml:space="preserve"> 1.06.</w:t>
      </w:r>
    </w:p>
    <w:p w14:paraId="5B36BB07" w14:textId="77777777" w:rsidR="00A7615D" w:rsidRDefault="00A7615D" w:rsidP="00A7615D">
      <w:pPr>
        <w:pStyle w:val="NumberedMaterial"/>
        <w:numPr>
          <w:ilvl w:val="4"/>
          <w:numId w:val="16"/>
        </w:numPr>
      </w:pPr>
      <w:r>
        <w:t xml:space="preserve">“zz” represents the level in the particular facility as identified in </w:t>
      </w:r>
      <w:r w:rsidR="00A3568F">
        <w:t>section</w:t>
      </w:r>
      <w:r>
        <w:t xml:space="preserve"> 1.07.</w:t>
      </w:r>
    </w:p>
    <w:p w14:paraId="5DB1F573" w14:textId="29C3A777" w:rsidR="00AF0C9E" w:rsidRDefault="00A7615D" w:rsidP="00A7615D">
      <w:pPr>
        <w:pStyle w:val="NumberedMaterial"/>
        <w:numPr>
          <w:ilvl w:val="4"/>
          <w:numId w:val="16"/>
        </w:numPr>
      </w:pPr>
      <w:r>
        <w:t>“nnnnn” represents</w:t>
      </w:r>
      <w:r w:rsidR="00AF0C9E">
        <w:t>:</w:t>
      </w:r>
      <w:r>
        <w:t xml:space="preserve"> </w:t>
      </w:r>
    </w:p>
    <w:p w14:paraId="0F222AED" w14:textId="77777777" w:rsidR="00AF0C9E" w:rsidRDefault="00AF0C9E" w:rsidP="00AF0C9E">
      <w:pPr>
        <w:pStyle w:val="NumberedMaterial"/>
        <w:numPr>
          <w:ilvl w:val="5"/>
          <w:numId w:val="16"/>
        </w:numPr>
      </w:pPr>
      <w:r>
        <w:t xml:space="preserve">For all Spaces excluding Pull Boxes </w:t>
      </w:r>
      <w:r w:rsidR="00A7615D">
        <w:t>a (5) five digit sequence number.</w:t>
      </w:r>
    </w:p>
    <w:p w14:paraId="2CD57A06" w14:textId="77777777" w:rsidR="00AF0C9E" w:rsidRDefault="00AF0C9E" w:rsidP="00AF0C9E">
      <w:pPr>
        <w:pStyle w:val="Note"/>
      </w:pPr>
      <w:r>
        <w:t>Confirm that project drawings incorporate current, recognized gridlines per F&amp;I</w:t>
      </w:r>
      <w:r w:rsidRPr="00DD6F58">
        <w:t>.</w:t>
      </w:r>
      <w:r>
        <w:t xml:space="preserve"> Coordinate and confirm gridline labeling with ICT Infrastructure group/</w:t>
      </w:r>
    </w:p>
    <w:p w14:paraId="14B70D4D" w14:textId="77777777" w:rsidR="00AF0C9E" w:rsidRDefault="00AF0C9E" w:rsidP="00AF0C9E">
      <w:pPr>
        <w:pStyle w:val="NumberedMaterial"/>
        <w:numPr>
          <w:ilvl w:val="5"/>
          <w:numId w:val="16"/>
        </w:numPr>
      </w:pPr>
      <w:r>
        <w:t>For Pull Boxes the nearest north-south followed by east-west gridlines.</w:t>
      </w:r>
    </w:p>
    <w:p w14:paraId="4D8603A3" w14:textId="77777777" w:rsidR="00C04D0D" w:rsidRDefault="00252AB2" w:rsidP="00FD62B3">
      <w:pPr>
        <w:pStyle w:val="NumberedMaterial"/>
        <w:numPr>
          <w:ilvl w:val="3"/>
          <w:numId w:val="16"/>
        </w:numPr>
      </w:pPr>
      <w:r>
        <w:t>Space Codes “sp”</w:t>
      </w:r>
    </w:p>
    <w:tbl>
      <w:tblPr>
        <w:tblW w:w="0" w:type="auto"/>
        <w:tblInd w:w="2880" w:type="dxa"/>
        <w:tblBorders>
          <w:top w:val="single" w:sz="4" w:space="0" w:color="auto"/>
          <w:bottom w:val="single" w:sz="4" w:space="0" w:color="auto"/>
          <w:insideH w:val="single" w:sz="4" w:space="0" w:color="auto"/>
        </w:tblBorders>
        <w:tblLook w:val="04A0" w:firstRow="1" w:lastRow="0" w:firstColumn="1" w:lastColumn="0" w:noHBand="0" w:noVBand="1"/>
      </w:tblPr>
      <w:tblGrid>
        <w:gridCol w:w="2172"/>
        <w:gridCol w:w="4668"/>
      </w:tblGrid>
      <w:tr w:rsidR="00FD62B3" w:rsidRPr="00FD62B3" w14:paraId="4B950788" w14:textId="77777777" w:rsidTr="00CA77B2">
        <w:tc>
          <w:tcPr>
            <w:tcW w:w="2172" w:type="dxa"/>
            <w:shd w:val="clear" w:color="auto" w:fill="auto"/>
          </w:tcPr>
          <w:p w14:paraId="294654B1" w14:textId="77777777" w:rsidR="00FD62B3" w:rsidRPr="00FD62B3" w:rsidRDefault="00FD62B3" w:rsidP="00CA77B2">
            <w:pPr>
              <w:spacing w:before="60" w:after="60"/>
            </w:pPr>
            <w:r w:rsidRPr="00FD62B3">
              <w:t>MD</w:t>
            </w:r>
          </w:p>
        </w:tc>
        <w:tc>
          <w:tcPr>
            <w:tcW w:w="4668" w:type="dxa"/>
            <w:shd w:val="clear" w:color="auto" w:fill="auto"/>
          </w:tcPr>
          <w:p w14:paraId="0A2BC0ED" w14:textId="77777777" w:rsidR="00FD62B3" w:rsidRPr="00FD62B3" w:rsidRDefault="00FD62B3" w:rsidP="00CA77B2">
            <w:pPr>
              <w:spacing w:before="60" w:after="60"/>
            </w:pPr>
            <w:r w:rsidRPr="00FD62B3">
              <w:t>Main Distribution room</w:t>
            </w:r>
          </w:p>
        </w:tc>
      </w:tr>
      <w:tr w:rsidR="00FD62B3" w:rsidRPr="00FD62B3" w14:paraId="6228A4A9" w14:textId="77777777" w:rsidTr="00CA77B2">
        <w:tc>
          <w:tcPr>
            <w:tcW w:w="2172" w:type="dxa"/>
            <w:shd w:val="clear" w:color="auto" w:fill="auto"/>
          </w:tcPr>
          <w:p w14:paraId="2F4ED887" w14:textId="77777777" w:rsidR="00FD62B3" w:rsidRPr="00FD62B3" w:rsidRDefault="00FD62B3" w:rsidP="00CA77B2">
            <w:pPr>
              <w:spacing w:before="60" w:after="60"/>
            </w:pPr>
            <w:r w:rsidRPr="00FD62B3">
              <w:t>ER</w:t>
            </w:r>
          </w:p>
        </w:tc>
        <w:tc>
          <w:tcPr>
            <w:tcW w:w="4668" w:type="dxa"/>
            <w:shd w:val="clear" w:color="auto" w:fill="auto"/>
          </w:tcPr>
          <w:p w14:paraId="7ED59100" w14:textId="77777777" w:rsidR="00FD62B3" w:rsidRPr="00FD62B3" w:rsidRDefault="00FD62B3" w:rsidP="00CA77B2">
            <w:pPr>
              <w:spacing w:before="60" w:after="60"/>
            </w:pPr>
            <w:r w:rsidRPr="00FD62B3">
              <w:t>Equipment Room</w:t>
            </w:r>
          </w:p>
        </w:tc>
      </w:tr>
      <w:tr w:rsidR="00FD62B3" w:rsidRPr="00FD62B3" w14:paraId="306FF064" w14:textId="77777777" w:rsidTr="00CA77B2">
        <w:tc>
          <w:tcPr>
            <w:tcW w:w="2172" w:type="dxa"/>
            <w:shd w:val="clear" w:color="auto" w:fill="auto"/>
          </w:tcPr>
          <w:p w14:paraId="4C41C461" w14:textId="77777777" w:rsidR="00FD62B3" w:rsidRPr="00FD62B3" w:rsidRDefault="00FD62B3" w:rsidP="00CA77B2">
            <w:pPr>
              <w:spacing w:before="60" w:after="60"/>
            </w:pPr>
            <w:r w:rsidRPr="00FD62B3">
              <w:t>TC</w:t>
            </w:r>
          </w:p>
        </w:tc>
        <w:tc>
          <w:tcPr>
            <w:tcW w:w="4668" w:type="dxa"/>
            <w:shd w:val="clear" w:color="auto" w:fill="auto"/>
          </w:tcPr>
          <w:p w14:paraId="1217A70A" w14:textId="77777777" w:rsidR="00FD62B3" w:rsidRPr="00FD62B3" w:rsidRDefault="00FD62B3" w:rsidP="00CA77B2">
            <w:pPr>
              <w:spacing w:before="60" w:after="60"/>
            </w:pPr>
            <w:r w:rsidRPr="00FD62B3">
              <w:t>Telecommunications Closet</w:t>
            </w:r>
          </w:p>
        </w:tc>
      </w:tr>
      <w:tr w:rsidR="00FD62B3" w:rsidRPr="00FD62B3" w14:paraId="33B2E3A0" w14:textId="77777777" w:rsidTr="00CA77B2">
        <w:tc>
          <w:tcPr>
            <w:tcW w:w="2172" w:type="dxa"/>
            <w:shd w:val="clear" w:color="auto" w:fill="auto"/>
          </w:tcPr>
          <w:p w14:paraId="51660A4A" w14:textId="77777777" w:rsidR="00FD62B3" w:rsidRPr="00FD62B3" w:rsidRDefault="00FD62B3" w:rsidP="00CA77B2">
            <w:pPr>
              <w:spacing w:before="60" w:after="60"/>
            </w:pPr>
            <w:r w:rsidRPr="00FD62B3">
              <w:lastRenderedPageBreak/>
              <w:t>EQ</w:t>
            </w:r>
          </w:p>
        </w:tc>
        <w:tc>
          <w:tcPr>
            <w:tcW w:w="4668" w:type="dxa"/>
            <w:shd w:val="clear" w:color="auto" w:fill="auto"/>
          </w:tcPr>
          <w:p w14:paraId="52A58A2E" w14:textId="77777777" w:rsidR="00FD62B3" w:rsidRPr="00FD62B3" w:rsidRDefault="00FD62B3" w:rsidP="00CA77B2">
            <w:pPr>
              <w:spacing w:before="60" w:after="60"/>
            </w:pPr>
            <w:r w:rsidRPr="00FD62B3">
              <w:t>Equipment Rack or Cabinet</w:t>
            </w:r>
          </w:p>
        </w:tc>
      </w:tr>
      <w:tr w:rsidR="00FD62B3" w:rsidRPr="00FD62B3" w14:paraId="4F899ED1" w14:textId="77777777" w:rsidTr="00CA77B2">
        <w:tc>
          <w:tcPr>
            <w:tcW w:w="2172" w:type="dxa"/>
            <w:shd w:val="clear" w:color="auto" w:fill="auto"/>
          </w:tcPr>
          <w:p w14:paraId="70D32D97" w14:textId="77777777" w:rsidR="00FD62B3" w:rsidRPr="00FD62B3" w:rsidRDefault="00FD62B3" w:rsidP="00CA77B2">
            <w:pPr>
              <w:spacing w:before="60" w:after="60"/>
            </w:pPr>
            <w:r w:rsidRPr="00FD62B3">
              <w:t>EF</w:t>
            </w:r>
          </w:p>
        </w:tc>
        <w:tc>
          <w:tcPr>
            <w:tcW w:w="4668" w:type="dxa"/>
            <w:shd w:val="clear" w:color="auto" w:fill="auto"/>
          </w:tcPr>
          <w:p w14:paraId="7088EA18" w14:textId="77777777" w:rsidR="00FD62B3" w:rsidRPr="00FD62B3" w:rsidRDefault="00FD62B3" w:rsidP="00CA77B2">
            <w:pPr>
              <w:spacing w:before="60" w:after="60"/>
            </w:pPr>
            <w:r w:rsidRPr="00FD62B3">
              <w:t>Entrance Facility</w:t>
            </w:r>
          </w:p>
        </w:tc>
      </w:tr>
      <w:tr w:rsidR="00FD62B3" w:rsidRPr="00FD62B3" w14:paraId="3F3056CB" w14:textId="77777777" w:rsidTr="00CA77B2">
        <w:tc>
          <w:tcPr>
            <w:tcW w:w="2172" w:type="dxa"/>
            <w:shd w:val="clear" w:color="auto" w:fill="auto"/>
          </w:tcPr>
          <w:p w14:paraId="6D9E9AC1" w14:textId="77777777" w:rsidR="00FD62B3" w:rsidRPr="00FD62B3" w:rsidRDefault="00FD62B3" w:rsidP="00CA77B2">
            <w:pPr>
              <w:spacing w:before="60" w:after="60"/>
            </w:pPr>
            <w:r w:rsidRPr="00FD62B3">
              <w:t>WF</w:t>
            </w:r>
          </w:p>
        </w:tc>
        <w:tc>
          <w:tcPr>
            <w:tcW w:w="4668" w:type="dxa"/>
            <w:shd w:val="clear" w:color="auto" w:fill="auto"/>
          </w:tcPr>
          <w:p w14:paraId="78A3CE5A" w14:textId="77777777" w:rsidR="00FD62B3" w:rsidRPr="00FD62B3" w:rsidRDefault="00FD62B3" w:rsidP="00CA77B2">
            <w:pPr>
              <w:spacing w:before="60" w:after="60"/>
            </w:pPr>
            <w:r w:rsidRPr="00FD62B3">
              <w:t>Wall Field</w:t>
            </w:r>
          </w:p>
        </w:tc>
      </w:tr>
      <w:tr w:rsidR="00FD62B3" w:rsidRPr="00FD62B3" w14:paraId="083B3E88" w14:textId="77777777" w:rsidTr="00CA77B2">
        <w:tc>
          <w:tcPr>
            <w:tcW w:w="2172" w:type="dxa"/>
            <w:shd w:val="clear" w:color="auto" w:fill="auto"/>
          </w:tcPr>
          <w:p w14:paraId="3C7E8C94" w14:textId="77777777" w:rsidR="00FD62B3" w:rsidRPr="00FD62B3" w:rsidRDefault="00FD62B3" w:rsidP="00CA77B2">
            <w:pPr>
              <w:spacing w:before="60" w:after="60"/>
            </w:pPr>
            <w:r w:rsidRPr="00FD62B3">
              <w:t>WA</w:t>
            </w:r>
          </w:p>
        </w:tc>
        <w:tc>
          <w:tcPr>
            <w:tcW w:w="4668" w:type="dxa"/>
            <w:shd w:val="clear" w:color="auto" w:fill="auto"/>
          </w:tcPr>
          <w:p w14:paraId="5DE3D3A5" w14:textId="77777777" w:rsidR="00FD62B3" w:rsidRPr="00FD62B3" w:rsidRDefault="00FD62B3" w:rsidP="00CA77B2">
            <w:pPr>
              <w:spacing w:before="60" w:after="60"/>
            </w:pPr>
            <w:r w:rsidRPr="00FD62B3">
              <w:t>Work Area</w:t>
            </w:r>
          </w:p>
        </w:tc>
      </w:tr>
      <w:tr w:rsidR="00FD62B3" w:rsidRPr="00FD62B3" w14:paraId="3D014BA5" w14:textId="77777777" w:rsidTr="00CA77B2">
        <w:tc>
          <w:tcPr>
            <w:tcW w:w="2172" w:type="dxa"/>
            <w:shd w:val="clear" w:color="auto" w:fill="auto"/>
          </w:tcPr>
          <w:p w14:paraId="63DA95DC" w14:textId="77777777" w:rsidR="00FD62B3" w:rsidRPr="00FD62B3" w:rsidRDefault="00FD62B3" w:rsidP="00CA77B2">
            <w:pPr>
              <w:spacing w:before="60" w:after="60"/>
            </w:pPr>
            <w:r w:rsidRPr="00FD62B3">
              <w:t>HH</w:t>
            </w:r>
          </w:p>
        </w:tc>
        <w:tc>
          <w:tcPr>
            <w:tcW w:w="4668" w:type="dxa"/>
            <w:shd w:val="clear" w:color="auto" w:fill="auto"/>
          </w:tcPr>
          <w:p w14:paraId="53B40A70" w14:textId="77777777" w:rsidR="00FD62B3" w:rsidRPr="00FD62B3" w:rsidRDefault="0038481B" w:rsidP="00CA77B2">
            <w:pPr>
              <w:spacing w:before="60" w:after="60"/>
            </w:pPr>
            <w:r>
              <w:t>Handh</w:t>
            </w:r>
            <w:r w:rsidR="00FD62B3" w:rsidRPr="00FD62B3">
              <w:t>ole</w:t>
            </w:r>
          </w:p>
        </w:tc>
      </w:tr>
      <w:tr w:rsidR="00FD62B3" w:rsidRPr="00FD62B3" w14:paraId="0D53CD81" w14:textId="77777777" w:rsidTr="00CA77B2">
        <w:tc>
          <w:tcPr>
            <w:tcW w:w="2172" w:type="dxa"/>
            <w:shd w:val="clear" w:color="auto" w:fill="auto"/>
          </w:tcPr>
          <w:p w14:paraId="75BFD46D" w14:textId="77777777" w:rsidR="00FD62B3" w:rsidRPr="00FD62B3" w:rsidRDefault="00FD62B3" w:rsidP="00CA77B2">
            <w:pPr>
              <w:spacing w:before="60" w:after="60"/>
            </w:pPr>
            <w:r w:rsidRPr="00FD62B3">
              <w:t>MH</w:t>
            </w:r>
          </w:p>
        </w:tc>
        <w:tc>
          <w:tcPr>
            <w:tcW w:w="4668" w:type="dxa"/>
            <w:shd w:val="clear" w:color="auto" w:fill="auto"/>
          </w:tcPr>
          <w:p w14:paraId="5B45517B" w14:textId="77777777" w:rsidR="00FD62B3" w:rsidRPr="00FD62B3" w:rsidRDefault="0038481B" w:rsidP="00CA77B2">
            <w:pPr>
              <w:spacing w:before="60" w:after="60"/>
            </w:pPr>
            <w:r>
              <w:t>Manh</w:t>
            </w:r>
            <w:r w:rsidR="00FD62B3" w:rsidRPr="00FD62B3">
              <w:t>ole</w:t>
            </w:r>
          </w:p>
        </w:tc>
      </w:tr>
      <w:tr w:rsidR="00FD62B3" w:rsidRPr="00FD62B3" w14:paraId="0376B81B" w14:textId="77777777" w:rsidTr="00CA77B2">
        <w:tc>
          <w:tcPr>
            <w:tcW w:w="2172" w:type="dxa"/>
            <w:shd w:val="clear" w:color="auto" w:fill="auto"/>
          </w:tcPr>
          <w:p w14:paraId="62FF7DF7" w14:textId="77777777" w:rsidR="00FD62B3" w:rsidRPr="00FD62B3" w:rsidRDefault="00FD62B3" w:rsidP="00CA77B2">
            <w:pPr>
              <w:spacing w:before="60" w:after="60"/>
            </w:pPr>
            <w:r w:rsidRPr="00FD62B3">
              <w:t>JT</w:t>
            </w:r>
          </w:p>
        </w:tc>
        <w:tc>
          <w:tcPr>
            <w:tcW w:w="4668" w:type="dxa"/>
            <w:shd w:val="clear" w:color="auto" w:fill="auto"/>
          </w:tcPr>
          <w:p w14:paraId="7E905E18" w14:textId="77777777" w:rsidR="00FD62B3" w:rsidRPr="00FD62B3" w:rsidRDefault="00FD62B3" w:rsidP="00CA77B2">
            <w:pPr>
              <w:spacing w:before="60" w:after="60"/>
            </w:pPr>
            <w:r w:rsidRPr="00FD62B3">
              <w:t>Junction - cable Tray</w:t>
            </w:r>
          </w:p>
        </w:tc>
      </w:tr>
      <w:tr w:rsidR="00FD62B3" w:rsidRPr="00FD62B3" w14:paraId="6D0AD3E8" w14:textId="77777777" w:rsidTr="00CA77B2">
        <w:tc>
          <w:tcPr>
            <w:tcW w:w="2172" w:type="dxa"/>
            <w:shd w:val="clear" w:color="auto" w:fill="auto"/>
          </w:tcPr>
          <w:p w14:paraId="7C81A12C" w14:textId="77777777" w:rsidR="00FD62B3" w:rsidRPr="00FD62B3" w:rsidRDefault="00FD62B3" w:rsidP="00CA77B2">
            <w:pPr>
              <w:spacing w:before="60" w:after="60"/>
            </w:pPr>
            <w:r w:rsidRPr="00FD62B3">
              <w:t>PB</w:t>
            </w:r>
          </w:p>
        </w:tc>
        <w:tc>
          <w:tcPr>
            <w:tcW w:w="4668" w:type="dxa"/>
            <w:shd w:val="clear" w:color="auto" w:fill="auto"/>
          </w:tcPr>
          <w:p w14:paraId="14110C20" w14:textId="77777777" w:rsidR="00FD62B3" w:rsidRPr="00FD62B3" w:rsidRDefault="00FD62B3" w:rsidP="00CA77B2">
            <w:pPr>
              <w:spacing w:before="60" w:after="60"/>
            </w:pPr>
            <w:r w:rsidRPr="00FD62B3">
              <w:t>Pull Box</w:t>
            </w:r>
          </w:p>
        </w:tc>
      </w:tr>
    </w:tbl>
    <w:p w14:paraId="53705288" w14:textId="77777777" w:rsidR="00EC1F47" w:rsidRPr="00EC1F47" w:rsidRDefault="00EC1F47" w:rsidP="00EC1F47"/>
    <w:p w14:paraId="171B10F0" w14:textId="77777777" w:rsidR="00252AB2" w:rsidRDefault="00252AB2" w:rsidP="00FD62B3">
      <w:pPr>
        <w:pStyle w:val="NumberedMaterial"/>
        <w:numPr>
          <w:ilvl w:val="3"/>
          <w:numId w:val="16"/>
        </w:numPr>
      </w:pPr>
      <w:r>
        <w:t>Space Label General Application Notes</w:t>
      </w:r>
    </w:p>
    <w:p w14:paraId="04657F63" w14:textId="77777777" w:rsidR="00252AB2" w:rsidRDefault="00252AB2" w:rsidP="00FD62B3">
      <w:pPr>
        <w:pStyle w:val="NumberedMaterial"/>
        <w:numPr>
          <w:ilvl w:val="4"/>
          <w:numId w:val="16"/>
        </w:numPr>
      </w:pPr>
      <w:r>
        <w:t>Main distribution room sequence numbers shall be unique. All other sequence numbers shall restart with each level of the facility.</w:t>
      </w:r>
    </w:p>
    <w:p w14:paraId="44D4B548" w14:textId="77777777" w:rsidR="00252AB2" w:rsidRDefault="00252AB2" w:rsidP="00FD62B3">
      <w:pPr>
        <w:pStyle w:val="NumberedMaterial"/>
        <w:numPr>
          <w:ilvl w:val="4"/>
          <w:numId w:val="16"/>
        </w:numPr>
      </w:pPr>
      <w:r w:rsidRPr="00705DF5">
        <w:t>For Equipment Racks and Cabinets (space type EQ) located in a</w:t>
      </w:r>
      <w:r>
        <w:t xml:space="preserve"> room a five digit number (ABCDE) </w:t>
      </w:r>
      <w:r w:rsidR="00C04D0D">
        <w:t>shall be determined as follows:</w:t>
      </w:r>
    </w:p>
    <w:p w14:paraId="2F3B6D77" w14:textId="77777777" w:rsidR="00252AB2" w:rsidRDefault="00252AB2" w:rsidP="00FD62B3">
      <w:pPr>
        <w:pStyle w:val="NumberedMaterial"/>
        <w:numPr>
          <w:ilvl w:val="5"/>
          <w:numId w:val="16"/>
        </w:numPr>
      </w:pPr>
      <w:r>
        <w:t>A: Is determined by the last digit of the room sequence number in which the rack or cabinet is located.</w:t>
      </w:r>
      <w:r w:rsidR="00C04D0D">
        <w:t xml:space="preserve"> </w:t>
      </w:r>
      <w:r>
        <w:t>For equipment racks or cabinets not within a room, “A” shall be represented by a “0”</w:t>
      </w:r>
    </w:p>
    <w:p w14:paraId="15E32DB3" w14:textId="77777777" w:rsidR="00252AB2" w:rsidRDefault="00252AB2" w:rsidP="00FD62B3">
      <w:pPr>
        <w:pStyle w:val="NumberedMaterial"/>
        <w:numPr>
          <w:ilvl w:val="5"/>
          <w:numId w:val="16"/>
        </w:numPr>
      </w:pPr>
      <w:r>
        <w:t>BC:</w:t>
      </w:r>
      <w:r w:rsidR="00C04D0D">
        <w:t xml:space="preserve"> </w:t>
      </w:r>
      <w:r>
        <w:t>Is the row designator for the room</w:t>
      </w:r>
    </w:p>
    <w:p w14:paraId="475CD9BC" w14:textId="77777777" w:rsidR="00252AB2" w:rsidRPr="00705DF5" w:rsidRDefault="00252AB2" w:rsidP="00FD62B3">
      <w:pPr>
        <w:pStyle w:val="NumberedMaterial"/>
        <w:numPr>
          <w:ilvl w:val="5"/>
          <w:numId w:val="16"/>
        </w:numPr>
      </w:pPr>
      <w:r w:rsidRPr="00705DF5">
        <w:t>DE:</w:t>
      </w:r>
      <w:r w:rsidR="00C04D0D" w:rsidRPr="00705DF5">
        <w:t xml:space="preserve"> </w:t>
      </w:r>
      <w:r w:rsidRPr="00705DF5">
        <w:t>Is the sequence designator for the row.</w:t>
      </w:r>
    </w:p>
    <w:p w14:paraId="5019D37E" w14:textId="77777777" w:rsidR="00252AB2" w:rsidRPr="00705DF5" w:rsidRDefault="00252AB2" w:rsidP="00FD62B3">
      <w:pPr>
        <w:pStyle w:val="NumberedMaterial"/>
        <w:numPr>
          <w:ilvl w:val="4"/>
          <w:numId w:val="16"/>
        </w:numPr>
      </w:pPr>
      <w:r w:rsidRPr="00705DF5">
        <w:t>For Wall Fields (space type WF) located in a room, a seven digit number (ABCDE.pp) shall be determined as follows:</w:t>
      </w:r>
    </w:p>
    <w:p w14:paraId="09D36C95" w14:textId="77777777" w:rsidR="00252AB2" w:rsidRDefault="00252AB2" w:rsidP="00FD62B3">
      <w:pPr>
        <w:pStyle w:val="NumberedMaterial"/>
        <w:numPr>
          <w:ilvl w:val="5"/>
          <w:numId w:val="16"/>
        </w:numPr>
      </w:pPr>
      <w:r>
        <w:t>A: Is determined by the last digit of the room sequence number in which the rack or cabinet is located.</w:t>
      </w:r>
      <w:r w:rsidR="00C04D0D">
        <w:t xml:space="preserve"> </w:t>
      </w:r>
      <w:r>
        <w:t>For wall fields not within a room, “A” shall be represented by a “0”</w:t>
      </w:r>
    </w:p>
    <w:p w14:paraId="0EF94183" w14:textId="77777777" w:rsidR="00252AB2" w:rsidRDefault="00252AB2" w:rsidP="00FD62B3">
      <w:pPr>
        <w:pStyle w:val="NumberedMaterial"/>
        <w:numPr>
          <w:ilvl w:val="5"/>
          <w:numId w:val="16"/>
        </w:numPr>
      </w:pPr>
      <w:r>
        <w:t>BC:</w:t>
      </w:r>
      <w:r w:rsidR="00C04D0D">
        <w:t xml:space="preserve"> </w:t>
      </w:r>
      <w:r>
        <w:t>Is the wall designator for the room (note that most rooms have 4 sides).</w:t>
      </w:r>
    </w:p>
    <w:p w14:paraId="0B52E69B" w14:textId="77777777" w:rsidR="00252AB2" w:rsidRDefault="00252AB2" w:rsidP="00FD62B3">
      <w:pPr>
        <w:pStyle w:val="NumberedMaterial"/>
        <w:numPr>
          <w:ilvl w:val="5"/>
          <w:numId w:val="16"/>
        </w:numPr>
      </w:pPr>
      <w:r>
        <w:t>DE:</w:t>
      </w:r>
      <w:r w:rsidR="00C04D0D">
        <w:t xml:space="preserve"> </w:t>
      </w:r>
      <w:r>
        <w:t>Horizontal position of the wall field</w:t>
      </w:r>
    </w:p>
    <w:p w14:paraId="06657BA3" w14:textId="77777777" w:rsidR="00252AB2" w:rsidRDefault="00252AB2" w:rsidP="00FD62B3">
      <w:pPr>
        <w:pStyle w:val="NumberedMaterial"/>
        <w:numPr>
          <w:ilvl w:val="5"/>
          <w:numId w:val="16"/>
        </w:numPr>
      </w:pPr>
      <w:r>
        <w:t>pp: Vertical position of the wall field.</w:t>
      </w:r>
    </w:p>
    <w:p w14:paraId="7E44DFF2" w14:textId="77777777" w:rsidR="00252AB2" w:rsidRDefault="00252AB2" w:rsidP="00FD62B3">
      <w:pPr>
        <w:pStyle w:val="NumberedMaterial"/>
        <w:numPr>
          <w:ilvl w:val="4"/>
          <w:numId w:val="16"/>
        </w:numPr>
      </w:pPr>
      <w:r>
        <w:t>Additionally, a suffix ".pp" shall be appended to ABCDE to designate vertical position within the wall field.</w:t>
      </w:r>
      <w:r w:rsidR="00C04D0D">
        <w:t xml:space="preserve"> </w:t>
      </w:r>
      <w:r>
        <w:t>Example: ABCDE.pp</w:t>
      </w:r>
    </w:p>
    <w:p w14:paraId="33504EE9" w14:textId="77777777" w:rsidR="00252AB2" w:rsidRDefault="00252AB2" w:rsidP="00FD62B3">
      <w:pPr>
        <w:pStyle w:val="NumberedMaterial"/>
        <w:numPr>
          <w:ilvl w:val="4"/>
          <w:numId w:val="16"/>
        </w:numPr>
      </w:pPr>
      <w:r>
        <w:t>For Existing cable vaults, man holes or handholes, use the existing name if available.</w:t>
      </w:r>
    </w:p>
    <w:p w14:paraId="2AF00E32" w14:textId="77777777" w:rsidR="00252AB2" w:rsidRDefault="00252AB2" w:rsidP="00FD62B3">
      <w:pPr>
        <w:pStyle w:val="NumberedMaterial"/>
        <w:numPr>
          <w:ilvl w:val="2"/>
          <w:numId w:val="16"/>
        </w:numPr>
      </w:pPr>
      <w:r>
        <w:t>Pathways “ptw”</w:t>
      </w:r>
    </w:p>
    <w:p w14:paraId="565D6DED" w14:textId="77777777" w:rsidR="00252AB2" w:rsidRDefault="00252AB2" w:rsidP="00FD62B3">
      <w:pPr>
        <w:pStyle w:val="NumberedMaterial"/>
        <w:numPr>
          <w:ilvl w:val="3"/>
          <w:numId w:val="16"/>
        </w:numPr>
      </w:pPr>
      <w:r>
        <w:t>Pathway labels shall take the following form:</w:t>
      </w:r>
      <w:r w:rsidR="00C04D0D">
        <w:t xml:space="preserve"> </w:t>
      </w:r>
      <w:r>
        <w:t>[ptw.fc.nnnnn]</w:t>
      </w:r>
    </w:p>
    <w:p w14:paraId="594F0E2A" w14:textId="77777777" w:rsidR="0038481B" w:rsidRDefault="0038481B" w:rsidP="0038481B">
      <w:pPr>
        <w:pStyle w:val="NumberedMaterial"/>
        <w:numPr>
          <w:ilvl w:val="4"/>
          <w:numId w:val="16"/>
        </w:numPr>
      </w:pPr>
      <w:r>
        <w:t xml:space="preserve">“ptw” represents the unique pathway code as identified in </w:t>
      </w:r>
      <w:r w:rsidR="00A3568F">
        <w:t>section</w:t>
      </w:r>
      <w:r>
        <w:t xml:space="preserve">. 1.05.B.2. </w:t>
      </w:r>
    </w:p>
    <w:p w14:paraId="48DF3EC5" w14:textId="77777777" w:rsidR="0038481B" w:rsidRDefault="0038481B" w:rsidP="0038481B">
      <w:pPr>
        <w:pStyle w:val="NumberedMaterial"/>
        <w:numPr>
          <w:ilvl w:val="4"/>
          <w:numId w:val="16"/>
        </w:numPr>
      </w:pPr>
      <w:r>
        <w:lastRenderedPageBreak/>
        <w:t xml:space="preserve">“fc” represents the POS facility code as identified in </w:t>
      </w:r>
      <w:r w:rsidR="00A3568F">
        <w:t>section</w:t>
      </w:r>
      <w:r>
        <w:t xml:space="preserve"> 1.06.  </w:t>
      </w:r>
    </w:p>
    <w:p w14:paraId="3777D96B" w14:textId="77777777" w:rsidR="00252AB2" w:rsidRDefault="0038481B" w:rsidP="0038481B">
      <w:pPr>
        <w:pStyle w:val="NumberedMaterial"/>
        <w:numPr>
          <w:ilvl w:val="4"/>
          <w:numId w:val="16"/>
        </w:numPr>
      </w:pPr>
      <w:r>
        <w:t xml:space="preserve"> </w:t>
      </w:r>
      <w:r w:rsidR="00252AB2">
        <w:t>“nnnnn”</w:t>
      </w:r>
      <w:r w:rsidR="00C04D0D">
        <w:t xml:space="preserve"> </w:t>
      </w:r>
      <w:r w:rsidR="00252AB2">
        <w:t>represents a (5) digit sequence number.</w:t>
      </w:r>
    </w:p>
    <w:p w14:paraId="0BDCAD26" w14:textId="77777777" w:rsidR="00252AB2" w:rsidRDefault="00252AB2" w:rsidP="00FD62B3">
      <w:pPr>
        <w:pStyle w:val="NumberedMaterial"/>
        <w:numPr>
          <w:ilvl w:val="3"/>
          <w:numId w:val="16"/>
        </w:numPr>
      </w:pPr>
      <w:r>
        <w:t>Pathway Codes “ptw”</w:t>
      </w:r>
    </w:p>
    <w:p w14:paraId="2BEB4507" w14:textId="77777777" w:rsidR="00252AB2" w:rsidRDefault="00252AB2" w:rsidP="00FD62B3">
      <w:pPr>
        <w:pStyle w:val="NumberedMaterial"/>
        <w:numPr>
          <w:ilvl w:val="4"/>
          <w:numId w:val="16"/>
        </w:numPr>
      </w:pPr>
      <w:r>
        <w:t>CDB</w:t>
      </w:r>
      <w:r>
        <w:tab/>
        <w:t>ConDuit Backbone</w:t>
      </w:r>
    </w:p>
    <w:p w14:paraId="7BC3D62F" w14:textId="77777777" w:rsidR="00252AB2" w:rsidRDefault="00252AB2" w:rsidP="00FD62B3">
      <w:pPr>
        <w:pStyle w:val="NumberedMaterial"/>
        <w:numPr>
          <w:ilvl w:val="4"/>
          <w:numId w:val="16"/>
        </w:numPr>
      </w:pPr>
      <w:r>
        <w:t>CDO</w:t>
      </w:r>
      <w:r>
        <w:tab/>
        <w:t>ConDuit Other</w:t>
      </w:r>
    </w:p>
    <w:p w14:paraId="22FCD591" w14:textId="77777777" w:rsidR="00252AB2" w:rsidRDefault="00252AB2" w:rsidP="00FD62B3">
      <w:pPr>
        <w:pStyle w:val="NumberedMaterial"/>
        <w:numPr>
          <w:ilvl w:val="4"/>
          <w:numId w:val="16"/>
        </w:numPr>
      </w:pPr>
      <w:r>
        <w:t>CTB</w:t>
      </w:r>
      <w:r>
        <w:tab/>
        <w:t>Cable Tray Backbone</w:t>
      </w:r>
    </w:p>
    <w:p w14:paraId="5899E554" w14:textId="77777777" w:rsidR="00252AB2" w:rsidRDefault="00252AB2" w:rsidP="00FD62B3">
      <w:pPr>
        <w:pStyle w:val="NumberedMaterial"/>
        <w:numPr>
          <w:ilvl w:val="4"/>
          <w:numId w:val="16"/>
        </w:numPr>
      </w:pPr>
      <w:r>
        <w:t>CTO</w:t>
      </w:r>
      <w:r>
        <w:tab/>
        <w:t>Cable Tray Other</w:t>
      </w:r>
    </w:p>
    <w:p w14:paraId="22FFB690" w14:textId="77777777" w:rsidR="00252AB2" w:rsidRDefault="00252AB2" w:rsidP="00FD62B3">
      <w:pPr>
        <w:pStyle w:val="NumberedMaterial"/>
        <w:numPr>
          <w:ilvl w:val="4"/>
          <w:numId w:val="16"/>
        </w:numPr>
      </w:pPr>
      <w:r>
        <w:t>CDT</w:t>
      </w:r>
      <w:r>
        <w:tab/>
        <w:t>ConDuit Telecom</w:t>
      </w:r>
    </w:p>
    <w:p w14:paraId="470B6D22" w14:textId="77777777" w:rsidR="00252AB2" w:rsidRDefault="00252AB2" w:rsidP="00FD62B3">
      <w:pPr>
        <w:pStyle w:val="NumberedMaterial"/>
        <w:numPr>
          <w:ilvl w:val="4"/>
          <w:numId w:val="16"/>
        </w:numPr>
      </w:pPr>
      <w:r>
        <w:t>CTT</w:t>
      </w:r>
      <w:r>
        <w:tab/>
        <w:t>Cable Tray Telecom</w:t>
      </w:r>
    </w:p>
    <w:p w14:paraId="1C667B62" w14:textId="77777777" w:rsidR="00252AB2" w:rsidRDefault="00252AB2" w:rsidP="00FD62B3">
      <w:pPr>
        <w:pStyle w:val="NumberedMaterial"/>
        <w:numPr>
          <w:ilvl w:val="4"/>
          <w:numId w:val="16"/>
        </w:numPr>
      </w:pPr>
      <w:r>
        <w:t>DDO</w:t>
      </w:r>
      <w:r>
        <w:tab/>
        <w:t>innerDuct Other</w:t>
      </w:r>
    </w:p>
    <w:p w14:paraId="229823C3" w14:textId="77777777" w:rsidR="00252AB2" w:rsidRDefault="00252AB2" w:rsidP="00FD62B3">
      <w:pPr>
        <w:pStyle w:val="NumberedMaterial"/>
        <w:numPr>
          <w:ilvl w:val="4"/>
          <w:numId w:val="16"/>
        </w:numPr>
      </w:pPr>
      <w:r>
        <w:t>DDT</w:t>
      </w:r>
      <w:r>
        <w:tab/>
        <w:t>innerDuct Telecom</w:t>
      </w:r>
    </w:p>
    <w:p w14:paraId="41A0BC6B" w14:textId="77777777" w:rsidR="00252AB2" w:rsidRDefault="00252AB2" w:rsidP="00FD62B3">
      <w:pPr>
        <w:pStyle w:val="NumberedMaterial"/>
        <w:numPr>
          <w:ilvl w:val="4"/>
          <w:numId w:val="16"/>
        </w:numPr>
      </w:pPr>
      <w:r>
        <w:t>SLT</w:t>
      </w:r>
      <w:r>
        <w:tab/>
        <w:t>SLeeve Telecom</w:t>
      </w:r>
    </w:p>
    <w:p w14:paraId="4E6920C6" w14:textId="77777777" w:rsidR="00252AB2" w:rsidRDefault="00252AB2" w:rsidP="00FD62B3">
      <w:pPr>
        <w:pStyle w:val="NumberedMaterial"/>
        <w:numPr>
          <w:ilvl w:val="3"/>
          <w:numId w:val="16"/>
        </w:numPr>
      </w:pPr>
      <w:r>
        <w:t>Pathway Label Application Notes</w:t>
      </w:r>
    </w:p>
    <w:p w14:paraId="321B25D8" w14:textId="77777777" w:rsidR="00252AB2" w:rsidRDefault="00252AB2" w:rsidP="00FD62B3">
      <w:pPr>
        <w:pStyle w:val="NumberedMaterial"/>
        <w:numPr>
          <w:ilvl w:val="4"/>
          <w:numId w:val="16"/>
        </w:numPr>
      </w:pPr>
      <w:r>
        <w:t>For a pathway occupying two or more facilities use the facility code “fc” with the majority of the run in it.</w:t>
      </w:r>
    </w:p>
    <w:p w14:paraId="5687A81C" w14:textId="77777777" w:rsidR="00252AB2" w:rsidRDefault="00252AB2" w:rsidP="00FD62B3">
      <w:pPr>
        <w:pStyle w:val="NumberedMaterial"/>
        <w:numPr>
          <w:ilvl w:val="2"/>
          <w:numId w:val="16"/>
        </w:numPr>
      </w:pPr>
      <w:r>
        <w:t>Cables</w:t>
      </w:r>
      <w:r w:rsidR="00C04D0D">
        <w:t xml:space="preserve"> </w:t>
      </w:r>
      <w:r>
        <w:t>“cb”</w:t>
      </w:r>
    </w:p>
    <w:p w14:paraId="2D490F71" w14:textId="77777777" w:rsidR="00252AB2" w:rsidRDefault="00252AB2" w:rsidP="00FD62B3">
      <w:pPr>
        <w:pStyle w:val="NumberedMaterial"/>
        <w:numPr>
          <w:ilvl w:val="3"/>
          <w:numId w:val="16"/>
        </w:numPr>
      </w:pPr>
      <w:r>
        <w:t>Cable labels shall be identified by two or three text lines, as illustrated below.</w:t>
      </w:r>
    </w:p>
    <w:p w14:paraId="66E230A6" w14:textId="77777777" w:rsidR="00252AB2" w:rsidRDefault="00252AB2" w:rsidP="00FD62B3">
      <w:pPr>
        <w:pStyle w:val="NumberedMaterial"/>
        <w:numPr>
          <w:ilvl w:val="4"/>
          <w:numId w:val="16"/>
        </w:numPr>
      </w:pPr>
      <w:r>
        <w:t>Composite (multimode and singlemode) Backbone Cables:</w:t>
      </w:r>
      <w:r w:rsidR="00C04D0D">
        <w:t xml:space="preserve"> </w:t>
      </w:r>
      <w:r>
        <w:t>The POS cable management system treats composite cable as if each cable type were an indiv</w:t>
      </w:r>
      <w:r w:rsidR="00672BB9">
        <w:t>i</w:t>
      </w:r>
      <w:r>
        <w:t>dual cables.</w:t>
      </w:r>
    </w:p>
    <w:p w14:paraId="0E713EE7" w14:textId="77777777" w:rsidR="00252AB2" w:rsidRDefault="00252AB2" w:rsidP="00FD62B3">
      <w:pPr>
        <w:pStyle w:val="NumberedMaterial"/>
        <w:numPr>
          <w:ilvl w:val="5"/>
          <w:numId w:val="16"/>
        </w:numPr>
      </w:pPr>
      <w:r>
        <w:t>1st text line:</w:t>
      </w:r>
      <w:r w:rsidR="00C04D0D">
        <w:t xml:space="preserve"> </w:t>
      </w:r>
      <w:r>
        <w:t>cb.st.fc.nnnnn.ss</w:t>
      </w:r>
      <w:r w:rsidR="00C04D0D">
        <w:t xml:space="preserve"> </w:t>
      </w:r>
      <w:r>
        <w:t>(</w:t>
      </w:r>
      <w:r w:rsidR="00C04D0D">
        <w:t>1</w:t>
      </w:r>
      <w:r w:rsidR="00C04D0D" w:rsidRPr="00C04D0D">
        <w:t>st</w:t>
      </w:r>
      <w:r w:rsidR="00C04D0D">
        <w:t xml:space="preserve"> </w:t>
      </w:r>
      <w:r>
        <w:t>cable type)</w:t>
      </w:r>
    </w:p>
    <w:p w14:paraId="2986DB4B" w14:textId="77777777" w:rsidR="00252AB2" w:rsidRDefault="00252AB2" w:rsidP="00FD62B3">
      <w:pPr>
        <w:pStyle w:val="NumberedMaterial"/>
        <w:numPr>
          <w:ilvl w:val="5"/>
          <w:numId w:val="16"/>
        </w:numPr>
      </w:pPr>
      <w:r>
        <w:t>2nd text line:</w:t>
      </w:r>
      <w:r w:rsidR="00C04D0D">
        <w:t xml:space="preserve"> </w:t>
      </w:r>
      <w:r>
        <w:t>cb.st.fc.nnnnn.ss (2</w:t>
      </w:r>
      <w:r w:rsidR="00C04D0D">
        <w:t>nd</w:t>
      </w:r>
      <w:r>
        <w:t xml:space="preserve"> cable type)</w:t>
      </w:r>
    </w:p>
    <w:p w14:paraId="359788A4" w14:textId="77777777" w:rsidR="00252AB2" w:rsidRDefault="00252AB2" w:rsidP="00FD62B3">
      <w:pPr>
        <w:pStyle w:val="NumberedMaterial"/>
        <w:numPr>
          <w:ilvl w:val="5"/>
          <w:numId w:val="16"/>
        </w:numPr>
      </w:pPr>
      <w:r>
        <w:t>3</w:t>
      </w:r>
      <w:r w:rsidR="00C04D0D">
        <w:t>rd</w:t>
      </w:r>
      <w:r>
        <w:t xml:space="preserve"> text line: sp.fczz.nnnnn-sp.fczz.nnnnn (from- to)</w:t>
      </w:r>
    </w:p>
    <w:p w14:paraId="1161BE7E" w14:textId="77777777" w:rsidR="00252AB2" w:rsidRDefault="00252AB2" w:rsidP="00FD62B3">
      <w:pPr>
        <w:pStyle w:val="NumberedMaterial"/>
        <w:numPr>
          <w:ilvl w:val="4"/>
          <w:numId w:val="16"/>
        </w:numPr>
      </w:pPr>
      <w:r>
        <w:t>Non-composite Backbone Cables:</w:t>
      </w:r>
    </w:p>
    <w:p w14:paraId="6DD5A31D" w14:textId="77777777" w:rsidR="00252AB2" w:rsidRDefault="00252AB2" w:rsidP="00FD62B3">
      <w:pPr>
        <w:pStyle w:val="NumberedMaterial"/>
        <w:numPr>
          <w:ilvl w:val="5"/>
          <w:numId w:val="16"/>
        </w:numPr>
      </w:pPr>
      <w:r>
        <w:t>1st text line:</w:t>
      </w:r>
      <w:r w:rsidR="00C04D0D">
        <w:t xml:space="preserve"> </w:t>
      </w:r>
      <w:r>
        <w:t>cb.st.fc.nnnnn</w:t>
      </w:r>
    </w:p>
    <w:p w14:paraId="37DF8A58" w14:textId="77777777" w:rsidR="00252AB2" w:rsidRDefault="00252AB2" w:rsidP="00FD62B3">
      <w:pPr>
        <w:pStyle w:val="NumberedMaterial"/>
        <w:numPr>
          <w:ilvl w:val="5"/>
          <w:numId w:val="16"/>
        </w:numPr>
      </w:pPr>
      <w:r>
        <w:t>2nd text line:</w:t>
      </w:r>
      <w:r w:rsidR="00C04D0D">
        <w:t xml:space="preserve"> </w:t>
      </w:r>
      <w:r>
        <w:t>“Blank”</w:t>
      </w:r>
    </w:p>
    <w:p w14:paraId="15CB20B9" w14:textId="77777777" w:rsidR="00252AB2" w:rsidRDefault="00252AB2" w:rsidP="00FD62B3">
      <w:pPr>
        <w:pStyle w:val="NumberedMaterial"/>
        <w:numPr>
          <w:ilvl w:val="5"/>
          <w:numId w:val="16"/>
        </w:numPr>
      </w:pPr>
      <w:r>
        <w:t>3</w:t>
      </w:r>
      <w:r w:rsidR="00C04D0D">
        <w:t xml:space="preserve">rd </w:t>
      </w:r>
      <w:r>
        <w:t>text line: sp.fczz.nnnnn-sp.fczz.nnnnn (from- to)</w:t>
      </w:r>
    </w:p>
    <w:p w14:paraId="2CB30903" w14:textId="77777777" w:rsidR="00252AB2" w:rsidRDefault="00252AB2" w:rsidP="00FD62B3">
      <w:pPr>
        <w:pStyle w:val="NumberedMaterial"/>
        <w:numPr>
          <w:ilvl w:val="4"/>
          <w:numId w:val="16"/>
        </w:numPr>
      </w:pPr>
      <w:r>
        <w:t>Horizontal</w:t>
      </w:r>
      <w:r w:rsidR="00C04D0D">
        <w:t xml:space="preserve"> </w:t>
      </w:r>
      <w:r>
        <w:t>Cables:</w:t>
      </w:r>
    </w:p>
    <w:p w14:paraId="6B6D8D95" w14:textId="77777777" w:rsidR="00252AB2" w:rsidRDefault="00252AB2" w:rsidP="00FD62B3">
      <w:pPr>
        <w:pStyle w:val="NumberedMaterial"/>
        <w:numPr>
          <w:ilvl w:val="5"/>
          <w:numId w:val="16"/>
        </w:numPr>
      </w:pPr>
      <w:r>
        <w:t>1st text line:</w:t>
      </w:r>
      <w:r w:rsidR="00C04D0D">
        <w:t xml:space="preserve"> </w:t>
      </w:r>
      <w:r>
        <w:t>cb.st.fczz.nnnnn</w:t>
      </w:r>
    </w:p>
    <w:p w14:paraId="64DD70A2" w14:textId="77777777" w:rsidR="00252AB2" w:rsidRDefault="00252AB2" w:rsidP="00FD62B3">
      <w:pPr>
        <w:pStyle w:val="NumberedMaterial"/>
        <w:numPr>
          <w:ilvl w:val="5"/>
          <w:numId w:val="16"/>
        </w:numPr>
      </w:pPr>
      <w:r>
        <w:t>2nd text line:</w:t>
      </w:r>
      <w:r w:rsidR="00C04D0D">
        <w:t xml:space="preserve"> </w:t>
      </w:r>
      <w:r>
        <w:t>“Blank”</w:t>
      </w:r>
    </w:p>
    <w:p w14:paraId="1E36D916" w14:textId="77777777" w:rsidR="00252AB2" w:rsidRDefault="00252AB2" w:rsidP="00FD62B3">
      <w:pPr>
        <w:pStyle w:val="NumberedMaterial"/>
        <w:numPr>
          <w:ilvl w:val="5"/>
          <w:numId w:val="16"/>
        </w:numPr>
      </w:pPr>
      <w:r>
        <w:t>3</w:t>
      </w:r>
      <w:r w:rsidR="00672BB9">
        <w:t xml:space="preserve">rd </w:t>
      </w:r>
      <w:r>
        <w:t>text line: sp.fczz.nnnnn-th.fczz.nnnnn (from- to)</w:t>
      </w:r>
    </w:p>
    <w:p w14:paraId="3932D97D" w14:textId="77777777" w:rsidR="001E5F6B" w:rsidRDefault="001E5F6B" w:rsidP="001E5F6B">
      <w:pPr>
        <w:pStyle w:val="NumberedMaterial"/>
        <w:numPr>
          <w:ilvl w:val="5"/>
          <w:numId w:val="16"/>
        </w:numPr>
      </w:pPr>
      <w:r>
        <w:t xml:space="preserve">“cb” represents the cable type code identified as follows in </w:t>
      </w:r>
      <w:r w:rsidR="00A3568F">
        <w:t>section</w:t>
      </w:r>
      <w:r>
        <w:t xml:space="preserve"> 1.05.C.2.</w:t>
      </w:r>
    </w:p>
    <w:p w14:paraId="6ECE6899" w14:textId="77777777" w:rsidR="001E5F6B" w:rsidRDefault="001E5F6B" w:rsidP="001E5F6B">
      <w:pPr>
        <w:pStyle w:val="NumberedMaterial"/>
        <w:numPr>
          <w:ilvl w:val="5"/>
          <w:numId w:val="16"/>
        </w:numPr>
      </w:pPr>
      <w:r>
        <w:t>“st”</w:t>
      </w:r>
      <w:r>
        <w:tab/>
        <w:t xml:space="preserve">represents the cable subtype code identified as follows in </w:t>
      </w:r>
      <w:r w:rsidR="00A3568F">
        <w:t>section</w:t>
      </w:r>
      <w:r>
        <w:t xml:space="preserve"> 1.05.C.3.</w:t>
      </w:r>
    </w:p>
    <w:p w14:paraId="7F8FADC3" w14:textId="77777777" w:rsidR="001E5F6B" w:rsidRDefault="001E5F6B" w:rsidP="001E5F6B">
      <w:pPr>
        <w:pStyle w:val="NumberedMaterial"/>
        <w:numPr>
          <w:ilvl w:val="5"/>
          <w:numId w:val="16"/>
        </w:numPr>
      </w:pPr>
      <w:r>
        <w:lastRenderedPageBreak/>
        <w:t xml:space="preserve">“fc” represents the POS facility code identified as follows in </w:t>
      </w:r>
      <w:r w:rsidR="00A3568F">
        <w:t>section</w:t>
      </w:r>
      <w:r>
        <w:t xml:space="preserve"> 1.06.</w:t>
      </w:r>
    </w:p>
    <w:p w14:paraId="460A1F87" w14:textId="77777777" w:rsidR="001E5F6B" w:rsidRDefault="001E5F6B" w:rsidP="001E5F6B">
      <w:pPr>
        <w:pStyle w:val="NumberedMaterial"/>
        <w:numPr>
          <w:ilvl w:val="5"/>
          <w:numId w:val="16"/>
        </w:numPr>
      </w:pPr>
      <w:r>
        <w:t xml:space="preserve">“zz” represents the level in the particular facility identified as follows in </w:t>
      </w:r>
      <w:r w:rsidR="00A3568F">
        <w:t>section</w:t>
      </w:r>
      <w:r>
        <w:t xml:space="preserve"> 1.07.</w:t>
      </w:r>
    </w:p>
    <w:p w14:paraId="0D686A78" w14:textId="77777777" w:rsidR="001E5F6B" w:rsidRDefault="001E5F6B" w:rsidP="001E5F6B">
      <w:pPr>
        <w:pStyle w:val="NumberedMaterial"/>
        <w:numPr>
          <w:ilvl w:val="5"/>
          <w:numId w:val="16"/>
        </w:numPr>
      </w:pPr>
      <w:r>
        <w:t>“nnnnn” represent a (5) five digit sequence number</w:t>
      </w:r>
    </w:p>
    <w:p w14:paraId="79C92AB3" w14:textId="77777777" w:rsidR="001E5F6B" w:rsidRDefault="001E5F6B" w:rsidP="001E5F6B">
      <w:pPr>
        <w:pStyle w:val="NumberedMaterial"/>
        <w:numPr>
          <w:ilvl w:val="5"/>
          <w:numId w:val="16"/>
        </w:numPr>
      </w:pPr>
      <w:r>
        <w:t xml:space="preserve">“ss” represents the composite cable sub-subtype identified as follows in </w:t>
      </w:r>
      <w:r w:rsidR="00A3568F">
        <w:t>section</w:t>
      </w:r>
      <w:r>
        <w:t xml:space="preserve"> 1.05.C.4.</w:t>
      </w:r>
    </w:p>
    <w:p w14:paraId="3577FC34" w14:textId="77777777" w:rsidR="00252AB2" w:rsidRDefault="00252AB2" w:rsidP="001E5F6B">
      <w:pPr>
        <w:pStyle w:val="NumberedMaterial"/>
        <w:numPr>
          <w:ilvl w:val="3"/>
          <w:numId w:val="16"/>
        </w:numPr>
      </w:pPr>
      <w:r>
        <w:t>Cable Type Codes “cb”</w:t>
      </w:r>
    </w:p>
    <w:p w14:paraId="57133560" w14:textId="77777777" w:rsidR="00252AB2" w:rsidRDefault="00252AB2" w:rsidP="00FD62B3">
      <w:pPr>
        <w:pStyle w:val="NumberedMaterial"/>
        <w:numPr>
          <w:ilvl w:val="4"/>
          <w:numId w:val="16"/>
        </w:numPr>
      </w:pPr>
      <w:r>
        <w:t>CB</w:t>
      </w:r>
      <w:r>
        <w:tab/>
        <w:t>Copper cable Backbone</w:t>
      </w:r>
    </w:p>
    <w:p w14:paraId="16F37F97" w14:textId="77777777" w:rsidR="00252AB2" w:rsidRDefault="00252AB2" w:rsidP="00FD62B3">
      <w:pPr>
        <w:pStyle w:val="NumberedMaterial"/>
        <w:numPr>
          <w:ilvl w:val="4"/>
          <w:numId w:val="16"/>
        </w:numPr>
      </w:pPr>
      <w:r>
        <w:t>FB*</w:t>
      </w:r>
      <w:r>
        <w:tab/>
        <w:t>Fiber cable Backbone (also used for composite fiber cable Backbone)</w:t>
      </w:r>
    </w:p>
    <w:p w14:paraId="167283EC" w14:textId="77777777" w:rsidR="00252AB2" w:rsidRDefault="00252AB2" w:rsidP="00FD62B3">
      <w:pPr>
        <w:pStyle w:val="NumberedMaterial"/>
        <w:numPr>
          <w:ilvl w:val="4"/>
          <w:numId w:val="16"/>
        </w:numPr>
      </w:pPr>
      <w:r>
        <w:t>CH</w:t>
      </w:r>
      <w:r>
        <w:tab/>
        <w:t>Copper cable Horizontal</w:t>
      </w:r>
    </w:p>
    <w:p w14:paraId="423BB3D3" w14:textId="77777777" w:rsidR="00252AB2" w:rsidRDefault="00252AB2" w:rsidP="00FD62B3">
      <w:pPr>
        <w:pStyle w:val="NumberedMaterial"/>
        <w:numPr>
          <w:ilvl w:val="4"/>
          <w:numId w:val="16"/>
        </w:numPr>
      </w:pPr>
      <w:r>
        <w:t>FH</w:t>
      </w:r>
      <w:r>
        <w:tab/>
        <w:t>Fiber cable Horizontal (also used for composite fiber cable Horizontal)</w:t>
      </w:r>
    </w:p>
    <w:p w14:paraId="076E7D3F" w14:textId="77777777" w:rsidR="00252AB2" w:rsidRDefault="00252AB2" w:rsidP="00FD62B3">
      <w:pPr>
        <w:pStyle w:val="NumberedMaterial"/>
        <w:numPr>
          <w:ilvl w:val="4"/>
          <w:numId w:val="16"/>
        </w:numPr>
      </w:pPr>
      <w:r>
        <w:t>CO</w:t>
      </w:r>
      <w:r>
        <w:tab/>
        <w:t>Copper cable Other</w:t>
      </w:r>
    </w:p>
    <w:p w14:paraId="34C79A53" w14:textId="77777777" w:rsidR="00252AB2" w:rsidRDefault="00252AB2" w:rsidP="00FD62B3">
      <w:pPr>
        <w:pStyle w:val="NumberedMaterial"/>
        <w:numPr>
          <w:ilvl w:val="4"/>
          <w:numId w:val="16"/>
        </w:numPr>
      </w:pPr>
      <w:r>
        <w:t>FO*</w:t>
      </w:r>
      <w:r>
        <w:tab/>
        <w:t>Fiber cable Other (also used for composite fiber cable Other)</w:t>
      </w:r>
    </w:p>
    <w:p w14:paraId="68784415" w14:textId="77777777" w:rsidR="00252AB2" w:rsidRDefault="00252AB2" w:rsidP="00EC1F47">
      <w:pPr>
        <w:pStyle w:val="NumberedMaterial"/>
        <w:numPr>
          <w:ilvl w:val="4"/>
          <w:numId w:val="16"/>
        </w:numPr>
      </w:pPr>
      <w:r>
        <w:t>* Indicates cable types that r</w:t>
      </w:r>
      <w:r w:rsidR="00672BB9">
        <w:t>equire a unique sequence number</w:t>
      </w:r>
    </w:p>
    <w:p w14:paraId="68D8C2FA" w14:textId="77777777" w:rsidR="00252AB2" w:rsidRDefault="00252AB2" w:rsidP="00FD62B3">
      <w:pPr>
        <w:pStyle w:val="NumberedMaterial"/>
        <w:numPr>
          <w:ilvl w:val="3"/>
          <w:numId w:val="16"/>
        </w:numPr>
      </w:pPr>
      <w:r>
        <w:t>Cable Subtype Codes “st”</w:t>
      </w:r>
    </w:p>
    <w:p w14:paraId="5EBCD97E" w14:textId="77777777" w:rsidR="00252AB2" w:rsidRDefault="00672BB9" w:rsidP="00FD62B3">
      <w:pPr>
        <w:pStyle w:val="NumberedMaterial"/>
        <w:numPr>
          <w:ilvl w:val="4"/>
          <w:numId w:val="16"/>
        </w:numPr>
      </w:pPr>
      <w:r>
        <w:t>XM</w:t>
      </w:r>
      <w:r>
        <w:tab/>
        <w:t>composite cable</w:t>
      </w:r>
    </w:p>
    <w:p w14:paraId="0DF0AD77" w14:textId="77777777" w:rsidR="005D6291" w:rsidRDefault="005D6291" w:rsidP="00FD62B3">
      <w:pPr>
        <w:pStyle w:val="NumberedMaterial"/>
        <w:numPr>
          <w:ilvl w:val="4"/>
          <w:numId w:val="16"/>
        </w:numPr>
      </w:pPr>
      <w:r>
        <w:t>M6</w:t>
      </w:r>
      <w:r>
        <w:tab/>
        <w:t>Multimode, 62.5 Micron fiber cable</w:t>
      </w:r>
    </w:p>
    <w:p w14:paraId="653B56EA" w14:textId="77777777" w:rsidR="005D6291" w:rsidRDefault="005D6291" w:rsidP="00FD62B3">
      <w:pPr>
        <w:pStyle w:val="NumberedMaterial"/>
        <w:numPr>
          <w:ilvl w:val="4"/>
          <w:numId w:val="16"/>
        </w:numPr>
      </w:pPr>
      <w:r>
        <w:t>M5</w:t>
      </w:r>
      <w:r>
        <w:tab/>
        <w:t>Multimode, 50 Micron fiber cable</w:t>
      </w:r>
    </w:p>
    <w:p w14:paraId="3082410D" w14:textId="77777777" w:rsidR="005D6291" w:rsidRDefault="005D6291" w:rsidP="00FD62B3">
      <w:pPr>
        <w:pStyle w:val="NumberedMaterial"/>
        <w:numPr>
          <w:ilvl w:val="4"/>
          <w:numId w:val="16"/>
        </w:numPr>
      </w:pPr>
      <w:r>
        <w:t>SM</w:t>
      </w:r>
      <w:r>
        <w:tab/>
        <w:t>Single mode, Matched clad</w:t>
      </w:r>
    </w:p>
    <w:p w14:paraId="100654BC" w14:textId="77777777" w:rsidR="005D6291" w:rsidRDefault="005D6291" w:rsidP="00FD62B3">
      <w:pPr>
        <w:pStyle w:val="NumberedMaterial"/>
        <w:numPr>
          <w:ilvl w:val="4"/>
          <w:numId w:val="16"/>
        </w:numPr>
      </w:pPr>
      <w:r>
        <w:t>SD</w:t>
      </w:r>
      <w:r>
        <w:tab/>
        <w:t>Single mode, Depressed clad</w:t>
      </w:r>
    </w:p>
    <w:p w14:paraId="5DED6EEF" w14:textId="77777777" w:rsidR="005D6291" w:rsidRDefault="009D4696" w:rsidP="00FD62B3">
      <w:pPr>
        <w:pStyle w:val="NumberedMaterial"/>
        <w:numPr>
          <w:ilvl w:val="4"/>
          <w:numId w:val="16"/>
        </w:numPr>
      </w:pPr>
      <w:r>
        <w:t>SA</w:t>
      </w:r>
      <w:r>
        <w:tab/>
        <w:t>Single mode, Allwave</w:t>
      </w:r>
    </w:p>
    <w:p w14:paraId="78C5C154" w14:textId="77777777" w:rsidR="00252AB2" w:rsidRDefault="00252AB2" w:rsidP="00FD62B3">
      <w:pPr>
        <w:pStyle w:val="NumberedMaterial"/>
        <w:numPr>
          <w:ilvl w:val="4"/>
          <w:numId w:val="16"/>
        </w:numPr>
      </w:pPr>
      <w:r>
        <w:t>UT</w:t>
      </w:r>
      <w:r>
        <w:tab/>
        <w:t>Uncategorized unshielded Twisted pair</w:t>
      </w:r>
    </w:p>
    <w:p w14:paraId="5596B30B" w14:textId="77777777" w:rsidR="00252AB2" w:rsidRDefault="00252AB2" w:rsidP="00FD62B3">
      <w:pPr>
        <w:pStyle w:val="NumberedMaterial"/>
        <w:numPr>
          <w:ilvl w:val="4"/>
          <w:numId w:val="16"/>
        </w:numPr>
      </w:pPr>
      <w:r>
        <w:t>U3</w:t>
      </w:r>
      <w:r>
        <w:tab/>
        <w:t>category 3 Unshielded twisted pair</w:t>
      </w:r>
    </w:p>
    <w:p w14:paraId="115F8CD5" w14:textId="77777777" w:rsidR="00252AB2" w:rsidRDefault="00252AB2" w:rsidP="00FD62B3">
      <w:pPr>
        <w:pStyle w:val="NumberedMaterial"/>
        <w:numPr>
          <w:ilvl w:val="4"/>
          <w:numId w:val="16"/>
        </w:numPr>
      </w:pPr>
      <w:r>
        <w:t>U5</w:t>
      </w:r>
      <w:r>
        <w:tab/>
        <w:t>category 5 Unshielded twisted pair</w:t>
      </w:r>
    </w:p>
    <w:p w14:paraId="19AA8712" w14:textId="77777777" w:rsidR="00252AB2" w:rsidRDefault="00252AB2" w:rsidP="00FD62B3">
      <w:pPr>
        <w:pStyle w:val="NumberedMaterial"/>
        <w:numPr>
          <w:ilvl w:val="4"/>
          <w:numId w:val="16"/>
        </w:numPr>
      </w:pPr>
      <w:r>
        <w:t>U6</w:t>
      </w:r>
      <w:r>
        <w:tab/>
        <w:t>category 6 Unshielded twisted pair</w:t>
      </w:r>
    </w:p>
    <w:p w14:paraId="3E0C8027" w14:textId="77777777" w:rsidR="00252AB2" w:rsidRDefault="00252AB2" w:rsidP="00FD62B3">
      <w:pPr>
        <w:pStyle w:val="NumberedMaterial"/>
        <w:numPr>
          <w:ilvl w:val="4"/>
          <w:numId w:val="16"/>
        </w:numPr>
      </w:pPr>
      <w:r>
        <w:t>ST</w:t>
      </w:r>
      <w:r>
        <w:tab/>
        <w:t>Shielded Twisted pair</w:t>
      </w:r>
    </w:p>
    <w:p w14:paraId="009D1E01" w14:textId="77777777" w:rsidR="00252AB2" w:rsidRDefault="00672BB9" w:rsidP="00FD62B3">
      <w:pPr>
        <w:pStyle w:val="NumberedMaterial"/>
        <w:numPr>
          <w:ilvl w:val="4"/>
          <w:numId w:val="16"/>
        </w:numPr>
      </w:pPr>
      <w:r>
        <w:t>CX</w:t>
      </w:r>
      <w:r>
        <w:tab/>
        <w:t>Co-axial copper cable</w:t>
      </w:r>
    </w:p>
    <w:p w14:paraId="2694CAEE" w14:textId="77777777" w:rsidR="00252AB2" w:rsidRDefault="00252AB2" w:rsidP="00FD62B3">
      <w:pPr>
        <w:pStyle w:val="NumberedMaterial"/>
        <w:numPr>
          <w:ilvl w:val="4"/>
          <w:numId w:val="16"/>
        </w:numPr>
      </w:pPr>
      <w:r>
        <w:t>MU</w:t>
      </w:r>
      <w:r>
        <w:tab/>
        <w:t>Unshielded multi-conductor copper cable</w:t>
      </w:r>
    </w:p>
    <w:p w14:paraId="3539D9A4" w14:textId="77777777" w:rsidR="00252AB2" w:rsidRDefault="00252AB2" w:rsidP="00FD62B3">
      <w:pPr>
        <w:pStyle w:val="NumberedMaterial"/>
        <w:numPr>
          <w:ilvl w:val="4"/>
          <w:numId w:val="16"/>
        </w:numPr>
      </w:pPr>
      <w:r>
        <w:t>MS</w:t>
      </w:r>
      <w:r>
        <w:tab/>
        <w:t>Shielded multi-conductor copper cable</w:t>
      </w:r>
    </w:p>
    <w:p w14:paraId="075F2B01" w14:textId="77777777" w:rsidR="00252AB2" w:rsidRDefault="00252AB2" w:rsidP="00FD62B3">
      <w:pPr>
        <w:pStyle w:val="NumberedMaterial"/>
        <w:numPr>
          <w:ilvl w:val="4"/>
          <w:numId w:val="16"/>
        </w:numPr>
      </w:pPr>
      <w:r>
        <w:t>RX</w:t>
      </w:r>
      <w:r>
        <w:tab/>
        <w:t>Radiating Coax</w:t>
      </w:r>
    </w:p>
    <w:p w14:paraId="69018CF5" w14:textId="77777777" w:rsidR="00252AB2" w:rsidRDefault="00252AB2" w:rsidP="00FD62B3">
      <w:pPr>
        <w:pStyle w:val="NumberedMaterial"/>
        <w:numPr>
          <w:ilvl w:val="4"/>
          <w:numId w:val="16"/>
        </w:numPr>
      </w:pPr>
      <w:r>
        <w:t>US</w:t>
      </w:r>
      <w:r>
        <w:tab/>
        <w:t>Universal Station cable</w:t>
      </w:r>
    </w:p>
    <w:p w14:paraId="7B896F0D" w14:textId="77777777" w:rsidR="00252AB2" w:rsidRDefault="00252AB2" w:rsidP="00FD62B3">
      <w:pPr>
        <w:pStyle w:val="NumberedMaterial"/>
        <w:numPr>
          <w:ilvl w:val="4"/>
          <w:numId w:val="16"/>
        </w:numPr>
      </w:pPr>
      <w:r>
        <w:t>FX</w:t>
      </w:r>
      <w:r>
        <w:tab/>
        <w:t>Fiber station cable</w:t>
      </w:r>
    </w:p>
    <w:p w14:paraId="6276385C" w14:textId="77777777" w:rsidR="00252AB2" w:rsidRDefault="00252AB2" w:rsidP="00FD62B3">
      <w:pPr>
        <w:pStyle w:val="NumberedMaterial"/>
        <w:numPr>
          <w:ilvl w:val="4"/>
          <w:numId w:val="16"/>
        </w:numPr>
      </w:pPr>
      <w:r>
        <w:lastRenderedPageBreak/>
        <w:t>JS</w:t>
      </w:r>
      <w:r>
        <w:tab/>
        <w:t>fiber Jumper, Simplex</w:t>
      </w:r>
    </w:p>
    <w:p w14:paraId="6C5D1E53" w14:textId="77777777" w:rsidR="00252AB2" w:rsidRDefault="00672BB9" w:rsidP="00FD62B3">
      <w:pPr>
        <w:pStyle w:val="NumberedMaterial"/>
        <w:numPr>
          <w:ilvl w:val="4"/>
          <w:numId w:val="16"/>
        </w:numPr>
      </w:pPr>
      <w:r>
        <w:t>JD</w:t>
      </w:r>
      <w:r>
        <w:tab/>
        <w:t>fiber Jumper, Duplex</w:t>
      </w:r>
    </w:p>
    <w:p w14:paraId="4B614E7D" w14:textId="77777777" w:rsidR="00252AB2" w:rsidRDefault="00252AB2" w:rsidP="00FD62B3">
      <w:pPr>
        <w:pStyle w:val="NumberedMaterial"/>
        <w:numPr>
          <w:ilvl w:val="4"/>
          <w:numId w:val="16"/>
        </w:numPr>
      </w:pPr>
      <w:r>
        <w:t>CC</w:t>
      </w:r>
      <w:r>
        <w:tab/>
        <w:t>Copper cross Connect</w:t>
      </w:r>
    </w:p>
    <w:p w14:paraId="6F0CE075" w14:textId="77777777" w:rsidR="00252AB2" w:rsidRDefault="00252AB2" w:rsidP="00FD62B3">
      <w:pPr>
        <w:pStyle w:val="NumberedMaterial"/>
        <w:numPr>
          <w:ilvl w:val="4"/>
          <w:numId w:val="16"/>
        </w:numPr>
      </w:pPr>
      <w:r>
        <w:t>WC</w:t>
      </w:r>
      <w:r>
        <w:tab/>
        <w:t>Wireless Coax</w:t>
      </w:r>
    </w:p>
    <w:p w14:paraId="5C0BDA8B" w14:textId="77777777" w:rsidR="00252AB2" w:rsidRDefault="00252AB2" w:rsidP="00FD62B3">
      <w:pPr>
        <w:pStyle w:val="NumberedMaterial"/>
        <w:numPr>
          <w:ilvl w:val="3"/>
          <w:numId w:val="16"/>
        </w:numPr>
      </w:pPr>
      <w:r>
        <w:t>Composite Cable Sub-Subtype Codes “ss”</w:t>
      </w:r>
    </w:p>
    <w:p w14:paraId="4DCBF205" w14:textId="77777777" w:rsidR="00252AB2" w:rsidRDefault="00252AB2" w:rsidP="00FD62B3">
      <w:pPr>
        <w:pStyle w:val="NumberedMaterial"/>
        <w:numPr>
          <w:ilvl w:val="4"/>
          <w:numId w:val="16"/>
        </w:numPr>
      </w:pPr>
      <w:r>
        <w:t>M5</w:t>
      </w:r>
      <w:r>
        <w:tab/>
        <w:t>Multimode, 50 Micron fiber cable</w:t>
      </w:r>
    </w:p>
    <w:p w14:paraId="24107665" w14:textId="77777777" w:rsidR="00252AB2" w:rsidRDefault="00252AB2" w:rsidP="00FD62B3">
      <w:pPr>
        <w:pStyle w:val="NumberedMaterial"/>
        <w:numPr>
          <w:ilvl w:val="4"/>
          <w:numId w:val="16"/>
        </w:numPr>
      </w:pPr>
      <w:r>
        <w:t>M6</w:t>
      </w:r>
      <w:r>
        <w:tab/>
        <w:t>Multimode, 62.5 Micron fiber cable</w:t>
      </w:r>
    </w:p>
    <w:p w14:paraId="269ACC98" w14:textId="77777777" w:rsidR="00252AB2" w:rsidRDefault="00252AB2" w:rsidP="00FD62B3">
      <w:pPr>
        <w:pStyle w:val="NumberedMaterial"/>
        <w:numPr>
          <w:ilvl w:val="4"/>
          <w:numId w:val="16"/>
        </w:numPr>
      </w:pPr>
      <w:r>
        <w:t>SM</w:t>
      </w:r>
      <w:r>
        <w:tab/>
        <w:t>Single mode, Matched clad</w:t>
      </w:r>
    </w:p>
    <w:p w14:paraId="1BA7BD23" w14:textId="77777777" w:rsidR="00252AB2" w:rsidRDefault="00252AB2" w:rsidP="00FD62B3">
      <w:pPr>
        <w:pStyle w:val="NumberedMaterial"/>
        <w:numPr>
          <w:ilvl w:val="4"/>
          <w:numId w:val="16"/>
        </w:numPr>
      </w:pPr>
      <w:r>
        <w:t>SD</w:t>
      </w:r>
      <w:r>
        <w:tab/>
        <w:t>Single mode, Depressed clad</w:t>
      </w:r>
    </w:p>
    <w:p w14:paraId="0D0F99FF" w14:textId="77777777" w:rsidR="00252AB2" w:rsidRDefault="00672BB9" w:rsidP="00FD62B3">
      <w:pPr>
        <w:pStyle w:val="NumberedMaterial"/>
        <w:numPr>
          <w:ilvl w:val="4"/>
          <w:numId w:val="16"/>
        </w:numPr>
      </w:pPr>
      <w:r>
        <w:t>SA</w:t>
      </w:r>
      <w:r>
        <w:tab/>
        <w:t>Single mode, Allwave</w:t>
      </w:r>
    </w:p>
    <w:p w14:paraId="2A937A8B" w14:textId="77777777" w:rsidR="00252AB2" w:rsidRDefault="00252AB2" w:rsidP="00FD62B3">
      <w:pPr>
        <w:pStyle w:val="NumberedMaterial"/>
        <w:numPr>
          <w:ilvl w:val="3"/>
          <w:numId w:val="16"/>
        </w:numPr>
      </w:pPr>
      <w:r>
        <w:t>Cable Label General Application Notes</w:t>
      </w:r>
    </w:p>
    <w:p w14:paraId="76D0F518" w14:textId="77777777" w:rsidR="00252AB2" w:rsidRDefault="00252AB2" w:rsidP="00FD62B3">
      <w:pPr>
        <w:pStyle w:val="NumberedMaterial"/>
        <w:numPr>
          <w:ilvl w:val="4"/>
          <w:numId w:val="16"/>
        </w:numPr>
      </w:pPr>
      <w:r>
        <w:t>Backbone or riser cables do not require the level “zz” code; all other cables require it</w:t>
      </w:r>
    </w:p>
    <w:p w14:paraId="49578850" w14:textId="77777777" w:rsidR="00252AB2" w:rsidRDefault="00252AB2" w:rsidP="00FD62B3">
      <w:pPr>
        <w:pStyle w:val="NumberedMaterial"/>
        <w:numPr>
          <w:ilvl w:val="4"/>
          <w:numId w:val="16"/>
        </w:numPr>
      </w:pPr>
      <w:r>
        <w:t>For a cable occupying two or more facilities (or levels), use the facility “fc” and level “zz” where the cable originates or where most of the cable resides.</w:t>
      </w:r>
    </w:p>
    <w:p w14:paraId="3E1542CC" w14:textId="77777777" w:rsidR="00252AB2" w:rsidRDefault="00252AB2" w:rsidP="00FD62B3">
      <w:pPr>
        <w:pStyle w:val="NumberedMaterial"/>
        <w:numPr>
          <w:ilvl w:val="2"/>
          <w:numId w:val="16"/>
        </w:numPr>
      </w:pPr>
      <w:r>
        <w:t>Termination Hardware</w:t>
      </w:r>
      <w:r w:rsidR="00C04D0D">
        <w:t xml:space="preserve"> </w:t>
      </w:r>
      <w:r>
        <w:t>“th”</w:t>
      </w:r>
    </w:p>
    <w:p w14:paraId="50B06EDD" w14:textId="77777777" w:rsidR="00252AB2" w:rsidRDefault="00252AB2" w:rsidP="00FD62B3">
      <w:pPr>
        <w:pStyle w:val="NumberedMaterial"/>
        <w:numPr>
          <w:ilvl w:val="3"/>
          <w:numId w:val="16"/>
        </w:numPr>
      </w:pPr>
      <w:r>
        <w:t>Termination hardware labels other than cross connects shall take the following form:</w:t>
      </w:r>
      <w:r w:rsidR="00C04D0D">
        <w:t xml:space="preserve"> </w:t>
      </w:r>
      <w:r>
        <w:t>[th.fczz.nnnnn]</w:t>
      </w:r>
    </w:p>
    <w:p w14:paraId="1B99FD90" w14:textId="77777777" w:rsidR="00AE0FE7" w:rsidRDefault="00252AB2" w:rsidP="00AE0FE7">
      <w:pPr>
        <w:pStyle w:val="NumberedMaterial"/>
        <w:numPr>
          <w:ilvl w:val="4"/>
          <w:numId w:val="16"/>
        </w:numPr>
      </w:pPr>
      <w:r>
        <w:t>“</w:t>
      </w:r>
      <w:r w:rsidR="00AE0FE7">
        <w:t xml:space="preserve">“th” represents the unique space code identified as follows in para. 1.05.D.2. </w:t>
      </w:r>
    </w:p>
    <w:p w14:paraId="7DA138A7" w14:textId="77777777" w:rsidR="00AE0FE7" w:rsidRDefault="00AE0FE7" w:rsidP="00AE0FE7">
      <w:pPr>
        <w:pStyle w:val="NumberedMaterial"/>
        <w:numPr>
          <w:ilvl w:val="4"/>
          <w:numId w:val="16"/>
        </w:numPr>
      </w:pPr>
      <w:r>
        <w:t xml:space="preserve">“fc” represents the POS facility code identified as follows in </w:t>
      </w:r>
      <w:r w:rsidR="00A3568F">
        <w:t>section</w:t>
      </w:r>
      <w:r>
        <w:t xml:space="preserve"> 1.06.</w:t>
      </w:r>
    </w:p>
    <w:p w14:paraId="2D07597A" w14:textId="77777777" w:rsidR="00AE0FE7" w:rsidRDefault="00AE0FE7" w:rsidP="00AE0FE7">
      <w:pPr>
        <w:pStyle w:val="NumberedMaterial"/>
        <w:numPr>
          <w:ilvl w:val="4"/>
          <w:numId w:val="16"/>
        </w:numPr>
      </w:pPr>
      <w:r>
        <w:t xml:space="preserve">“zz” represents the level in the particular facility as identified in </w:t>
      </w:r>
      <w:r w:rsidR="00A3568F">
        <w:t>section</w:t>
      </w:r>
      <w:r>
        <w:t xml:space="preserve"> 1.07.</w:t>
      </w:r>
    </w:p>
    <w:p w14:paraId="0E006C13" w14:textId="77777777" w:rsidR="00AE0FE7" w:rsidRDefault="00AE0FE7" w:rsidP="00AE0FE7">
      <w:pPr>
        <w:pStyle w:val="NumberedMaterial"/>
        <w:numPr>
          <w:ilvl w:val="4"/>
          <w:numId w:val="16"/>
        </w:numPr>
      </w:pPr>
      <w:r>
        <w:t>“nnnnn” represent a (5) five digit sequence number.</w:t>
      </w:r>
    </w:p>
    <w:p w14:paraId="413EC4B5" w14:textId="77777777" w:rsidR="00252AB2" w:rsidRDefault="00252AB2" w:rsidP="00AE0FE7">
      <w:pPr>
        <w:pStyle w:val="NumberedMaterial"/>
        <w:numPr>
          <w:ilvl w:val="3"/>
          <w:numId w:val="16"/>
        </w:numPr>
      </w:pPr>
      <w:r>
        <w:t>Termination Hardware Codes “th”</w:t>
      </w:r>
    </w:p>
    <w:p w14:paraId="200D2940" w14:textId="77777777" w:rsidR="00252AB2" w:rsidRDefault="00252AB2" w:rsidP="00FD62B3">
      <w:pPr>
        <w:pStyle w:val="NumberedMaterial"/>
        <w:numPr>
          <w:ilvl w:val="4"/>
          <w:numId w:val="16"/>
        </w:numPr>
      </w:pPr>
      <w:r>
        <w:t>AT</w:t>
      </w:r>
      <w:r>
        <w:tab/>
        <w:t>Antenna</w:t>
      </w:r>
    </w:p>
    <w:p w14:paraId="33F43964" w14:textId="77777777" w:rsidR="00252AB2" w:rsidRDefault="00252AB2" w:rsidP="00FD62B3">
      <w:pPr>
        <w:pStyle w:val="NumberedMaterial"/>
        <w:numPr>
          <w:ilvl w:val="4"/>
          <w:numId w:val="16"/>
        </w:numPr>
      </w:pPr>
      <w:r>
        <w:t>CD</w:t>
      </w:r>
      <w:r>
        <w:tab/>
        <w:t>Copper Data jack</w:t>
      </w:r>
    </w:p>
    <w:p w14:paraId="3B4A938F" w14:textId="77777777" w:rsidR="00252AB2" w:rsidRDefault="00252AB2" w:rsidP="00FD62B3">
      <w:pPr>
        <w:pStyle w:val="NumberedMaterial"/>
        <w:numPr>
          <w:ilvl w:val="4"/>
          <w:numId w:val="16"/>
        </w:numPr>
      </w:pPr>
      <w:r>
        <w:t>FD</w:t>
      </w:r>
      <w:r>
        <w:tab/>
        <w:t>Fiber Data jack</w:t>
      </w:r>
    </w:p>
    <w:p w14:paraId="370BB3CF" w14:textId="77777777" w:rsidR="00252AB2" w:rsidRDefault="00252AB2" w:rsidP="00FD62B3">
      <w:pPr>
        <w:pStyle w:val="NumberedMaterial"/>
        <w:numPr>
          <w:ilvl w:val="4"/>
          <w:numId w:val="16"/>
        </w:numPr>
      </w:pPr>
      <w:r>
        <w:t>CV</w:t>
      </w:r>
      <w:r>
        <w:tab/>
        <w:t>Copper Voice jack</w:t>
      </w:r>
    </w:p>
    <w:p w14:paraId="56FDE464" w14:textId="77777777" w:rsidR="00252AB2" w:rsidRDefault="00252AB2" w:rsidP="00FD62B3">
      <w:pPr>
        <w:pStyle w:val="NumberedMaterial"/>
        <w:numPr>
          <w:ilvl w:val="4"/>
          <w:numId w:val="16"/>
        </w:numPr>
      </w:pPr>
      <w:r>
        <w:t>FV</w:t>
      </w:r>
      <w:r>
        <w:tab/>
        <w:t>Fiber Voice jack</w:t>
      </w:r>
    </w:p>
    <w:p w14:paraId="652FA226" w14:textId="77777777" w:rsidR="00252AB2" w:rsidRDefault="00252AB2" w:rsidP="00FD62B3">
      <w:pPr>
        <w:pStyle w:val="NumberedMaterial"/>
        <w:numPr>
          <w:ilvl w:val="4"/>
          <w:numId w:val="16"/>
        </w:numPr>
      </w:pPr>
      <w:r>
        <w:t>CU</w:t>
      </w:r>
      <w:r>
        <w:tab/>
        <w:t>Copper Universal Outlet</w:t>
      </w:r>
    </w:p>
    <w:p w14:paraId="6F6C7321" w14:textId="77777777" w:rsidR="00252AB2" w:rsidRDefault="00252AB2" w:rsidP="00FD62B3">
      <w:pPr>
        <w:pStyle w:val="NumberedMaterial"/>
        <w:numPr>
          <w:ilvl w:val="4"/>
          <w:numId w:val="16"/>
        </w:numPr>
      </w:pPr>
      <w:r>
        <w:t>PP</w:t>
      </w:r>
      <w:r>
        <w:tab/>
        <w:t>Protector Panel</w:t>
      </w:r>
    </w:p>
    <w:p w14:paraId="2E89A556" w14:textId="77777777" w:rsidR="00252AB2" w:rsidRDefault="00252AB2" w:rsidP="00FD62B3">
      <w:pPr>
        <w:pStyle w:val="NumberedMaterial"/>
        <w:numPr>
          <w:ilvl w:val="4"/>
          <w:numId w:val="16"/>
        </w:numPr>
      </w:pPr>
      <w:r>
        <w:t>TV</w:t>
      </w:r>
      <w:r>
        <w:tab/>
        <w:t>Video</w:t>
      </w:r>
    </w:p>
    <w:p w14:paraId="7198A0E4" w14:textId="77777777" w:rsidR="00252AB2" w:rsidRDefault="00252AB2" w:rsidP="00FD62B3">
      <w:pPr>
        <w:pStyle w:val="NumberedMaterial"/>
        <w:numPr>
          <w:ilvl w:val="4"/>
          <w:numId w:val="16"/>
        </w:numPr>
      </w:pPr>
      <w:r>
        <w:t>CM</w:t>
      </w:r>
      <w:r>
        <w:tab/>
        <w:t>Intercom</w:t>
      </w:r>
    </w:p>
    <w:p w14:paraId="07614411" w14:textId="77777777" w:rsidR="00252AB2" w:rsidRDefault="00252AB2" w:rsidP="00FD62B3">
      <w:pPr>
        <w:pStyle w:val="NumberedMaterial"/>
        <w:numPr>
          <w:ilvl w:val="4"/>
          <w:numId w:val="16"/>
        </w:numPr>
      </w:pPr>
      <w:r>
        <w:t>VP</w:t>
      </w:r>
      <w:r>
        <w:tab/>
        <w:t>Voice Paging</w:t>
      </w:r>
    </w:p>
    <w:p w14:paraId="397CEFC2" w14:textId="77777777" w:rsidR="00252AB2" w:rsidRDefault="00252AB2" w:rsidP="00FD62B3">
      <w:pPr>
        <w:pStyle w:val="NumberedMaterial"/>
        <w:numPr>
          <w:ilvl w:val="3"/>
          <w:numId w:val="16"/>
        </w:numPr>
      </w:pPr>
      <w:r>
        <w:lastRenderedPageBreak/>
        <w:t>Cross connect termination hardware labels shall take the following form: [t.stc.fczz.nnnnn.nn]</w:t>
      </w:r>
    </w:p>
    <w:p w14:paraId="0906A612" w14:textId="77777777" w:rsidR="00310308" w:rsidRDefault="00310308" w:rsidP="00310308">
      <w:pPr>
        <w:pStyle w:val="NumberedMaterial"/>
        <w:numPr>
          <w:ilvl w:val="4"/>
          <w:numId w:val="16"/>
        </w:numPr>
      </w:pPr>
      <w:r>
        <w:t xml:space="preserve">t” represents the cross connect type code identified as follows in </w:t>
      </w:r>
      <w:r w:rsidR="00A3568F">
        <w:t>section</w:t>
      </w:r>
      <w:r>
        <w:t xml:space="preserve"> 1.05.D.4. </w:t>
      </w:r>
    </w:p>
    <w:p w14:paraId="5F1DA3AE" w14:textId="77777777" w:rsidR="00310308" w:rsidRDefault="00310308" w:rsidP="00310308">
      <w:pPr>
        <w:pStyle w:val="NumberedMaterial"/>
        <w:numPr>
          <w:ilvl w:val="4"/>
          <w:numId w:val="16"/>
        </w:numPr>
      </w:pPr>
      <w:r>
        <w:t xml:space="preserve">“stc” represents the cross connect subtype code as identified in </w:t>
      </w:r>
      <w:r w:rsidR="00A3568F">
        <w:t>section</w:t>
      </w:r>
      <w:r>
        <w:t xml:space="preserve"> 1.05.D.5. </w:t>
      </w:r>
    </w:p>
    <w:p w14:paraId="0F1D2B52" w14:textId="77777777" w:rsidR="00310308" w:rsidRDefault="00310308" w:rsidP="00310308">
      <w:pPr>
        <w:pStyle w:val="NumberedMaterial"/>
        <w:numPr>
          <w:ilvl w:val="4"/>
          <w:numId w:val="16"/>
        </w:numPr>
      </w:pPr>
      <w:r>
        <w:t xml:space="preserve">“fczz.nnnnn is determined by the rack or cabinet where the termination hardware resides. </w:t>
      </w:r>
    </w:p>
    <w:p w14:paraId="6D13ABD9" w14:textId="77777777" w:rsidR="00310308" w:rsidRDefault="00310308" w:rsidP="00310308">
      <w:pPr>
        <w:pStyle w:val="NumberedMaterial"/>
        <w:numPr>
          <w:ilvl w:val="4"/>
          <w:numId w:val="16"/>
        </w:numPr>
      </w:pPr>
      <w:r>
        <w:t>“nn” represents the (2) two digit sequence position within the rack or cabinet. The numbers shall be determined by labeling the equipment in sequential order starting at the top of the rack or cabinet.</w:t>
      </w:r>
    </w:p>
    <w:p w14:paraId="26B4937A" w14:textId="77777777" w:rsidR="00252AB2" w:rsidRDefault="00252AB2" w:rsidP="00FD62B3">
      <w:pPr>
        <w:pStyle w:val="NumberedMaterial"/>
        <w:numPr>
          <w:ilvl w:val="3"/>
          <w:numId w:val="16"/>
        </w:numPr>
      </w:pPr>
      <w:r>
        <w:t>Cross connect type code “t”</w:t>
      </w:r>
    </w:p>
    <w:p w14:paraId="788A7BAB" w14:textId="77777777" w:rsidR="00672BB9" w:rsidRDefault="00672BB9" w:rsidP="00FD62B3">
      <w:pPr>
        <w:pStyle w:val="NumberedMaterial"/>
        <w:numPr>
          <w:ilvl w:val="4"/>
          <w:numId w:val="16"/>
        </w:numPr>
      </w:pPr>
      <w:r>
        <w:t>M</w:t>
      </w:r>
      <w:r w:rsidR="00252AB2">
        <w:t>ain cross connect</w:t>
      </w:r>
    </w:p>
    <w:p w14:paraId="73B752D8" w14:textId="77777777" w:rsidR="00672BB9" w:rsidRDefault="00252AB2" w:rsidP="00FD62B3">
      <w:pPr>
        <w:pStyle w:val="NumberedMaterial"/>
        <w:numPr>
          <w:ilvl w:val="4"/>
          <w:numId w:val="16"/>
        </w:numPr>
      </w:pPr>
      <w:r>
        <w:t>Intermediate cross connect</w:t>
      </w:r>
    </w:p>
    <w:p w14:paraId="5AF20EE5" w14:textId="77777777" w:rsidR="00252AB2" w:rsidRDefault="00252AB2" w:rsidP="00FD62B3">
      <w:pPr>
        <w:pStyle w:val="NumberedMaterial"/>
        <w:numPr>
          <w:ilvl w:val="4"/>
          <w:numId w:val="16"/>
        </w:numPr>
      </w:pPr>
      <w:r>
        <w:t>Horizontal cross connect</w:t>
      </w:r>
    </w:p>
    <w:p w14:paraId="13324CB9" w14:textId="77777777" w:rsidR="00252AB2" w:rsidRDefault="00252AB2" w:rsidP="00FD62B3">
      <w:pPr>
        <w:pStyle w:val="NumberedMaterial"/>
        <w:numPr>
          <w:ilvl w:val="3"/>
          <w:numId w:val="16"/>
        </w:numPr>
      </w:pPr>
      <w:r>
        <w:t>Cross connect subtype code “stc”</w:t>
      </w:r>
    </w:p>
    <w:p w14:paraId="0BB60D68" w14:textId="77777777" w:rsidR="00252AB2" w:rsidRDefault="00252AB2" w:rsidP="00FD62B3">
      <w:pPr>
        <w:pStyle w:val="NumberedMaterial"/>
        <w:numPr>
          <w:ilvl w:val="4"/>
          <w:numId w:val="16"/>
        </w:numPr>
      </w:pPr>
      <w:r>
        <w:t>CPP</w:t>
      </w:r>
      <w:r>
        <w:tab/>
        <w:t>Copper Patch Panel (RJ45)</w:t>
      </w:r>
    </w:p>
    <w:p w14:paraId="622D0B19" w14:textId="77777777" w:rsidR="00252AB2" w:rsidRDefault="00252AB2" w:rsidP="00FD62B3">
      <w:pPr>
        <w:pStyle w:val="NumberedMaterial"/>
        <w:numPr>
          <w:ilvl w:val="4"/>
          <w:numId w:val="16"/>
        </w:numPr>
      </w:pPr>
      <w:r>
        <w:t>CPB</w:t>
      </w:r>
      <w:r>
        <w:tab/>
        <w:t>Copper Punchdown Block (66, 110)</w:t>
      </w:r>
    </w:p>
    <w:p w14:paraId="750FA063" w14:textId="77777777" w:rsidR="00252AB2" w:rsidRDefault="00252AB2" w:rsidP="00FD62B3">
      <w:pPr>
        <w:pStyle w:val="NumberedMaterial"/>
        <w:numPr>
          <w:ilvl w:val="4"/>
          <w:numId w:val="16"/>
        </w:numPr>
      </w:pPr>
      <w:r>
        <w:t>FPP</w:t>
      </w:r>
      <w:r>
        <w:tab/>
        <w:t>Fiber optic Patch Panel</w:t>
      </w:r>
    </w:p>
    <w:p w14:paraId="7388DBCA" w14:textId="77777777" w:rsidR="00252AB2" w:rsidRDefault="00252AB2" w:rsidP="00FD62B3">
      <w:pPr>
        <w:pStyle w:val="NumberedMaterial"/>
        <w:numPr>
          <w:ilvl w:val="4"/>
          <w:numId w:val="16"/>
        </w:numPr>
      </w:pPr>
      <w:r>
        <w:t>FSS</w:t>
      </w:r>
      <w:r>
        <w:tab/>
        <w:t>Fiber Splice Shelf</w:t>
      </w:r>
    </w:p>
    <w:p w14:paraId="6464CEE4" w14:textId="77777777" w:rsidR="00252AB2" w:rsidRDefault="00252AB2" w:rsidP="00FD62B3">
      <w:pPr>
        <w:pStyle w:val="NumberedMaterial"/>
        <w:numPr>
          <w:ilvl w:val="4"/>
          <w:numId w:val="16"/>
        </w:numPr>
      </w:pPr>
      <w:r>
        <w:t>XPP</w:t>
      </w:r>
      <w:r>
        <w:tab/>
        <w:t>hybrid Patch Panel with copper RJ45 and fiber optic ports</w:t>
      </w:r>
    </w:p>
    <w:p w14:paraId="0A61DA12" w14:textId="77777777" w:rsidR="009D4696" w:rsidRDefault="009D4696" w:rsidP="00FD62B3">
      <w:pPr>
        <w:pStyle w:val="NumberedMaterial"/>
        <w:numPr>
          <w:ilvl w:val="4"/>
          <w:numId w:val="16"/>
        </w:numPr>
      </w:pPr>
      <w:r>
        <w:t>FIU</w:t>
      </w:r>
      <w:r>
        <w:tab/>
        <w:t>Fiber optic Interconnection Unit</w:t>
      </w:r>
    </w:p>
    <w:p w14:paraId="66F7A4D3" w14:textId="77777777" w:rsidR="009D4696" w:rsidRDefault="009D4696" w:rsidP="00FD62B3">
      <w:pPr>
        <w:pStyle w:val="NumberedMaterial"/>
        <w:numPr>
          <w:ilvl w:val="4"/>
          <w:numId w:val="16"/>
        </w:numPr>
      </w:pPr>
      <w:r>
        <w:t>CES</w:t>
      </w:r>
      <w:r>
        <w:tab/>
        <w:t>Network Switch</w:t>
      </w:r>
    </w:p>
    <w:p w14:paraId="457B2D03" w14:textId="77777777" w:rsidR="009D4696" w:rsidRDefault="009D4696" w:rsidP="00FD62B3">
      <w:pPr>
        <w:pStyle w:val="NumberedMaterial"/>
        <w:numPr>
          <w:ilvl w:val="4"/>
          <w:numId w:val="16"/>
        </w:numPr>
      </w:pPr>
      <w:r>
        <w:t>CXP</w:t>
      </w:r>
      <w:r>
        <w:tab/>
        <w:t>Coaxial Patch Panel</w:t>
      </w:r>
    </w:p>
    <w:p w14:paraId="217A9752" w14:textId="77777777" w:rsidR="009D4696" w:rsidRDefault="009D4696" w:rsidP="00FD62B3">
      <w:pPr>
        <w:pStyle w:val="NumberedMaterial"/>
        <w:numPr>
          <w:ilvl w:val="4"/>
          <w:numId w:val="16"/>
        </w:numPr>
      </w:pPr>
      <w:r>
        <w:t>CPT</w:t>
      </w:r>
      <w:r>
        <w:tab/>
        <w:t>CoPper Terminal block/strip</w:t>
      </w:r>
    </w:p>
    <w:p w14:paraId="770BE659" w14:textId="77777777" w:rsidR="009D4696" w:rsidRDefault="009D4696" w:rsidP="00FD62B3">
      <w:pPr>
        <w:pStyle w:val="NumberedMaterial"/>
        <w:numPr>
          <w:ilvl w:val="4"/>
          <w:numId w:val="16"/>
        </w:numPr>
      </w:pPr>
      <w:r>
        <w:t>FCS</w:t>
      </w:r>
      <w:r>
        <w:tab/>
        <w:t>Fiber optic Combination Shelf splice/termination or interconnection unit</w:t>
      </w:r>
    </w:p>
    <w:p w14:paraId="1E90E210" w14:textId="77777777" w:rsidR="00252AB2" w:rsidRDefault="00252AB2" w:rsidP="00FD62B3">
      <w:pPr>
        <w:pStyle w:val="NumberedMaterial"/>
        <w:numPr>
          <w:ilvl w:val="2"/>
          <w:numId w:val="16"/>
        </w:numPr>
      </w:pPr>
      <w:r>
        <w:t>Splices</w:t>
      </w:r>
      <w:r w:rsidR="00C04D0D">
        <w:t xml:space="preserve"> </w:t>
      </w:r>
      <w:r>
        <w:t>“sc”</w:t>
      </w:r>
    </w:p>
    <w:p w14:paraId="373D51DC" w14:textId="77777777" w:rsidR="00252AB2" w:rsidRDefault="00252AB2" w:rsidP="00FD62B3">
      <w:pPr>
        <w:pStyle w:val="NumberedMaterial"/>
        <w:numPr>
          <w:ilvl w:val="3"/>
          <w:numId w:val="16"/>
        </w:numPr>
      </w:pPr>
      <w:r>
        <w:t>Splice labels shall take the following form:</w:t>
      </w:r>
      <w:r w:rsidR="00C04D0D">
        <w:t xml:space="preserve"> </w:t>
      </w:r>
      <w:r>
        <w:t>[sc.fczz.nnnnn]</w:t>
      </w:r>
    </w:p>
    <w:p w14:paraId="467A3ACA" w14:textId="77777777" w:rsidR="001F7C1F" w:rsidRDefault="001F7C1F" w:rsidP="001F7C1F">
      <w:pPr>
        <w:pStyle w:val="NumberedMaterial"/>
        <w:numPr>
          <w:ilvl w:val="4"/>
          <w:numId w:val="16"/>
        </w:numPr>
      </w:pPr>
      <w:r>
        <w:t xml:space="preserve">“sc” represents the unique splice code identified as follows in </w:t>
      </w:r>
      <w:r w:rsidR="00A3568F">
        <w:t>section</w:t>
      </w:r>
      <w:r>
        <w:t xml:space="preserve">. 1.052.E.2. </w:t>
      </w:r>
    </w:p>
    <w:p w14:paraId="5A2E375D" w14:textId="77777777" w:rsidR="001F7C1F" w:rsidRDefault="001F7C1F" w:rsidP="001F7C1F">
      <w:pPr>
        <w:pStyle w:val="NumberedMaterial"/>
        <w:numPr>
          <w:ilvl w:val="4"/>
          <w:numId w:val="16"/>
        </w:numPr>
      </w:pPr>
      <w:r>
        <w:t xml:space="preserve">“fc” represents the POS facility code identified as follows in </w:t>
      </w:r>
      <w:r w:rsidR="00A3568F">
        <w:t>section</w:t>
      </w:r>
      <w:r>
        <w:t xml:space="preserve"> 1.06.</w:t>
      </w:r>
    </w:p>
    <w:p w14:paraId="3A0EDEC6" w14:textId="77777777" w:rsidR="001F7C1F" w:rsidRDefault="001F7C1F" w:rsidP="001F7C1F">
      <w:pPr>
        <w:pStyle w:val="NumberedMaterial"/>
        <w:numPr>
          <w:ilvl w:val="4"/>
          <w:numId w:val="16"/>
        </w:numPr>
      </w:pPr>
      <w:r>
        <w:t xml:space="preserve">“zz” represents the level in the particular facility identified as follows in </w:t>
      </w:r>
      <w:r w:rsidR="00A3568F">
        <w:t>section</w:t>
      </w:r>
      <w:r>
        <w:t xml:space="preserve"> 1.07.</w:t>
      </w:r>
    </w:p>
    <w:p w14:paraId="678532A9" w14:textId="77777777" w:rsidR="001F7C1F" w:rsidRDefault="001F7C1F" w:rsidP="001F7C1F">
      <w:pPr>
        <w:pStyle w:val="NumberedMaterial"/>
        <w:numPr>
          <w:ilvl w:val="4"/>
          <w:numId w:val="16"/>
        </w:numPr>
      </w:pPr>
      <w:r>
        <w:t xml:space="preserve">“nnnnn” represent a (5) five digit sequence number.  </w:t>
      </w:r>
    </w:p>
    <w:p w14:paraId="7BF56A56" w14:textId="77777777" w:rsidR="00252AB2" w:rsidRDefault="00252AB2" w:rsidP="00FD62B3">
      <w:pPr>
        <w:pStyle w:val="NumberedMaterial"/>
        <w:numPr>
          <w:ilvl w:val="3"/>
          <w:numId w:val="16"/>
        </w:numPr>
      </w:pPr>
      <w:r>
        <w:t>Splice Codes “sc”</w:t>
      </w:r>
    </w:p>
    <w:p w14:paraId="10FD697E" w14:textId="77777777" w:rsidR="00252AB2" w:rsidRDefault="00252AB2" w:rsidP="00FD62B3">
      <w:pPr>
        <w:pStyle w:val="NumberedMaterial"/>
        <w:numPr>
          <w:ilvl w:val="3"/>
          <w:numId w:val="16"/>
        </w:numPr>
      </w:pPr>
      <w:r>
        <w:lastRenderedPageBreak/>
        <w:t>CS</w:t>
      </w:r>
      <w:r>
        <w:tab/>
        <w:t>Copper Splice</w:t>
      </w:r>
    </w:p>
    <w:p w14:paraId="64C4D12D" w14:textId="77777777" w:rsidR="00252AB2" w:rsidRDefault="00252AB2" w:rsidP="00FD62B3">
      <w:pPr>
        <w:pStyle w:val="NumberedMaterial"/>
        <w:numPr>
          <w:ilvl w:val="3"/>
          <w:numId w:val="16"/>
        </w:numPr>
      </w:pPr>
      <w:r>
        <w:t>FS</w:t>
      </w:r>
      <w:r>
        <w:tab/>
        <w:t>Fiber Splice</w:t>
      </w:r>
    </w:p>
    <w:p w14:paraId="6D999358" w14:textId="77777777" w:rsidR="00252AB2" w:rsidRDefault="00252AB2" w:rsidP="00FD62B3">
      <w:pPr>
        <w:pStyle w:val="NumberedMaterial"/>
        <w:numPr>
          <w:ilvl w:val="2"/>
          <w:numId w:val="16"/>
        </w:numPr>
      </w:pPr>
      <w:r>
        <w:t>Grounding System</w:t>
      </w:r>
      <w:r w:rsidR="00C04D0D">
        <w:t xml:space="preserve"> </w:t>
      </w:r>
      <w:r>
        <w:t>“gs”</w:t>
      </w:r>
    </w:p>
    <w:p w14:paraId="37B69BAB" w14:textId="77777777" w:rsidR="00252AB2" w:rsidRDefault="00252AB2" w:rsidP="00FD62B3">
      <w:pPr>
        <w:pStyle w:val="NumberedMaterial"/>
        <w:numPr>
          <w:ilvl w:val="3"/>
          <w:numId w:val="16"/>
        </w:numPr>
      </w:pPr>
      <w:r>
        <w:t>Grounding system labels shall take the following form</w:t>
      </w:r>
      <w:r w:rsidR="00C04D0D">
        <w:t xml:space="preserve"> </w:t>
      </w:r>
      <w:r>
        <w:t>[gs.fczz.nnnn]</w:t>
      </w:r>
    </w:p>
    <w:p w14:paraId="737EBCF8" w14:textId="77777777" w:rsidR="00D464A6" w:rsidRDefault="00252AB2" w:rsidP="00D464A6">
      <w:pPr>
        <w:pStyle w:val="NumberedMaterial"/>
        <w:numPr>
          <w:ilvl w:val="4"/>
          <w:numId w:val="16"/>
        </w:numPr>
      </w:pPr>
      <w:r>
        <w:t>“</w:t>
      </w:r>
      <w:r w:rsidR="00D464A6">
        <w:t xml:space="preserve">“gs” represents the unique grounding system code identified as follows in para. 1.05.F.2. </w:t>
      </w:r>
    </w:p>
    <w:p w14:paraId="60246BBB" w14:textId="77777777" w:rsidR="00D464A6" w:rsidRDefault="00D464A6" w:rsidP="00D464A6">
      <w:pPr>
        <w:pStyle w:val="NumberedMaterial"/>
        <w:numPr>
          <w:ilvl w:val="4"/>
          <w:numId w:val="16"/>
        </w:numPr>
      </w:pPr>
      <w:r>
        <w:t xml:space="preserve">“fc” represents the POS facility code as identified in </w:t>
      </w:r>
      <w:r w:rsidR="00A3568F">
        <w:t>section</w:t>
      </w:r>
      <w:r>
        <w:t xml:space="preserve"> 1.06.</w:t>
      </w:r>
    </w:p>
    <w:p w14:paraId="7045C5AA" w14:textId="77777777" w:rsidR="00D464A6" w:rsidRDefault="00D464A6" w:rsidP="00D464A6">
      <w:pPr>
        <w:pStyle w:val="NumberedMaterial"/>
        <w:numPr>
          <w:ilvl w:val="4"/>
          <w:numId w:val="16"/>
        </w:numPr>
      </w:pPr>
      <w:r>
        <w:t xml:space="preserve">“zz” represents the level in the particular facility identified as follows in </w:t>
      </w:r>
      <w:r w:rsidR="00A3568F">
        <w:t>section</w:t>
      </w:r>
      <w:r>
        <w:t xml:space="preserve"> 1.07.</w:t>
      </w:r>
    </w:p>
    <w:p w14:paraId="3FBCF7B4" w14:textId="77777777" w:rsidR="00D464A6" w:rsidRDefault="00D464A6" w:rsidP="00D464A6">
      <w:pPr>
        <w:pStyle w:val="NumberedMaterial"/>
        <w:numPr>
          <w:ilvl w:val="4"/>
          <w:numId w:val="16"/>
        </w:numPr>
      </w:pPr>
      <w:r>
        <w:t xml:space="preserve">“nnnnn” represent a unique (5) five digit sequence number.  </w:t>
      </w:r>
    </w:p>
    <w:p w14:paraId="4F77926D" w14:textId="77777777" w:rsidR="00252AB2" w:rsidRDefault="00252AB2" w:rsidP="00D464A6">
      <w:pPr>
        <w:pStyle w:val="NumberedMaterial"/>
        <w:numPr>
          <w:ilvl w:val="3"/>
          <w:numId w:val="16"/>
        </w:numPr>
      </w:pPr>
      <w:r>
        <w:t>Grounding System Codes “gs”</w:t>
      </w:r>
    </w:p>
    <w:tbl>
      <w:tblPr>
        <w:tblW w:w="0" w:type="auto"/>
        <w:tblInd w:w="2880" w:type="dxa"/>
        <w:tblBorders>
          <w:top w:val="single" w:sz="4" w:space="0" w:color="auto"/>
          <w:bottom w:val="single" w:sz="4" w:space="0" w:color="auto"/>
          <w:insideH w:val="single" w:sz="4" w:space="0" w:color="auto"/>
        </w:tblBorders>
        <w:tblLook w:val="04A0" w:firstRow="1" w:lastRow="0" w:firstColumn="1" w:lastColumn="0" w:noHBand="0" w:noVBand="1"/>
      </w:tblPr>
      <w:tblGrid>
        <w:gridCol w:w="2322"/>
        <w:gridCol w:w="4518"/>
      </w:tblGrid>
      <w:tr w:rsidR="00FD62B3" w:rsidRPr="00FD62B3" w14:paraId="01F3A61D" w14:textId="77777777" w:rsidTr="00CA77B2">
        <w:tc>
          <w:tcPr>
            <w:tcW w:w="2322" w:type="dxa"/>
            <w:shd w:val="clear" w:color="auto" w:fill="auto"/>
          </w:tcPr>
          <w:p w14:paraId="393937DD" w14:textId="77777777" w:rsidR="00FD62B3" w:rsidRPr="00FD62B3" w:rsidRDefault="00FD62B3" w:rsidP="00CA77B2">
            <w:pPr>
              <w:spacing w:before="60" w:after="60"/>
            </w:pPr>
            <w:r w:rsidRPr="00FD62B3">
              <w:t>BC</w:t>
            </w:r>
          </w:p>
        </w:tc>
        <w:tc>
          <w:tcPr>
            <w:tcW w:w="4518" w:type="dxa"/>
            <w:shd w:val="clear" w:color="auto" w:fill="auto"/>
          </w:tcPr>
          <w:p w14:paraId="6320F213" w14:textId="77777777" w:rsidR="00FD62B3" w:rsidRPr="00FD62B3" w:rsidRDefault="00FD62B3" w:rsidP="00CA77B2">
            <w:pPr>
              <w:spacing w:before="60" w:after="60"/>
            </w:pPr>
            <w:r w:rsidRPr="00FD62B3">
              <w:t>Bonding Conductor</w:t>
            </w:r>
          </w:p>
        </w:tc>
      </w:tr>
      <w:tr w:rsidR="00FD62B3" w:rsidRPr="00FD62B3" w14:paraId="6740FBBC" w14:textId="77777777" w:rsidTr="00CA77B2">
        <w:tc>
          <w:tcPr>
            <w:tcW w:w="2322" w:type="dxa"/>
            <w:shd w:val="clear" w:color="auto" w:fill="auto"/>
          </w:tcPr>
          <w:p w14:paraId="7B384687" w14:textId="77777777" w:rsidR="00FD62B3" w:rsidRPr="00FD62B3" w:rsidRDefault="00FD62B3" w:rsidP="00CA77B2">
            <w:pPr>
              <w:spacing w:before="60" w:after="60"/>
            </w:pPr>
            <w:r w:rsidRPr="00FD62B3">
              <w:t>EG</w:t>
            </w:r>
          </w:p>
        </w:tc>
        <w:tc>
          <w:tcPr>
            <w:tcW w:w="4518" w:type="dxa"/>
            <w:shd w:val="clear" w:color="auto" w:fill="auto"/>
          </w:tcPr>
          <w:p w14:paraId="38F69864" w14:textId="77777777" w:rsidR="00FD62B3" w:rsidRPr="00FD62B3" w:rsidRDefault="00FD62B3" w:rsidP="00CA77B2">
            <w:pPr>
              <w:spacing w:before="60" w:after="60"/>
            </w:pPr>
            <w:r w:rsidRPr="00FD62B3">
              <w:t>Equipment bonding conductor</w:t>
            </w:r>
          </w:p>
        </w:tc>
      </w:tr>
      <w:tr w:rsidR="00FD62B3" w:rsidRPr="00FD62B3" w14:paraId="33A0088F" w14:textId="77777777" w:rsidTr="00CA77B2">
        <w:tc>
          <w:tcPr>
            <w:tcW w:w="2322" w:type="dxa"/>
            <w:shd w:val="clear" w:color="auto" w:fill="auto"/>
          </w:tcPr>
          <w:p w14:paraId="4306391B" w14:textId="77777777" w:rsidR="00FD62B3" w:rsidRPr="00FD62B3" w:rsidRDefault="00FD62B3" w:rsidP="00CA77B2">
            <w:pPr>
              <w:spacing w:before="60" w:after="60"/>
            </w:pPr>
            <w:r w:rsidRPr="00FD62B3">
              <w:t>GB</w:t>
            </w:r>
          </w:p>
        </w:tc>
        <w:tc>
          <w:tcPr>
            <w:tcW w:w="4518" w:type="dxa"/>
            <w:shd w:val="clear" w:color="auto" w:fill="auto"/>
          </w:tcPr>
          <w:p w14:paraId="60C9AA88" w14:textId="77777777" w:rsidR="00FD62B3" w:rsidRPr="00FD62B3" w:rsidRDefault="00FD62B3" w:rsidP="00CA77B2">
            <w:pPr>
              <w:spacing w:before="60" w:after="60"/>
            </w:pPr>
            <w:r w:rsidRPr="00FD62B3">
              <w:t>Grounding Busbar</w:t>
            </w:r>
          </w:p>
        </w:tc>
      </w:tr>
      <w:tr w:rsidR="00FD62B3" w:rsidRPr="00FD62B3" w14:paraId="7716B472" w14:textId="77777777" w:rsidTr="00CA77B2">
        <w:tc>
          <w:tcPr>
            <w:tcW w:w="2322" w:type="dxa"/>
            <w:shd w:val="clear" w:color="auto" w:fill="auto"/>
          </w:tcPr>
          <w:p w14:paraId="1D753808" w14:textId="77777777" w:rsidR="00FD62B3" w:rsidRPr="00FD62B3" w:rsidRDefault="00FD62B3" w:rsidP="00CA77B2">
            <w:pPr>
              <w:spacing w:before="60" w:after="60"/>
            </w:pPr>
            <w:r w:rsidRPr="00FD62B3">
              <w:t>TG</w:t>
            </w:r>
          </w:p>
        </w:tc>
        <w:tc>
          <w:tcPr>
            <w:tcW w:w="4518" w:type="dxa"/>
            <w:shd w:val="clear" w:color="auto" w:fill="auto"/>
          </w:tcPr>
          <w:p w14:paraId="34F35BD4" w14:textId="77777777" w:rsidR="00FD62B3" w:rsidRPr="00FD62B3" w:rsidRDefault="00FD62B3" w:rsidP="00CA77B2">
            <w:pPr>
              <w:spacing w:before="60" w:after="60"/>
            </w:pPr>
            <w:r w:rsidRPr="00FD62B3">
              <w:t>Telecom. Grounding busbar</w:t>
            </w:r>
          </w:p>
        </w:tc>
      </w:tr>
      <w:tr w:rsidR="00FD62B3" w:rsidRPr="00FD62B3" w14:paraId="13340A77" w14:textId="77777777" w:rsidTr="00CA77B2">
        <w:tc>
          <w:tcPr>
            <w:tcW w:w="2322" w:type="dxa"/>
            <w:shd w:val="clear" w:color="auto" w:fill="auto"/>
          </w:tcPr>
          <w:p w14:paraId="3D1570DA" w14:textId="77777777" w:rsidR="00FD62B3" w:rsidRPr="00FD62B3" w:rsidRDefault="00FD62B3" w:rsidP="00CA77B2">
            <w:pPr>
              <w:spacing w:before="60" w:after="60"/>
            </w:pPr>
            <w:r w:rsidRPr="00FD62B3">
              <w:t>TM</w:t>
            </w:r>
          </w:p>
        </w:tc>
        <w:tc>
          <w:tcPr>
            <w:tcW w:w="4518" w:type="dxa"/>
            <w:shd w:val="clear" w:color="auto" w:fill="auto"/>
          </w:tcPr>
          <w:p w14:paraId="7A972359" w14:textId="77777777" w:rsidR="00FD62B3" w:rsidRPr="00FD62B3" w:rsidRDefault="00FD62B3" w:rsidP="00CA77B2">
            <w:pPr>
              <w:spacing w:before="60" w:after="60"/>
            </w:pPr>
            <w:r w:rsidRPr="00FD62B3">
              <w:t>Telecom. Main grounding busbar</w:t>
            </w:r>
          </w:p>
        </w:tc>
      </w:tr>
    </w:tbl>
    <w:p w14:paraId="4E8237E5" w14:textId="77777777" w:rsidR="00FD62B3" w:rsidRPr="00FD62B3" w:rsidRDefault="00FD62B3" w:rsidP="00FD62B3"/>
    <w:p w14:paraId="74A71CA9" w14:textId="77777777" w:rsidR="00252AB2" w:rsidRDefault="00252AB2" w:rsidP="00FD62B3">
      <w:pPr>
        <w:pStyle w:val="NumberedMaterial"/>
        <w:numPr>
          <w:ilvl w:val="1"/>
          <w:numId w:val="16"/>
        </w:numPr>
      </w:pPr>
      <w:r>
        <w:t>Facility Codes "fc" - 2 characters as required for POS facility</w:t>
      </w:r>
    </w:p>
    <w:tbl>
      <w:tblPr>
        <w:tblW w:w="0" w:type="auto"/>
        <w:tblInd w:w="1440" w:type="dxa"/>
        <w:tblBorders>
          <w:top w:val="single" w:sz="4" w:space="0" w:color="auto"/>
          <w:bottom w:val="single" w:sz="4" w:space="0" w:color="auto"/>
          <w:insideH w:val="single" w:sz="4" w:space="0" w:color="auto"/>
        </w:tblBorders>
        <w:tblLook w:val="04A0" w:firstRow="1" w:lastRow="0" w:firstColumn="1" w:lastColumn="0" w:noHBand="0" w:noVBand="1"/>
      </w:tblPr>
      <w:tblGrid>
        <w:gridCol w:w="2268"/>
        <w:gridCol w:w="4410"/>
      </w:tblGrid>
      <w:tr w:rsidR="00FD62B3" w:rsidRPr="00FD62B3" w14:paraId="4F7EF048" w14:textId="77777777" w:rsidTr="00CA77B2">
        <w:tc>
          <w:tcPr>
            <w:tcW w:w="2268" w:type="dxa"/>
            <w:shd w:val="clear" w:color="auto" w:fill="auto"/>
          </w:tcPr>
          <w:p w14:paraId="4A0382BE" w14:textId="77777777" w:rsidR="00FD62B3" w:rsidRPr="00FD62B3" w:rsidRDefault="00FD62B3" w:rsidP="00CA77B2">
            <w:pPr>
              <w:spacing w:before="60" w:after="60"/>
            </w:pPr>
            <w:r w:rsidRPr="00FD62B3">
              <w:t>MT</w:t>
            </w:r>
          </w:p>
        </w:tc>
        <w:tc>
          <w:tcPr>
            <w:tcW w:w="4410" w:type="dxa"/>
            <w:shd w:val="clear" w:color="auto" w:fill="auto"/>
          </w:tcPr>
          <w:p w14:paraId="03BB9CE7" w14:textId="77777777" w:rsidR="00FD62B3" w:rsidRPr="00FD62B3" w:rsidRDefault="00FD62B3" w:rsidP="00CA77B2">
            <w:pPr>
              <w:spacing w:before="60" w:after="60"/>
            </w:pPr>
            <w:r w:rsidRPr="00FD62B3">
              <w:t>Main Terminal</w:t>
            </w:r>
          </w:p>
        </w:tc>
      </w:tr>
      <w:tr w:rsidR="00FD62B3" w:rsidRPr="00FD62B3" w14:paraId="6EB34316" w14:textId="77777777" w:rsidTr="00CA77B2">
        <w:tc>
          <w:tcPr>
            <w:tcW w:w="2268" w:type="dxa"/>
            <w:shd w:val="clear" w:color="auto" w:fill="auto"/>
          </w:tcPr>
          <w:p w14:paraId="53D4D3FF" w14:textId="77777777" w:rsidR="00FD62B3" w:rsidRPr="00FD62B3" w:rsidRDefault="00FD62B3" w:rsidP="00CA77B2">
            <w:pPr>
              <w:spacing w:before="60" w:after="60"/>
            </w:pPr>
            <w:r w:rsidRPr="00FD62B3">
              <w:t>AD</w:t>
            </w:r>
          </w:p>
        </w:tc>
        <w:tc>
          <w:tcPr>
            <w:tcW w:w="4410" w:type="dxa"/>
            <w:shd w:val="clear" w:color="auto" w:fill="auto"/>
          </w:tcPr>
          <w:p w14:paraId="26D5AF4F" w14:textId="77777777" w:rsidR="00FD62B3" w:rsidRPr="00FD62B3" w:rsidRDefault="00FD62B3" w:rsidP="00CA77B2">
            <w:pPr>
              <w:spacing w:before="60" w:after="60"/>
            </w:pPr>
            <w:r w:rsidRPr="00FD62B3">
              <w:t>Admin Building</w:t>
            </w:r>
          </w:p>
        </w:tc>
      </w:tr>
      <w:tr w:rsidR="00FD62B3" w:rsidRPr="00FD62B3" w14:paraId="1B657C28" w14:textId="77777777" w:rsidTr="00CA77B2">
        <w:tc>
          <w:tcPr>
            <w:tcW w:w="2268" w:type="dxa"/>
            <w:shd w:val="clear" w:color="auto" w:fill="auto"/>
          </w:tcPr>
          <w:p w14:paraId="6E219794" w14:textId="77777777" w:rsidR="00FD62B3" w:rsidRPr="00FD62B3" w:rsidRDefault="00FD62B3" w:rsidP="00CA77B2">
            <w:pPr>
              <w:spacing w:before="60" w:after="60"/>
            </w:pPr>
            <w:r w:rsidRPr="00FD62B3">
              <w:t>PT</w:t>
            </w:r>
          </w:p>
        </w:tc>
        <w:tc>
          <w:tcPr>
            <w:tcW w:w="4410" w:type="dxa"/>
            <w:shd w:val="clear" w:color="auto" w:fill="auto"/>
          </w:tcPr>
          <w:p w14:paraId="19C0FAE2" w14:textId="77777777" w:rsidR="00FD62B3" w:rsidRPr="00FD62B3" w:rsidRDefault="00FD62B3" w:rsidP="00CA77B2">
            <w:pPr>
              <w:spacing w:before="60" w:after="60"/>
            </w:pPr>
            <w:r w:rsidRPr="00FD62B3">
              <w:t>Parking Terminal</w:t>
            </w:r>
          </w:p>
        </w:tc>
      </w:tr>
      <w:tr w:rsidR="00FD62B3" w:rsidRPr="00FD62B3" w14:paraId="51B68FFF" w14:textId="77777777" w:rsidTr="00CA77B2">
        <w:tc>
          <w:tcPr>
            <w:tcW w:w="2268" w:type="dxa"/>
            <w:shd w:val="clear" w:color="auto" w:fill="auto"/>
          </w:tcPr>
          <w:p w14:paraId="1F58CC05" w14:textId="77777777" w:rsidR="00FD62B3" w:rsidRPr="00FD62B3" w:rsidRDefault="00FD62B3" w:rsidP="00CA77B2">
            <w:pPr>
              <w:spacing w:before="60" w:after="60"/>
            </w:pPr>
            <w:r w:rsidRPr="00FD62B3">
              <w:t>CA</w:t>
            </w:r>
          </w:p>
        </w:tc>
        <w:tc>
          <w:tcPr>
            <w:tcW w:w="4410" w:type="dxa"/>
            <w:shd w:val="clear" w:color="auto" w:fill="auto"/>
          </w:tcPr>
          <w:p w14:paraId="2C97AC37" w14:textId="77777777" w:rsidR="00FD62B3" w:rsidRPr="00FD62B3" w:rsidRDefault="00FD62B3" w:rsidP="00CA77B2">
            <w:pPr>
              <w:spacing w:before="60" w:after="60"/>
            </w:pPr>
            <w:r w:rsidRPr="00FD62B3">
              <w:t>Concourse A</w:t>
            </w:r>
          </w:p>
        </w:tc>
      </w:tr>
      <w:tr w:rsidR="00FD62B3" w:rsidRPr="00FD62B3" w14:paraId="181C345D" w14:textId="77777777" w:rsidTr="00CA77B2">
        <w:tc>
          <w:tcPr>
            <w:tcW w:w="2268" w:type="dxa"/>
            <w:shd w:val="clear" w:color="auto" w:fill="auto"/>
          </w:tcPr>
          <w:p w14:paraId="63BF178E" w14:textId="77777777" w:rsidR="00FD62B3" w:rsidRPr="00FD62B3" w:rsidRDefault="00FD62B3" w:rsidP="00CA77B2">
            <w:pPr>
              <w:spacing w:before="60" w:after="60"/>
            </w:pPr>
            <w:r w:rsidRPr="00FD62B3">
              <w:t>CB</w:t>
            </w:r>
          </w:p>
        </w:tc>
        <w:tc>
          <w:tcPr>
            <w:tcW w:w="4410" w:type="dxa"/>
            <w:shd w:val="clear" w:color="auto" w:fill="auto"/>
          </w:tcPr>
          <w:p w14:paraId="34F78E55" w14:textId="77777777" w:rsidR="00FD62B3" w:rsidRPr="00FD62B3" w:rsidRDefault="00FD62B3" w:rsidP="00CA77B2">
            <w:pPr>
              <w:spacing w:before="60" w:after="60"/>
            </w:pPr>
            <w:r w:rsidRPr="00FD62B3">
              <w:t>Concourse B</w:t>
            </w:r>
          </w:p>
        </w:tc>
      </w:tr>
      <w:tr w:rsidR="00FD62B3" w:rsidRPr="00FD62B3" w14:paraId="1DB9CFE1" w14:textId="77777777" w:rsidTr="00CA77B2">
        <w:tc>
          <w:tcPr>
            <w:tcW w:w="2268" w:type="dxa"/>
            <w:shd w:val="clear" w:color="auto" w:fill="auto"/>
          </w:tcPr>
          <w:p w14:paraId="0D119354" w14:textId="77777777" w:rsidR="00FD62B3" w:rsidRPr="00FD62B3" w:rsidRDefault="00FD62B3" w:rsidP="00CA77B2">
            <w:pPr>
              <w:spacing w:before="60" w:after="60"/>
            </w:pPr>
            <w:r w:rsidRPr="00FD62B3">
              <w:t>CC</w:t>
            </w:r>
          </w:p>
        </w:tc>
        <w:tc>
          <w:tcPr>
            <w:tcW w:w="4410" w:type="dxa"/>
            <w:shd w:val="clear" w:color="auto" w:fill="auto"/>
          </w:tcPr>
          <w:p w14:paraId="764DB230" w14:textId="77777777" w:rsidR="00FD62B3" w:rsidRPr="00FD62B3" w:rsidRDefault="00FD62B3" w:rsidP="00CA77B2">
            <w:pPr>
              <w:spacing w:before="60" w:after="60"/>
            </w:pPr>
            <w:r w:rsidRPr="00FD62B3">
              <w:t>Concourse C</w:t>
            </w:r>
          </w:p>
        </w:tc>
      </w:tr>
      <w:tr w:rsidR="00FD62B3" w:rsidRPr="00FD62B3" w14:paraId="2D5249E7" w14:textId="77777777" w:rsidTr="00CA77B2">
        <w:tc>
          <w:tcPr>
            <w:tcW w:w="2268" w:type="dxa"/>
            <w:shd w:val="clear" w:color="auto" w:fill="auto"/>
          </w:tcPr>
          <w:p w14:paraId="7C68A8B3" w14:textId="77777777" w:rsidR="00FD62B3" w:rsidRPr="00FD62B3" w:rsidRDefault="00FD62B3" w:rsidP="00CA77B2">
            <w:pPr>
              <w:spacing w:before="60" w:after="60"/>
            </w:pPr>
            <w:r w:rsidRPr="00FD62B3">
              <w:t>CD</w:t>
            </w:r>
          </w:p>
        </w:tc>
        <w:tc>
          <w:tcPr>
            <w:tcW w:w="4410" w:type="dxa"/>
            <w:shd w:val="clear" w:color="auto" w:fill="auto"/>
          </w:tcPr>
          <w:p w14:paraId="561CE38C" w14:textId="77777777" w:rsidR="00FD62B3" w:rsidRPr="00FD62B3" w:rsidRDefault="00FD62B3" w:rsidP="00CA77B2">
            <w:pPr>
              <w:spacing w:before="60" w:after="60"/>
            </w:pPr>
            <w:r w:rsidRPr="00FD62B3">
              <w:t>Concourse D</w:t>
            </w:r>
          </w:p>
        </w:tc>
      </w:tr>
      <w:tr w:rsidR="00FD62B3" w:rsidRPr="00FD62B3" w14:paraId="7D4E093A" w14:textId="77777777" w:rsidTr="00CA77B2">
        <w:tc>
          <w:tcPr>
            <w:tcW w:w="2268" w:type="dxa"/>
            <w:shd w:val="clear" w:color="auto" w:fill="auto"/>
          </w:tcPr>
          <w:p w14:paraId="48E9E6CE" w14:textId="77777777" w:rsidR="00FD62B3" w:rsidRPr="00FD62B3" w:rsidRDefault="00FD62B3" w:rsidP="00CA77B2">
            <w:pPr>
              <w:spacing w:before="60" w:after="60"/>
            </w:pPr>
            <w:r w:rsidRPr="00FD62B3">
              <w:t>NS</w:t>
            </w:r>
          </w:p>
        </w:tc>
        <w:tc>
          <w:tcPr>
            <w:tcW w:w="4410" w:type="dxa"/>
            <w:shd w:val="clear" w:color="auto" w:fill="auto"/>
          </w:tcPr>
          <w:p w14:paraId="5048360A" w14:textId="77777777" w:rsidR="00FD62B3" w:rsidRPr="00FD62B3" w:rsidRDefault="00FD62B3" w:rsidP="00CA77B2">
            <w:pPr>
              <w:spacing w:before="60" w:after="60"/>
            </w:pPr>
            <w:r w:rsidRPr="00FD62B3">
              <w:t>North Satellite</w:t>
            </w:r>
          </w:p>
        </w:tc>
      </w:tr>
      <w:tr w:rsidR="00FD62B3" w:rsidRPr="00FD62B3" w14:paraId="646DB8E3" w14:textId="77777777" w:rsidTr="00CA77B2">
        <w:tc>
          <w:tcPr>
            <w:tcW w:w="2268" w:type="dxa"/>
            <w:shd w:val="clear" w:color="auto" w:fill="auto"/>
          </w:tcPr>
          <w:p w14:paraId="35C4EFFB" w14:textId="77777777" w:rsidR="00FD62B3" w:rsidRPr="00FD62B3" w:rsidRDefault="00FD62B3" w:rsidP="00CA77B2">
            <w:pPr>
              <w:spacing w:before="60" w:after="60"/>
            </w:pPr>
            <w:r w:rsidRPr="00FD62B3">
              <w:t>SS</w:t>
            </w:r>
          </w:p>
        </w:tc>
        <w:tc>
          <w:tcPr>
            <w:tcW w:w="4410" w:type="dxa"/>
            <w:shd w:val="clear" w:color="auto" w:fill="auto"/>
          </w:tcPr>
          <w:p w14:paraId="5F37380A" w14:textId="77777777" w:rsidR="00FD62B3" w:rsidRPr="00FD62B3" w:rsidRDefault="00FD62B3" w:rsidP="00CA77B2">
            <w:pPr>
              <w:spacing w:before="60" w:after="60"/>
            </w:pPr>
            <w:r w:rsidRPr="00FD62B3">
              <w:t>South Satellite</w:t>
            </w:r>
          </w:p>
        </w:tc>
      </w:tr>
      <w:tr w:rsidR="00FD62B3" w:rsidRPr="00FD62B3" w14:paraId="38363F0A" w14:textId="77777777" w:rsidTr="00CA77B2">
        <w:tc>
          <w:tcPr>
            <w:tcW w:w="2268" w:type="dxa"/>
            <w:shd w:val="clear" w:color="auto" w:fill="auto"/>
          </w:tcPr>
          <w:p w14:paraId="605AD3D3" w14:textId="77777777" w:rsidR="00FD62B3" w:rsidRPr="00FD62B3" w:rsidRDefault="00FD62B3" w:rsidP="00CA77B2">
            <w:pPr>
              <w:spacing w:before="60" w:after="60"/>
            </w:pPr>
            <w:r w:rsidRPr="00FD62B3">
              <w:t>CT</w:t>
            </w:r>
          </w:p>
        </w:tc>
        <w:tc>
          <w:tcPr>
            <w:tcW w:w="4410" w:type="dxa"/>
            <w:shd w:val="clear" w:color="auto" w:fill="auto"/>
          </w:tcPr>
          <w:p w14:paraId="177D2D0E" w14:textId="77777777" w:rsidR="00FD62B3" w:rsidRPr="00FD62B3" w:rsidRDefault="00FD62B3" w:rsidP="00CA77B2">
            <w:pPr>
              <w:spacing w:before="60" w:after="60"/>
            </w:pPr>
            <w:r w:rsidRPr="00FD62B3">
              <w:t>Central Terminal</w:t>
            </w:r>
          </w:p>
        </w:tc>
      </w:tr>
      <w:tr w:rsidR="00FD62B3" w:rsidRPr="00FD62B3" w14:paraId="539EFC5A" w14:textId="77777777" w:rsidTr="00CA77B2">
        <w:tc>
          <w:tcPr>
            <w:tcW w:w="2268" w:type="dxa"/>
            <w:shd w:val="clear" w:color="auto" w:fill="auto"/>
          </w:tcPr>
          <w:p w14:paraId="141D2B04" w14:textId="77777777" w:rsidR="00FD62B3" w:rsidRPr="00FD62B3" w:rsidRDefault="00FD62B3" w:rsidP="00CA77B2">
            <w:pPr>
              <w:spacing w:before="60" w:after="60"/>
            </w:pPr>
            <w:r w:rsidRPr="00FD62B3">
              <w:t>NZ</w:t>
            </w:r>
          </w:p>
        </w:tc>
        <w:tc>
          <w:tcPr>
            <w:tcW w:w="4410" w:type="dxa"/>
            <w:shd w:val="clear" w:color="auto" w:fill="auto"/>
          </w:tcPr>
          <w:p w14:paraId="3E07FDC3" w14:textId="77777777" w:rsidR="00FD62B3" w:rsidRPr="00FD62B3" w:rsidRDefault="00FD62B3" w:rsidP="00CA77B2">
            <w:pPr>
              <w:spacing w:before="60" w:after="60"/>
            </w:pPr>
            <w:r w:rsidRPr="00FD62B3">
              <w:t>North Toll Plaza</w:t>
            </w:r>
          </w:p>
        </w:tc>
      </w:tr>
      <w:tr w:rsidR="00FD62B3" w:rsidRPr="00FD62B3" w14:paraId="6300E7D2" w14:textId="77777777" w:rsidTr="00CA77B2">
        <w:tc>
          <w:tcPr>
            <w:tcW w:w="2268" w:type="dxa"/>
            <w:shd w:val="clear" w:color="auto" w:fill="auto"/>
          </w:tcPr>
          <w:p w14:paraId="1543F2B9" w14:textId="77777777" w:rsidR="00FD62B3" w:rsidRPr="00FD62B3" w:rsidRDefault="00FD62B3" w:rsidP="00CA77B2">
            <w:pPr>
              <w:spacing w:before="60" w:after="60"/>
            </w:pPr>
            <w:r w:rsidRPr="00FD62B3">
              <w:t>RC</w:t>
            </w:r>
          </w:p>
        </w:tc>
        <w:tc>
          <w:tcPr>
            <w:tcW w:w="4410" w:type="dxa"/>
            <w:shd w:val="clear" w:color="auto" w:fill="auto"/>
          </w:tcPr>
          <w:p w14:paraId="6AC35781" w14:textId="77777777" w:rsidR="00FD62B3" w:rsidRPr="00FD62B3" w:rsidRDefault="00FD62B3" w:rsidP="00CA77B2">
            <w:pPr>
              <w:spacing w:before="60" w:after="60"/>
            </w:pPr>
            <w:r w:rsidRPr="00FD62B3">
              <w:t>Rental car Facility</w:t>
            </w:r>
          </w:p>
        </w:tc>
      </w:tr>
      <w:tr w:rsidR="00FD62B3" w:rsidRPr="00FD62B3" w14:paraId="3FF7BDA1" w14:textId="77777777" w:rsidTr="00CA77B2">
        <w:tc>
          <w:tcPr>
            <w:tcW w:w="2268" w:type="dxa"/>
            <w:shd w:val="clear" w:color="auto" w:fill="auto"/>
          </w:tcPr>
          <w:p w14:paraId="34CA5C13" w14:textId="77777777" w:rsidR="00FD62B3" w:rsidRPr="00FD62B3" w:rsidRDefault="00FD62B3" w:rsidP="00CA77B2">
            <w:pPr>
              <w:spacing w:before="60" w:after="60"/>
            </w:pPr>
            <w:r w:rsidRPr="00FD62B3">
              <w:t>A4</w:t>
            </w:r>
          </w:p>
        </w:tc>
        <w:tc>
          <w:tcPr>
            <w:tcW w:w="4410" w:type="dxa"/>
            <w:shd w:val="clear" w:color="auto" w:fill="auto"/>
          </w:tcPr>
          <w:p w14:paraId="523B173F" w14:textId="77777777" w:rsidR="00FD62B3" w:rsidRPr="00FD62B3" w:rsidRDefault="00FD62B3" w:rsidP="00CA77B2">
            <w:pPr>
              <w:spacing w:before="60" w:after="60"/>
            </w:pPr>
            <w:r w:rsidRPr="00FD62B3">
              <w:t>Air Cargo 4</w:t>
            </w:r>
          </w:p>
        </w:tc>
      </w:tr>
      <w:tr w:rsidR="00FD62B3" w:rsidRPr="00FD62B3" w14:paraId="7BE2B8E9" w14:textId="77777777" w:rsidTr="00CA77B2">
        <w:tc>
          <w:tcPr>
            <w:tcW w:w="2268" w:type="dxa"/>
            <w:shd w:val="clear" w:color="auto" w:fill="auto"/>
          </w:tcPr>
          <w:p w14:paraId="1E3298FD" w14:textId="77777777" w:rsidR="00FD62B3" w:rsidRPr="00FD62B3" w:rsidRDefault="00FD62B3" w:rsidP="00CA77B2">
            <w:pPr>
              <w:spacing w:before="60" w:after="60"/>
            </w:pPr>
            <w:r w:rsidRPr="00FD62B3">
              <w:t>EX</w:t>
            </w:r>
          </w:p>
        </w:tc>
        <w:tc>
          <w:tcPr>
            <w:tcW w:w="4410" w:type="dxa"/>
            <w:shd w:val="clear" w:color="auto" w:fill="auto"/>
          </w:tcPr>
          <w:p w14:paraId="1623F10A" w14:textId="77777777" w:rsidR="00FD62B3" w:rsidRPr="00FD62B3" w:rsidRDefault="00FD62B3" w:rsidP="00CA77B2">
            <w:pPr>
              <w:spacing w:before="60" w:after="60"/>
            </w:pPr>
            <w:r w:rsidRPr="00FD62B3">
              <w:t>Exterior</w:t>
            </w:r>
          </w:p>
        </w:tc>
      </w:tr>
    </w:tbl>
    <w:p w14:paraId="43DCD042" w14:textId="77777777" w:rsidR="00FD62B3" w:rsidRPr="00FD62B3" w:rsidRDefault="00FD62B3" w:rsidP="00FD62B3"/>
    <w:p w14:paraId="092E5982" w14:textId="77777777" w:rsidR="0078789D" w:rsidRDefault="0078789D" w:rsidP="00FD62B3">
      <w:pPr>
        <w:pStyle w:val="NumberedMaterial"/>
        <w:numPr>
          <w:ilvl w:val="1"/>
          <w:numId w:val="16"/>
        </w:numPr>
      </w:pPr>
      <w:r>
        <w:lastRenderedPageBreak/>
        <w:t>Facility Level Codes "zz" 2 digits as required for POS facility</w:t>
      </w:r>
    </w:p>
    <w:p w14:paraId="522C886C" w14:textId="77777777" w:rsidR="0078789D" w:rsidRDefault="0078789D" w:rsidP="00FD62B3">
      <w:pPr>
        <w:pStyle w:val="NumberedMaterial"/>
        <w:numPr>
          <w:ilvl w:val="2"/>
          <w:numId w:val="16"/>
        </w:numPr>
      </w:pPr>
      <w:r>
        <w:t>MT</w:t>
      </w:r>
      <w:r>
        <w:tab/>
        <w:t>Main Terminal</w:t>
      </w:r>
    </w:p>
    <w:tbl>
      <w:tblPr>
        <w:tblW w:w="0" w:type="auto"/>
        <w:tblInd w:w="2160" w:type="dxa"/>
        <w:tblBorders>
          <w:top w:val="single" w:sz="4" w:space="0" w:color="auto"/>
          <w:bottom w:val="single" w:sz="4" w:space="0" w:color="auto"/>
          <w:insideH w:val="single" w:sz="4" w:space="0" w:color="auto"/>
        </w:tblBorders>
        <w:tblLook w:val="04A0" w:firstRow="1" w:lastRow="0" w:firstColumn="1" w:lastColumn="0" w:noHBand="0" w:noVBand="1"/>
      </w:tblPr>
      <w:tblGrid>
        <w:gridCol w:w="2065"/>
        <w:gridCol w:w="5495"/>
      </w:tblGrid>
      <w:tr w:rsidR="00FD62B3" w:rsidRPr="00FD62B3" w14:paraId="05142AE5" w14:textId="77777777" w:rsidTr="00CA77B2">
        <w:tc>
          <w:tcPr>
            <w:tcW w:w="2065" w:type="dxa"/>
            <w:shd w:val="clear" w:color="auto" w:fill="auto"/>
          </w:tcPr>
          <w:p w14:paraId="117A79EB" w14:textId="77777777" w:rsidR="00FD62B3" w:rsidRPr="00FD62B3" w:rsidRDefault="00FD62B3" w:rsidP="00CA77B2">
            <w:pPr>
              <w:spacing w:before="60" w:after="60"/>
            </w:pPr>
            <w:r w:rsidRPr="00FD62B3">
              <w:t>00</w:t>
            </w:r>
          </w:p>
        </w:tc>
        <w:tc>
          <w:tcPr>
            <w:tcW w:w="5495" w:type="dxa"/>
            <w:shd w:val="clear" w:color="auto" w:fill="auto"/>
          </w:tcPr>
          <w:p w14:paraId="22A3E851" w14:textId="77777777" w:rsidR="00FD62B3" w:rsidRPr="00FD62B3" w:rsidRDefault="00FD62B3" w:rsidP="00CA77B2">
            <w:pPr>
              <w:spacing w:before="60" w:after="60"/>
            </w:pPr>
            <w:r w:rsidRPr="00FD62B3">
              <w:t>Utility Tunnel</w:t>
            </w:r>
          </w:p>
        </w:tc>
      </w:tr>
      <w:tr w:rsidR="00FD62B3" w:rsidRPr="00FD62B3" w14:paraId="03CD6EA2" w14:textId="77777777" w:rsidTr="00CA77B2">
        <w:tc>
          <w:tcPr>
            <w:tcW w:w="2065" w:type="dxa"/>
            <w:shd w:val="clear" w:color="auto" w:fill="auto"/>
          </w:tcPr>
          <w:p w14:paraId="71BE40E5" w14:textId="77777777" w:rsidR="00FD62B3" w:rsidRPr="00FD62B3" w:rsidRDefault="00FD62B3" w:rsidP="00CA77B2">
            <w:pPr>
              <w:spacing w:before="60" w:after="60"/>
            </w:pPr>
            <w:r w:rsidRPr="00FD62B3">
              <w:t>01</w:t>
            </w:r>
          </w:p>
        </w:tc>
        <w:tc>
          <w:tcPr>
            <w:tcW w:w="5495" w:type="dxa"/>
            <w:shd w:val="clear" w:color="auto" w:fill="auto"/>
          </w:tcPr>
          <w:p w14:paraId="2ACC89C1" w14:textId="77777777" w:rsidR="00FD62B3" w:rsidRPr="00FD62B3" w:rsidRDefault="00FD62B3" w:rsidP="00CA77B2">
            <w:pPr>
              <w:spacing w:before="60" w:after="60"/>
            </w:pPr>
            <w:r w:rsidRPr="00FD62B3">
              <w:t>Transit (STS)</w:t>
            </w:r>
          </w:p>
        </w:tc>
      </w:tr>
      <w:tr w:rsidR="00FD62B3" w:rsidRPr="00FD62B3" w14:paraId="162D25CC" w14:textId="77777777" w:rsidTr="00CA77B2">
        <w:tc>
          <w:tcPr>
            <w:tcW w:w="2065" w:type="dxa"/>
            <w:shd w:val="clear" w:color="auto" w:fill="auto"/>
          </w:tcPr>
          <w:p w14:paraId="7B19F532" w14:textId="77777777" w:rsidR="00FD62B3" w:rsidRPr="00FD62B3" w:rsidRDefault="00FD62B3" w:rsidP="00CA77B2">
            <w:pPr>
              <w:spacing w:before="60" w:after="60"/>
            </w:pPr>
            <w:r w:rsidRPr="00FD62B3">
              <w:t>02</w:t>
            </w:r>
          </w:p>
        </w:tc>
        <w:tc>
          <w:tcPr>
            <w:tcW w:w="5495" w:type="dxa"/>
            <w:shd w:val="clear" w:color="auto" w:fill="auto"/>
          </w:tcPr>
          <w:p w14:paraId="2DE06FC8" w14:textId="77777777" w:rsidR="00FD62B3" w:rsidRPr="00FD62B3" w:rsidRDefault="00FD62B3" w:rsidP="00CA77B2">
            <w:pPr>
              <w:spacing w:before="60" w:after="60"/>
            </w:pPr>
            <w:r w:rsidRPr="00FD62B3">
              <w:t>Interstitial Space / GTX Tunnel</w:t>
            </w:r>
          </w:p>
        </w:tc>
      </w:tr>
      <w:tr w:rsidR="00FD62B3" w:rsidRPr="00FD62B3" w14:paraId="73386FE4" w14:textId="77777777" w:rsidTr="00CA77B2">
        <w:tc>
          <w:tcPr>
            <w:tcW w:w="2065" w:type="dxa"/>
            <w:shd w:val="clear" w:color="auto" w:fill="auto"/>
          </w:tcPr>
          <w:p w14:paraId="5D0FCA4A" w14:textId="77777777" w:rsidR="00FD62B3" w:rsidRPr="00FD62B3" w:rsidRDefault="00FD62B3" w:rsidP="00CA77B2">
            <w:pPr>
              <w:spacing w:before="60" w:after="60"/>
            </w:pPr>
            <w:r w:rsidRPr="00FD62B3">
              <w:t>03</w:t>
            </w:r>
          </w:p>
        </w:tc>
        <w:tc>
          <w:tcPr>
            <w:tcW w:w="5495" w:type="dxa"/>
            <w:shd w:val="clear" w:color="auto" w:fill="auto"/>
          </w:tcPr>
          <w:p w14:paraId="41D06827" w14:textId="77777777" w:rsidR="00FD62B3" w:rsidRPr="00FD62B3" w:rsidRDefault="00FD62B3" w:rsidP="00CA77B2">
            <w:pPr>
              <w:spacing w:before="60" w:after="60"/>
            </w:pPr>
            <w:r w:rsidRPr="00FD62B3">
              <w:t>Baggage Claim</w:t>
            </w:r>
          </w:p>
        </w:tc>
      </w:tr>
      <w:tr w:rsidR="00FD62B3" w:rsidRPr="00FD62B3" w14:paraId="2003C224" w14:textId="77777777" w:rsidTr="00CA77B2">
        <w:tc>
          <w:tcPr>
            <w:tcW w:w="2065" w:type="dxa"/>
            <w:shd w:val="clear" w:color="auto" w:fill="auto"/>
          </w:tcPr>
          <w:p w14:paraId="572961DB" w14:textId="77777777" w:rsidR="00FD62B3" w:rsidRPr="00FD62B3" w:rsidRDefault="00FD62B3" w:rsidP="00CA77B2">
            <w:pPr>
              <w:spacing w:before="60" w:after="60"/>
            </w:pPr>
            <w:r w:rsidRPr="00FD62B3">
              <w:t>04</w:t>
            </w:r>
          </w:p>
        </w:tc>
        <w:tc>
          <w:tcPr>
            <w:tcW w:w="5495" w:type="dxa"/>
            <w:shd w:val="clear" w:color="auto" w:fill="auto"/>
          </w:tcPr>
          <w:p w14:paraId="699BFB47" w14:textId="77777777" w:rsidR="00FD62B3" w:rsidRPr="00FD62B3" w:rsidRDefault="00FD62B3" w:rsidP="00CA77B2">
            <w:pPr>
              <w:spacing w:before="60" w:after="60"/>
            </w:pPr>
            <w:r w:rsidRPr="00FD62B3">
              <w:t>Bridge</w:t>
            </w:r>
          </w:p>
        </w:tc>
      </w:tr>
      <w:tr w:rsidR="00FD62B3" w:rsidRPr="00FD62B3" w14:paraId="693214F5" w14:textId="77777777" w:rsidTr="00CA77B2">
        <w:tc>
          <w:tcPr>
            <w:tcW w:w="2065" w:type="dxa"/>
            <w:shd w:val="clear" w:color="auto" w:fill="auto"/>
          </w:tcPr>
          <w:p w14:paraId="4B3B8F68" w14:textId="77777777" w:rsidR="00FD62B3" w:rsidRPr="00FD62B3" w:rsidRDefault="00FD62B3" w:rsidP="00CA77B2">
            <w:pPr>
              <w:spacing w:before="60" w:after="60"/>
            </w:pPr>
            <w:r w:rsidRPr="00FD62B3">
              <w:t>05</w:t>
            </w:r>
          </w:p>
        </w:tc>
        <w:tc>
          <w:tcPr>
            <w:tcW w:w="5495" w:type="dxa"/>
            <w:shd w:val="clear" w:color="auto" w:fill="auto"/>
          </w:tcPr>
          <w:p w14:paraId="46F968B0" w14:textId="77777777" w:rsidR="00FD62B3" w:rsidRPr="00FD62B3" w:rsidRDefault="00FD62B3" w:rsidP="00CA77B2">
            <w:pPr>
              <w:spacing w:before="60" w:after="60"/>
            </w:pPr>
            <w:r w:rsidRPr="00FD62B3">
              <w:t>Ticketing (Concourse)</w:t>
            </w:r>
          </w:p>
        </w:tc>
      </w:tr>
      <w:tr w:rsidR="00FD62B3" w:rsidRPr="00FD62B3" w14:paraId="0CDFF066" w14:textId="77777777" w:rsidTr="00CA77B2">
        <w:tc>
          <w:tcPr>
            <w:tcW w:w="2065" w:type="dxa"/>
            <w:shd w:val="clear" w:color="auto" w:fill="auto"/>
          </w:tcPr>
          <w:p w14:paraId="415ADFDC" w14:textId="77777777" w:rsidR="00FD62B3" w:rsidRPr="00FD62B3" w:rsidRDefault="00FD62B3" w:rsidP="00CA77B2">
            <w:pPr>
              <w:spacing w:before="60" w:after="60"/>
            </w:pPr>
            <w:r w:rsidRPr="00FD62B3">
              <w:t>06</w:t>
            </w:r>
          </w:p>
        </w:tc>
        <w:tc>
          <w:tcPr>
            <w:tcW w:w="5495" w:type="dxa"/>
            <w:shd w:val="clear" w:color="auto" w:fill="auto"/>
          </w:tcPr>
          <w:p w14:paraId="564AC121" w14:textId="77777777" w:rsidR="00FD62B3" w:rsidRPr="00FD62B3" w:rsidRDefault="00FD62B3" w:rsidP="00CA77B2">
            <w:pPr>
              <w:spacing w:before="60" w:after="60"/>
            </w:pPr>
            <w:r w:rsidRPr="00FD62B3">
              <w:t>Mezzanine</w:t>
            </w:r>
          </w:p>
        </w:tc>
      </w:tr>
      <w:tr w:rsidR="00FD62B3" w:rsidRPr="00FD62B3" w14:paraId="284A0C39" w14:textId="77777777" w:rsidTr="00CA77B2">
        <w:tc>
          <w:tcPr>
            <w:tcW w:w="2065" w:type="dxa"/>
            <w:shd w:val="clear" w:color="auto" w:fill="auto"/>
          </w:tcPr>
          <w:p w14:paraId="061631A1" w14:textId="77777777" w:rsidR="00FD62B3" w:rsidRPr="00FD62B3" w:rsidRDefault="00FD62B3" w:rsidP="00CA77B2">
            <w:pPr>
              <w:spacing w:before="60" w:after="60"/>
            </w:pPr>
            <w:r w:rsidRPr="00FD62B3">
              <w:t>07</w:t>
            </w:r>
          </w:p>
        </w:tc>
        <w:tc>
          <w:tcPr>
            <w:tcW w:w="5495" w:type="dxa"/>
            <w:shd w:val="clear" w:color="auto" w:fill="auto"/>
          </w:tcPr>
          <w:p w14:paraId="1C7AA649" w14:textId="77777777" w:rsidR="00FD62B3" w:rsidRPr="00FD62B3" w:rsidRDefault="00FD62B3" w:rsidP="00CA77B2">
            <w:pPr>
              <w:spacing w:before="60" w:after="60"/>
            </w:pPr>
            <w:r w:rsidRPr="00FD62B3">
              <w:t>Mechanical Penthouse</w:t>
            </w:r>
          </w:p>
        </w:tc>
      </w:tr>
    </w:tbl>
    <w:p w14:paraId="3BC3A80C" w14:textId="77777777" w:rsidR="00FD62B3" w:rsidRPr="00FD62B3" w:rsidRDefault="00FD62B3" w:rsidP="00FD62B3"/>
    <w:p w14:paraId="5C1296D2" w14:textId="77777777" w:rsidR="0078789D" w:rsidRDefault="0078789D" w:rsidP="00FD62B3">
      <w:pPr>
        <w:pStyle w:val="NumberedMaterial"/>
        <w:numPr>
          <w:ilvl w:val="2"/>
          <w:numId w:val="16"/>
        </w:numPr>
      </w:pPr>
      <w:r>
        <w:t>AD</w:t>
      </w:r>
      <w:r>
        <w:tab/>
        <w:t>Administration Building</w:t>
      </w:r>
    </w:p>
    <w:tbl>
      <w:tblPr>
        <w:tblW w:w="0" w:type="auto"/>
        <w:tblInd w:w="2160" w:type="dxa"/>
        <w:tblBorders>
          <w:top w:val="single" w:sz="4" w:space="0" w:color="auto"/>
          <w:bottom w:val="single" w:sz="4" w:space="0" w:color="auto"/>
          <w:insideH w:val="single" w:sz="4" w:space="0" w:color="auto"/>
        </w:tblBorders>
        <w:tblLook w:val="04A0" w:firstRow="1" w:lastRow="0" w:firstColumn="1" w:lastColumn="0" w:noHBand="0" w:noVBand="1"/>
      </w:tblPr>
      <w:tblGrid>
        <w:gridCol w:w="2102"/>
        <w:gridCol w:w="5458"/>
      </w:tblGrid>
      <w:tr w:rsidR="00FD62B3" w:rsidRPr="00FD62B3" w14:paraId="2DA9BB56" w14:textId="77777777" w:rsidTr="00CA77B2">
        <w:tc>
          <w:tcPr>
            <w:tcW w:w="2102" w:type="dxa"/>
            <w:shd w:val="clear" w:color="auto" w:fill="auto"/>
          </w:tcPr>
          <w:p w14:paraId="5030D48C" w14:textId="77777777" w:rsidR="00FD62B3" w:rsidRPr="00FD62B3" w:rsidRDefault="00FD62B3" w:rsidP="00CA77B2">
            <w:pPr>
              <w:spacing w:before="60" w:after="60"/>
            </w:pPr>
            <w:r w:rsidRPr="00FD62B3">
              <w:t>00</w:t>
            </w:r>
          </w:p>
        </w:tc>
        <w:tc>
          <w:tcPr>
            <w:tcW w:w="5458" w:type="dxa"/>
            <w:shd w:val="clear" w:color="auto" w:fill="auto"/>
          </w:tcPr>
          <w:p w14:paraId="7C56EC07" w14:textId="77777777" w:rsidR="00FD62B3" w:rsidRPr="00FD62B3" w:rsidRDefault="00FD62B3" w:rsidP="00CA77B2">
            <w:pPr>
              <w:spacing w:before="60" w:after="60"/>
            </w:pPr>
            <w:r w:rsidRPr="00FD62B3">
              <w:t>Ground</w:t>
            </w:r>
          </w:p>
        </w:tc>
      </w:tr>
      <w:tr w:rsidR="00FD62B3" w:rsidRPr="00FD62B3" w14:paraId="7A644B08" w14:textId="77777777" w:rsidTr="00CA77B2">
        <w:tc>
          <w:tcPr>
            <w:tcW w:w="2102" w:type="dxa"/>
            <w:shd w:val="clear" w:color="auto" w:fill="auto"/>
          </w:tcPr>
          <w:p w14:paraId="63849035" w14:textId="77777777" w:rsidR="00FD62B3" w:rsidRPr="00FD62B3" w:rsidRDefault="00FD62B3" w:rsidP="00CA77B2">
            <w:pPr>
              <w:spacing w:before="60" w:after="60"/>
            </w:pPr>
            <w:r w:rsidRPr="00FD62B3">
              <w:t>01</w:t>
            </w:r>
          </w:p>
        </w:tc>
        <w:tc>
          <w:tcPr>
            <w:tcW w:w="5458" w:type="dxa"/>
            <w:shd w:val="clear" w:color="auto" w:fill="auto"/>
          </w:tcPr>
          <w:p w14:paraId="6F9D2368" w14:textId="77777777" w:rsidR="00FD62B3" w:rsidRPr="00FD62B3" w:rsidRDefault="00FD62B3" w:rsidP="00CA77B2">
            <w:pPr>
              <w:spacing w:before="60" w:after="60"/>
            </w:pPr>
            <w:r w:rsidRPr="00FD62B3">
              <w:t>Not Used</w:t>
            </w:r>
          </w:p>
        </w:tc>
      </w:tr>
      <w:tr w:rsidR="00FD62B3" w:rsidRPr="00FD62B3" w14:paraId="7284C115" w14:textId="77777777" w:rsidTr="00CA77B2">
        <w:tc>
          <w:tcPr>
            <w:tcW w:w="2102" w:type="dxa"/>
            <w:shd w:val="clear" w:color="auto" w:fill="auto"/>
          </w:tcPr>
          <w:p w14:paraId="749F74A7" w14:textId="77777777" w:rsidR="00FD62B3" w:rsidRPr="00FD62B3" w:rsidRDefault="00FD62B3" w:rsidP="00CA77B2">
            <w:pPr>
              <w:spacing w:before="60" w:after="60"/>
            </w:pPr>
            <w:r w:rsidRPr="00FD62B3">
              <w:t>02</w:t>
            </w:r>
          </w:p>
        </w:tc>
        <w:tc>
          <w:tcPr>
            <w:tcW w:w="5458" w:type="dxa"/>
            <w:shd w:val="clear" w:color="auto" w:fill="auto"/>
          </w:tcPr>
          <w:p w14:paraId="244B2986" w14:textId="77777777" w:rsidR="00FD62B3" w:rsidRPr="00FD62B3" w:rsidRDefault="00FD62B3" w:rsidP="00CA77B2">
            <w:pPr>
              <w:spacing w:before="60" w:after="60"/>
            </w:pPr>
            <w:r w:rsidRPr="00FD62B3">
              <w:t>Second Floor</w:t>
            </w:r>
          </w:p>
        </w:tc>
      </w:tr>
      <w:tr w:rsidR="00FD62B3" w:rsidRPr="00FD62B3" w14:paraId="3F4F3351" w14:textId="77777777" w:rsidTr="00CA77B2">
        <w:tc>
          <w:tcPr>
            <w:tcW w:w="2102" w:type="dxa"/>
            <w:shd w:val="clear" w:color="auto" w:fill="auto"/>
          </w:tcPr>
          <w:p w14:paraId="69F046CD" w14:textId="77777777" w:rsidR="00FD62B3" w:rsidRPr="00FD62B3" w:rsidRDefault="00FD62B3" w:rsidP="00CA77B2">
            <w:pPr>
              <w:spacing w:before="60" w:after="60"/>
            </w:pPr>
            <w:r w:rsidRPr="00FD62B3">
              <w:t>03</w:t>
            </w:r>
          </w:p>
        </w:tc>
        <w:tc>
          <w:tcPr>
            <w:tcW w:w="5458" w:type="dxa"/>
            <w:shd w:val="clear" w:color="auto" w:fill="auto"/>
          </w:tcPr>
          <w:p w14:paraId="41D91032" w14:textId="77777777" w:rsidR="00FD62B3" w:rsidRPr="00FD62B3" w:rsidRDefault="00FD62B3" w:rsidP="00CA77B2">
            <w:pPr>
              <w:spacing w:before="60" w:after="60"/>
            </w:pPr>
            <w:r w:rsidRPr="00FD62B3">
              <w:t>Third Floor</w:t>
            </w:r>
          </w:p>
        </w:tc>
      </w:tr>
      <w:tr w:rsidR="00FD62B3" w:rsidRPr="00FD62B3" w14:paraId="60D01A3C" w14:textId="77777777" w:rsidTr="00CA77B2">
        <w:tc>
          <w:tcPr>
            <w:tcW w:w="2102" w:type="dxa"/>
            <w:shd w:val="clear" w:color="auto" w:fill="auto"/>
          </w:tcPr>
          <w:p w14:paraId="5C708C81" w14:textId="77777777" w:rsidR="00FD62B3" w:rsidRPr="00FD62B3" w:rsidRDefault="00FD62B3" w:rsidP="00CA77B2">
            <w:pPr>
              <w:spacing w:before="60" w:after="60"/>
            </w:pPr>
            <w:r w:rsidRPr="00FD62B3">
              <w:t>04</w:t>
            </w:r>
          </w:p>
        </w:tc>
        <w:tc>
          <w:tcPr>
            <w:tcW w:w="5458" w:type="dxa"/>
            <w:shd w:val="clear" w:color="auto" w:fill="auto"/>
          </w:tcPr>
          <w:p w14:paraId="64CB2826" w14:textId="77777777" w:rsidR="00FD62B3" w:rsidRPr="00FD62B3" w:rsidRDefault="00FD62B3" w:rsidP="00CA77B2">
            <w:pPr>
              <w:spacing w:before="60" w:after="60"/>
            </w:pPr>
            <w:r w:rsidRPr="00FD62B3">
              <w:t>Fourth Floor</w:t>
            </w:r>
          </w:p>
        </w:tc>
      </w:tr>
      <w:tr w:rsidR="00FD62B3" w:rsidRPr="00FD62B3" w14:paraId="58D117AA" w14:textId="77777777" w:rsidTr="00CA77B2">
        <w:tc>
          <w:tcPr>
            <w:tcW w:w="2102" w:type="dxa"/>
            <w:shd w:val="clear" w:color="auto" w:fill="auto"/>
          </w:tcPr>
          <w:p w14:paraId="2A8B673C" w14:textId="77777777" w:rsidR="00FD62B3" w:rsidRPr="00FD62B3" w:rsidRDefault="00FD62B3" w:rsidP="00CA77B2">
            <w:pPr>
              <w:spacing w:before="60" w:after="60"/>
            </w:pPr>
            <w:r w:rsidRPr="00FD62B3">
              <w:t>05</w:t>
            </w:r>
          </w:p>
        </w:tc>
        <w:tc>
          <w:tcPr>
            <w:tcW w:w="5458" w:type="dxa"/>
            <w:shd w:val="clear" w:color="auto" w:fill="auto"/>
          </w:tcPr>
          <w:p w14:paraId="410430CE" w14:textId="77777777" w:rsidR="00FD62B3" w:rsidRPr="00FD62B3" w:rsidRDefault="00FD62B3" w:rsidP="00CA77B2">
            <w:pPr>
              <w:spacing w:before="60" w:after="60"/>
            </w:pPr>
            <w:r w:rsidRPr="00FD62B3">
              <w:t>Fifth Floor</w:t>
            </w:r>
          </w:p>
        </w:tc>
      </w:tr>
      <w:tr w:rsidR="00FD62B3" w:rsidRPr="00FD62B3" w14:paraId="2FF610F4" w14:textId="77777777" w:rsidTr="00CA77B2">
        <w:tc>
          <w:tcPr>
            <w:tcW w:w="2102" w:type="dxa"/>
            <w:shd w:val="clear" w:color="auto" w:fill="auto"/>
          </w:tcPr>
          <w:p w14:paraId="6885C3E0" w14:textId="77777777" w:rsidR="00FD62B3" w:rsidRPr="00FD62B3" w:rsidRDefault="00FD62B3" w:rsidP="00CA77B2">
            <w:pPr>
              <w:spacing w:before="60" w:after="60"/>
            </w:pPr>
            <w:r w:rsidRPr="00FD62B3">
              <w:t>06</w:t>
            </w:r>
          </w:p>
        </w:tc>
        <w:tc>
          <w:tcPr>
            <w:tcW w:w="5458" w:type="dxa"/>
            <w:shd w:val="clear" w:color="auto" w:fill="auto"/>
          </w:tcPr>
          <w:p w14:paraId="6EB85086" w14:textId="77777777" w:rsidR="00FD62B3" w:rsidRPr="00FD62B3" w:rsidRDefault="00FD62B3" w:rsidP="00CA77B2">
            <w:pPr>
              <w:spacing w:before="60" w:after="60"/>
            </w:pPr>
            <w:r w:rsidRPr="00FD62B3">
              <w:t>Sixth Floor</w:t>
            </w:r>
          </w:p>
        </w:tc>
      </w:tr>
      <w:tr w:rsidR="00FD62B3" w:rsidRPr="00FD62B3" w14:paraId="120D97F9" w14:textId="77777777" w:rsidTr="00CA77B2">
        <w:tc>
          <w:tcPr>
            <w:tcW w:w="2102" w:type="dxa"/>
            <w:shd w:val="clear" w:color="auto" w:fill="auto"/>
          </w:tcPr>
          <w:p w14:paraId="0DF52641" w14:textId="77777777" w:rsidR="00FD62B3" w:rsidRPr="00FD62B3" w:rsidRDefault="00FD62B3" w:rsidP="00CA77B2">
            <w:pPr>
              <w:spacing w:before="60" w:after="60"/>
            </w:pPr>
            <w:r w:rsidRPr="00FD62B3">
              <w:t>07</w:t>
            </w:r>
          </w:p>
        </w:tc>
        <w:tc>
          <w:tcPr>
            <w:tcW w:w="5458" w:type="dxa"/>
            <w:shd w:val="clear" w:color="auto" w:fill="auto"/>
          </w:tcPr>
          <w:p w14:paraId="10C93547" w14:textId="77777777" w:rsidR="00FD62B3" w:rsidRPr="00FD62B3" w:rsidRDefault="00FD62B3" w:rsidP="00CA77B2">
            <w:pPr>
              <w:spacing w:before="60" w:after="60"/>
            </w:pPr>
            <w:r w:rsidRPr="00FD62B3">
              <w:t>Seventh Floor</w:t>
            </w:r>
          </w:p>
        </w:tc>
      </w:tr>
      <w:tr w:rsidR="00FD62B3" w:rsidRPr="00FD62B3" w14:paraId="7F14DC22" w14:textId="77777777" w:rsidTr="00CA77B2">
        <w:tc>
          <w:tcPr>
            <w:tcW w:w="2102" w:type="dxa"/>
            <w:shd w:val="clear" w:color="auto" w:fill="auto"/>
          </w:tcPr>
          <w:p w14:paraId="2E8BE142" w14:textId="77777777" w:rsidR="00FD62B3" w:rsidRPr="00FD62B3" w:rsidRDefault="00FD62B3" w:rsidP="00CA77B2">
            <w:pPr>
              <w:spacing w:before="60" w:after="60"/>
            </w:pPr>
            <w:r w:rsidRPr="00FD62B3">
              <w:t>08</w:t>
            </w:r>
          </w:p>
        </w:tc>
        <w:tc>
          <w:tcPr>
            <w:tcW w:w="5458" w:type="dxa"/>
            <w:shd w:val="clear" w:color="auto" w:fill="auto"/>
          </w:tcPr>
          <w:p w14:paraId="474D647D" w14:textId="77777777" w:rsidR="00FD62B3" w:rsidRPr="00FD62B3" w:rsidRDefault="00FD62B3" w:rsidP="00CA77B2">
            <w:pPr>
              <w:spacing w:before="60" w:after="60"/>
            </w:pPr>
            <w:r w:rsidRPr="00FD62B3">
              <w:t>Eighth Floor</w:t>
            </w:r>
          </w:p>
        </w:tc>
      </w:tr>
      <w:tr w:rsidR="00FD62B3" w:rsidRPr="00FD62B3" w14:paraId="2667D63D" w14:textId="77777777" w:rsidTr="00CA77B2">
        <w:tc>
          <w:tcPr>
            <w:tcW w:w="2102" w:type="dxa"/>
            <w:shd w:val="clear" w:color="auto" w:fill="auto"/>
          </w:tcPr>
          <w:p w14:paraId="5E4E048D" w14:textId="77777777" w:rsidR="00FD62B3" w:rsidRPr="00FD62B3" w:rsidRDefault="00FD62B3" w:rsidP="00CA77B2">
            <w:pPr>
              <w:spacing w:before="60" w:after="60"/>
            </w:pPr>
            <w:r w:rsidRPr="00FD62B3">
              <w:t>09</w:t>
            </w:r>
          </w:p>
        </w:tc>
        <w:tc>
          <w:tcPr>
            <w:tcW w:w="5458" w:type="dxa"/>
            <w:shd w:val="clear" w:color="auto" w:fill="auto"/>
          </w:tcPr>
          <w:p w14:paraId="72118D54" w14:textId="77777777" w:rsidR="00FD62B3" w:rsidRPr="00FD62B3" w:rsidRDefault="00FD62B3" w:rsidP="00CA77B2">
            <w:pPr>
              <w:spacing w:before="60" w:after="60"/>
            </w:pPr>
            <w:r w:rsidRPr="00FD62B3">
              <w:t>Ninth Floor</w:t>
            </w:r>
          </w:p>
        </w:tc>
      </w:tr>
    </w:tbl>
    <w:p w14:paraId="7892AC69" w14:textId="77777777" w:rsidR="00FD62B3" w:rsidRPr="00FD62B3" w:rsidRDefault="00FD62B3" w:rsidP="00FD62B3"/>
    <w:p w14:paraId="2DED3893" w14:textId="77777777" w:rsidR="0078789D" w:rsidRDefault="0078789D" w:rsidP="00FD62B3">
      <w:pPr>
        <w:pStyle w:val="NumberedMaterial"/>
        <w:numPr>
          <w:ilvl w:val="2"/>
          <w:numId w:val="16"/>
        </w:numPr>
      </w:pPr>
      <w:r>
        <w:t>PT</w:t>
      </w:r>
      <w:r>
        <w:tab/>
        <w:t>Parking Terminal</w:t>
      </w:r>
    </w:p>
    <w:tbl>
      <w:tblPr>
        <w:tblW w:w="5760" w:type="dxa"/>
        <w:tblInd w:w="2160" w:type="dxa"/>
        <w:tblBorders>
          <w:top w:val="single" w:sz="4" w:space="0" w:color="auto"/>
          <w:bottom w:val="single" w:sz="4" w:space="0" w:color="auto"/>
          <w:insideH w:val="single" w:sz="4" w:space="0" w:color="auto"/>
        </w:tblBorders>
        <w:tblLook w:val="04A0" w:firstRow="1" w:lastRow="0" w:firstColumn="1" w:lastColumn="0" w:noHBand="0" w:noVBand="1"/>
      </w:tblPr>
      <w:tblGrid>
        <w:gridCol w:w="2681"/>
        <w:gridCol w:w="3079"/>
      </w:tblGrid>
      <w:tr w:rsidR="00FD62B3" w:rsidRPr="00FD62B3" w14:paraId="13A1A1BB" w14:textId="77777777" w:rsidTr="00CA77B2">
        <w:tc>
          <w:tcPr>
            <w:tcW w:w="2681" w:type="dxa"/>
            <w:shd w:val="clear" w:color="auto" w:fill="auto"/>
          </w:tcPr>
          <w:p w14:paraId="00A01FC5" w14:textId="77777777" w:rsidR="00FD62B3" w:rsidRPr="00FD62B3" w:rsidRDefault="00FD62B3" w:rsidP="00CA77B2">
            <w:pPr>
              <w:spacing w:before="60" w:after="60"/>
            </w:pPr>
            <w:r w:rsidRPr="00FD62B3">
              <w:t>00</w:t>
            </w:r>
          </w:p>
        </w:tc>
        <w:tc>
          <w:tcPr>
            <w:tcW w:w="3079" w:type="dxa"/>
            <w:shd w:val="clear" w:color="auto" w:fill="auto"/>
          </w:tcPr>
          <w:p w14:paraId="19EF7D2B" w14:textId="77777777" w:rsidR="00FD62B3" w:rsidRPr="00FD62B3" w:rsidRDefault="00FD62B3" w:rsidP="00CA77B2">
            <w:pPr>
              <w:spacing w:before="60" w:after="60"/>
            </w:pPr>
            <w:r w:rsidRPr="00FD62B3">
              <w:t>Basement</w:t>
            </w:r>
          </w:p>
        </w:tc>
      </w:tr>
      <w:tr w:rsidR="00FD62B3" w:rsidRPr="00FD62B3" w14:paraId="39461D78" w14:textId="77777777" w:rsidTr="00CA77B2">
        <w:tc>
          <w:tcPr>
            <w:tcW w:w="2681" w:type="dxa"/>
            <w:shd w:val="clear" w:color="auto" w:fill="auto"/>
          </w:tcPr>
          <w:p w14:paraId="3AC6505F" w14:textId="77777777" w:rsidR="00FD62B3" w:rsidRPr="00FD62B3" w:rsidRDefault="00FD62B3" w:rsidP="00CA77B2">
            <w:pPr>
              <w:spacing w:before="60" w:after="60"/>
            </w:pPr>
            <w:r w:rsidRPr="00FD62B3">
              <w:t>01</w:t>
            </w:r>
          </w:p>
        </w:tc>
        <w:tc>
          <w:tcPr>
            <w:tcW w:w="3079" w:type="dxa"/>
            <w:shd w:val="clear" w:color="auto" w:fill="auto"/>
          </w:tcPr>
          <w:p w14:paraId="65062F01" w14:textId="77777777" w:rsidR="00FD62B3" w:rsidRPr="00FD62B3" w:rsidRDefault="00FD62B3" w:rsidP="00CA77B2">
            <w:pPr>
              <w:spacing w:before="60" w:after="60"/>
            </w:pPr>
            <w:r w:rsidRPr="00FD62B3">
              <w:t>First Floor</w:t>
            </w:r>
          </w:p>
        </w:tc>
      </w:tr>
      <w:tr w:rsidR="00FD62B3" w:rsidRPr="00FD62B3" w14:paraId="3B3F2765" w14:textId="77777777" w:rsidTr="00CA77B2">
        <w:tc>
          <w:tcPr>
            <w:tcW w:w="2681" w:type="dxa"/>
            <w:shd w:val="clear" w:color="auto" w:fill="auto"/>
          </w:tcPr>
          <w:p w14:paraId="51E551D8" w14:textId="77777777" w:rsidR="00FD62B3" w:rsidRPr="00FD62B3" w:rsidRDefault="00FD62B3" w:rsidP="00CA77B2">
            <w:pPr>
              <w:spacing w:before="60" w:after="60"/>
            </w:pPr>
            <w:r w:rsidRPr="00FD62B3">
              <w:t>02</w:t>
            </w:r>
          </w:p>
        </w:tc>
        <w:tc>
          <w:tcPr>
            <w:tcW w:w="3079" w:type="dxa"/>
            <w:shd w:val="clear" w:color="auto" w:fill="auto"/>
          </w:tcPr>
          <w:p w14:paraId="6581AFB9" w14:textId="77777777" w:rsidR="00FD62B3" w:rsidRPr="00FD62B3" w:rsidRDefault="00FD62B3" w:rsidP="00CA77B2">
            <w:pPr>
              <w:spacing w:before="60" w:after="60"/>
            </w:pPr>
            <w:r w:rsidRPr="00FD62B3">
              <w:t>Second Floor</w:t>
            </w:r>
          </w:p>
        </w:tc>
      </w:tr>
      <w:tr w:rsidR="00FD62B3" w:rsidRPr="00FD62B3" w14:paraId="7B63FD7B" w14:textId="77777777" w:rsidTr="00CA77B2">
        <w:tc>
          <w:tcPr>
            <w:tcW w:w="2681" w:type="dxa"/>
            <w:shd w:val="clear" w:color="auto" w:fill="auto"/>
          </w:tcPr>
          <w:p w14:paraId="00D729B5" w14:textId="77777777" w:rsidR="00FD62B3" w:rsidRPr="00FD62B3" w:rsidRDefault="00FD62B3" w:rsidP="00CA77B2">
            <w:pPr>
              <w:spacing w:before="60" w:after="60"/>
            </w:pPr>
            <w:r w:rsidRPr="00FD62B3">
              <w:t>03</w:t>
            </w:r>
          </w:p>
        </w:tc>
        <w:tc>
          <w:tcPr>
            <w:tcW w:w="3079" w:type="dxa"/>
            <w:shd w:val="clear" w:color="auto" w:fill="auto"/>
          </w:tcPr>
          <w:p w14:paraId="5967BA54" w14:textId="77777777" w:rsidR="00FD62B3" w:rsidRPr="00FD62B3" w:rsidRDefault="00FD62B3" w:rsidP="00CA77B2">
            <w:pPr>
              <w:spacing w:before="60" w:after="60"/>
            </w:pPr>
            <w:r w:rsidRPr="00FD62B3">
              <w:t>Third Floor</w:t>
            </w:r>
          </w:p>
        </w:tc>
      </w:tr>
      <w:tr w:rsidR="00FD62B3" w:rsidRPr="00FD62B3" w14:paraId="27B40B36" w14:textId="77777777" w:rsidTr="00CA77B2">
        <w:tc>
          <w:tcPr>
            <w:tcW w:w="2681" w:type="dxa"/>
            <w:shd w:val="clear" w:color="auto" w:fill="auto"/>
          </w:tcPr>
          <w:p w14:paraId="4600629A" w14:textId="77777777" w:rsidR="00FD62B3" w:rsidRPr="00FD62B3" w:rsidRDefault="00FD62B3" w:rsidP="00CA77B2">
            <w:pPr>
              <w:spacing w:before="60" w:after="60"/>
            </w:pPr>
            <w:r w:rsidRPr="00FD62B3">
              <w:t>04</w:t>
            </w:r>
          </w:p>
        </w:tc>
        <w:tc>
          <w:tcPr>
            <w:tcW w:w="3079" w:type="dxa"/>
            <w:shd w:val="clear" w:color="auto" w:fill="auto"/>
          </w:tcPr>
          <w:p w14:paraId="17D37ECC" w14:textId="77777777" w:rsidR="00FD62B3" w:rsidRPr="00FD62B3" w:rsidRDefault="00FD62B3" w:rsidP="00CA77B2">
            <w:pPr>
              <w:spacing w:before="60" w:after="60"/>
            </w:pPr>
            <w:r w:rsidRPr="00FD62B3">
              <w:t>Fourth Floor</w:t>
            </w:r>
          </w:p>
        </w:tc>
      </w:tr>
      <w:tr w:rsidR="00FD62B3" w:rsidRPr="00FD62B3" w14:paraId="49E31484" w14:textId="77777777" w:rsidTr="00CA77B2">
        <w:tc>
          <w:tcPr>
            <w:tcW w:w="2681" w:type="dxa"/>
            <w:shd w:val="clear" w:color="auto" w:fill="auto"/>
          </w:tcPr>
          <w:p w14:paraId="411EEBD0" w14:textId="77777777" w:rsidR="00FD62B3" w:rsidRPr="00FD62B3" w:rsidRDefault="00FD62B3" w:rsidP="00CA77B2">
            <w:pPr>
              <w:spacing w:before="60" w:after="60"/>
            </w:pPr>
            <w:r w:rsidRPr="00FD62B3">
              <w:t>05</w:t>
            </w:r>
          </w:p>
        </w:tc>
        <w:tc>
          <w:tcPr>
            <w:tcW w:w="3079" w:type="dxa"/>
            <w:shd w:val="clear" w:color="auto" w:fill="auto"/>
          </w:tcPr>
          <w:p w14:paraId="5A495231" w14:textId="77777777" w:rsidR="00FD62B3" w:rsidRPr="00FD62B3" w:rsidRDefault="00FD62B3" w:rsidP="00CA77B2">
            <w:pPr>
              <w:spacing w:before="60" w:after="60"/>
            </w:pPr>
            <w:r w:rsidRPr="00FD62B3">
              <w:t>Fifth Floor</w:t>
            </w:r>
          </w:p>
        </w:tc>
      </w:tr>
      <w:tr w:rsidR="00FD62B3" w:rsidRPr="00FD62B3" w14:paraId="7B58491E" w14:textId="77777777" w:rsidTr="00CA77B2">
        <w:tc>
          <w:tcPr>
            <w:tcW w:w="2681" w:type="dxa"/>
            <w:shd w:val="clear" w:color="auto" w:fill="auto"/>
          </w:tcPr>
          <w:p w14:paraId="2796E951" w14:textId="77777777" w:rsidR="00FD62B3" w:rsidRPr="00FD62B3" w:rsidRDefault="00FD62B3" w:rsidP="00CA77B2">
            <w:pPr>
              <w:spacing w:before="60" w:after="60"/>
            </w:pPr>
            <w:r w:rsidRPr="00FD62B3">
              <w:t>06</w:t>
            </w:r>
          </w:p>
        </w:tc>
        <w:tc>
          <w:tcPr>
            <w:tcW w:w="3079" w:type="dxa"/>
            <w:shd w:val="clear" w:color="auto" w:fill="auto"/>
          </w:tcPr>
          <w:p w14:paraId="63818856" w14:textId="77777777" w:rsidR="00FD62B3" w:rsidRPr="00FD62B3" w:rsidRDefault="00FD62B3" w:rsidP="00CA77B2">
            <w:pPr>
              <w:spacing w:before="60" w:after="60"/>
            </w:pPr>
            <w:r w:rsidRPr="00FD62B3">
              <w:t>Sixth Floor</w:t>
            </w:r>
          </w:p>
        </w:tc>
      </w:tr>
      <w:tr w:rsidR="00FD62B3" w:rsidRPr="00FD62B3" w14:paraId="5A92EE69" w14:textId="77777777" w:rsidTr="00CA77B2">
        <w:tc>
          <w:tcPr>
            <w:tcW w:w="2681" w:type="dxa"/>
            <w:shd w:val="clear" w:color="auto" w:fill="auto"/>
          </w:tcPr>
          <w:p w14:paraId="04FA0A19" w14:textId="77777777" w:rsidR="00FD62B3" w:rsidRPr="00FD62B3" w:rsidRDefault="00FD62B3" w:rsidP="00CA77B2">
            <w:pPr>
              <w:spacing w:before="60" w:after="60"/>
            </w:pPr>
            <w:r w:rsidRPr="00FD62B3">
              <w:lastRenderedPageBreak/>
              <w:t>07</w:t>
            </w:r>
          </w:p>
        </w:tc>
        <w:tc>
          <w:tcPr>
            <w:tcW w:w="3079" w:type="dxa"/>
            <w:shd w:val="clear" w:color="auto" w:fill="auto"/>
          </w:tcPr>
          <w:p w14:paraId="076220DA" w14:textId="77777777" w:rsidR="00FD62B3" w:rsidRPr="00FD62B3" w:rsidRDefault="00FD62B3" w:rsidP="00CA77B2">
            <w:pPr>
              <w:spacing w:before="60" w:after="60"/>
            </w:pPr>
            <w:r w:rsidRPr="00FD62B3">
              <w:t>Seventh Floor</w:t>
            </w:r>
          </w:p>
        </w:tc>
      </w:tr>
      <w:tr w:rsidR="00FD62B3" w:rsidRPr="00FD62B3" w14:paraId="1E1698F6" w14:textId="77777777" w:rsidTr="00CA77B2">
        <w:tc>
          <w:tcPr>
            <w:tcW w:w="2681" w:type="dxa"/>
            <w:shd w:val="clear" w:color="auto" w:fill="auto"/>
          </w:tcPr>
          <w:p w14:paraId="51D11A38" w14:textId="77777777" w:rsidR="00FD62B3" w:rsidRPr="00FD62B3" w:rsidRDefault="00FD62B3" w:rsidP="00CA77B2">
            <w:pPr>
              <w:spacing w:before="60" w:after="60"/>
            </w:pPr>
            <w:r w:rsidRPr="00FD62B3">
              <w:t>08</w:t>
            </w:r>
          </w:p>
        </w:tc>
        <w:tc>
          <w:tcPr>
            <w:tcW w:w="3079" w:type="dxa"/>
            <w:shd w:val="clear" w:color="auto" w:fill="auto"/>
          </w:tcPr>
          <w:p w14:paraId="5DE7BBA5" w14:textId="77777777" w:rsidR="00FD62B3" w:rsidRPr="00FD62B3" w:rsidRDefault="00FD62B3" w:rsidP="00CA77B2">
            <w:pPr>
              <w:spacing w:before="60" w:after="60"/>
            </w:pPr>
            <w:r w:rsidRPr="00FD62B3">
              <w:t>Eighth Floor</w:t>
            </w:r>
          </w:p>
        </w:tc>
      </w:tr>
      <w:tr w:rsidR="00FD62B3" w:rsidRPr="00FD62B3" w14:paraId="7DDEC586" w14:textId="77777777" w:rsidTr="00CA77B2">
        <w:tc>
          <w:tcPr>
            <w:tcW w:w="2681" w:type="dxa"/>
            <w:shd w:val="clear" w:color="auto" w:fill="auto"/>
          </w:tcPr>
          <w:p w14:paraId="63F6DE0C" w14:textId="77777777" w:rsidR="00FD62B3" w:rsidRPr="00FD62B3" w:rsidRDefault="00FD62B3" w:rsidP="00CA77B2">
            <w:pPr>
              <w:spacing w:before="60" w:after="60"/>
            </w:pPr>
            <w:r w:rsidRPr="00FD62B3">
              <w:t>09</w:t>
            </w:r>
          </w:p>
        </w:tc>
        <w:tc>
          <w:tcPr>
            <w:tcW w:w="3079" w:type="dxa"/>
            <w:shd w:val="clear" w:color="auto" w:fill="auto"/>
          </w:tcPr>
          <w:p w14:paraId="10B1538B" w14:textId="77777777" w:rsidR="00FD62B3" w:rsidRPr="00FD62B3" w:rsidRDefault="00FD62B3" w:rsidP="00CA77B2">
            <w:pPr>
              <w:spacing w:before="60" w:after="60"/>
            </w:pPr>
            <w:r w:rsidRPr="00FD62B3">
              <w:t>Ninth Floor</w:t>
            </w:r>
          </w:p>
        </w:tc>
      </w:tr>
    </w:tbl>
    <w:p w14:paraId="664C9133" w14:textId="77777777" w:rsidR="00FD62B3" w:rsidRPr="00FE7539" w:rsidRDefault="00FD62B3" w:rsidP="00FE7539"/>
    <w:p w14:paraId="226B448B" w14:textId="77777777" w:rsidR="0078789D" w:rsidRDefault="0078789D" w:rsidP="00FD62B3">
      <w:pPr>
        <w:pStyle w:val="NumberedMaterial"/>
        <w:numPr>
          <w:ilvl w:val="2"/>
          <w:numId w:val="16"/>
        </w:numPr>
      </w:pPr>
      <w:r>
        <w:t>CA</w:t>
      </w:r>
      <w:r>
        <w:tab/>
        <w:t>Concourse A</w:t>
      </w:r>
    </w:p>
    <w:tbl>
      <w:tblPr>
        <w:tblW w:w="5760" w:type="dxa"/>
        <w:tblInd w:w="2160" w:type="dxa"/>
        <w:tblBorders>
          <w:top w:val="single" w:sz="4" w:space="0" w:color="auto"/>
          <w:bottom w:val="single" w:sz="4" w:space="0" w:color="auto"/>
          <w:insideH w:val="single" w:sz="4" w:space="0" w:color="auto"/>
        </w:tblBorders>
        <w:tblLook w:val="04A0" w:firstRow="1" w:lastRow="0" w:firstColumn="1" w:lastColumn="0" w:noHBand="0" w:noVBand="1"/>
      </w:tblPr>
      <w:tblGrid>
        <w:gridCol w:w="2593"/>
        <w:gridCol w:w="3167"/>
      </w:tblGrid>
      <w:tr w:rsidR="00FD62B3" w:rsidRPr="00FD62B3" w14:paraId="36C9C891" w14:textId="77777777" w:rsidTr="00CA77B2">
        <w:tc>
          <w:tcPr>
            <w:tcW w:w="2593" w:type="dxa"/>
            <w:shd w:val="clear" w:color="auto" w:fill="auto"/>
          </w:tcPr>
          <w:p w14:paraId="08315B5F" w14:textId="77777777" w:rsidR="00FD62B3" w:rsidRPr="00FD62B3" w:rsidRDefault="00FD62B3" w:rsidP="00CA77B2">
            <w:pPr>
              <w:spacing w:before="60" w:after="60"/>
            </w:pPr>
            <w:r w:rsidRPr="00FD62B3">
              <w:t>01</w:t>
            </w:r>
          </w:p>
        </w:tc>
        <w:tc>
          <w:tcPr>
            <w:tcW w:w="3167" w:type="dxa"/>
            <w:shd w:val="clear" w:color="auto" w:fill="auto"/>
          </w:tcPr>
          <w:p w14:paraId="688AFAF0" w14:textId="77777777" w:rsidR="00FD62B3" w:rsidRPr="00FD62B3" w:rsidRDefault="00FD62B3" w:rsidP="00CA77B2">
            <w:pPr>
              <w:spacing w:before="60" w:after="60"/>
            </w:pPr>
            <w:r w:rsidRPr="00FD62B3">
              <w:t>Transit (STS)</w:t>
            </w:r>
          </w:p>
        </w:tc>
      </w:tr>
      <w:tr w:rsidR="00FD62B3" w:rsidRPr="00FD62B3" w14:paraId="1698D87A" w14:textId="77777777" w:rsidTr="00CA77B2">
        <w:tc>
          <w:tcPr>
            <w:tcW w:w="2593" w:type="dxa"/>
            <w:shd w:val="clear" w:color="auto" w:fill="auto"/>
          </w:tcPr>
          <w:p w14:paraId="7620346B" w14:textId="77777777" w:rsidR="00FD62B3" w:rsidRPr="00FD62B3" w:rsidRDefault="00FD62B3" w:rsidP="00CA77B2">
            <w:pPr>
              <w:spacing w:before="60" w:after="60"/>
            </w:pPr>
            <w:r w:rsidRPr="00FD62B3">
              <w:t>02</w:t>
            </w:r>
          </w:p>
        </w:tc>
        <w:tc>
          <w:tcPr>
            <w:tcW w:w="3167" w:type="dxa"/>
            <w:shd w:val="clear" w:color="auto" w:fill="auto"/>
          </w:tcPr>
          <w:p w14:paraId="4C87F397" w14:textId="77777777" w:rsidR="00FD62B3" w:rsidRPr="00FD62B3" w:rsidRDefault="00FD62B3" w:rsidP="00CA77B2">
            <w:pPr>
              <w:spacing w:before="60" w:after="60"/>
            </w:pPr>
            <w:r w:rsidRPr="00FD62B3">
              <w:t>Interstitial Space</w:t>
            </w:r>
          </w:p>
        </w:tc>
      </w:tr>
      <w:tr w:rsidR="00FD62B3" w:rsidRPr="00FD62B3" w14:paraId="06D151B9" w14:textId="77777777" w:rsidTr="00CA77B2">
        <w:tc>
          <w:tcPr>
            <w:tcW w:w="2593" w:type="dxa"/>
            <w:shd w:val="clear" w:color="auto" w:fill="auto"/>
          </w:tcPr>
          <w:p w14:paraId="00B57406" w14:textId="77777777" w:rsidR="00FD62B3" w:rsidRPr="00FD62B3" w:rsidRDefault="00FD62B3" w:rsidP="00CA77B2">
            <w:pPr>
              <w:spacing w:before="60" w:after="60"/>
            </w:pPr>
            <w:r w:rsidRPr="00FD62B3">
              <w:t>03</w:t>
            </w:r>
          </w:p>
        </w:tc>
        <w:tc>
          <w:tcPr>
            <w:tcW w:w="3167" w:type="dxa"/>
            <w:shd w:val="clear" w:color="auto" w:fill="auto"/>
          </w:tcPr>
          <w:p w14:paraId="4C30CA65" w14:textId="77777777" w:rsidR="00FD62B3" w:rsidRPr="00FD62B3" w:rsidRDefault="00FD62B3" w:rsidP="00CA77B2">
            <w:pPr>
              <w:spacing w:before="60" w:after="60"/>
            </w:pPr>
            <w:r w:rsidRPr="00FD62B3">
              <w:t>Baggage Claim</w:t>
            </w:r>
          </w:p>
        </w:tc>
      </w:tr>
      <w:tr w:rsidR="00FD62B3" w:rsidRPr="00FD62B3" w14:paraId="08520ADC" w14:textId="77777777" w:rsidTr="00CA77B2">
        <w:tc>
          <w:tcPr>
            <w:tcW w:w="2593" w:type="dxa"/>
            <w:shd w:val="clear" w:color="auto" w:fill="auto"/>
          </w:tcPr>
          <w:p w14:paraId="2738DAA9" w14:textId="77777777" w:rsidR="00FD62B3" w:rsidRPr="00FD62B3" w:rsidRDefault="00FD62B3" w:rsidP="00CA77B2">
            <w:pPr>
              <w:spacing w:before="60" w:after="60"/>
            </w:pPr>
            <w:r w:rsidRPr="00FD62B3">
              <w:t>04</w:t>
            </w:r>
          </w:p>
        </w:tc>
        <w:tc>
          <w:tcPr>
            <w:tcW w:w="3167" w:type="dxa"/>
            <w:shd w:val="clear" w:color="auto" w:fill="auto"/>
          </w:tcPr>
          <w:p w14:paraId="4B293E91" w14:textId="77777777" w:rsidR="00FD62B3" w:rsidRPr="00FD62B3" w:rsidRDefault="00FD62B3" w:rsidP="00CA77B2">
            <w:pPr>
              <w:spacing w:before="60" w:after="60"/>
            </w:pPr>
            <w:r w:rsidRPr="00FD62B3">
              <w:t>Ramp/Bridge</w:t>
            </w:r>
          </w:p>
        </w:tc>
      </w:tr>
      <w:tr w:rsidR="00FD62B3" w:rsidRPr="00FD62B3" w14:paraId="7DFD65CC" w14:textId="77777777" w:rsidTr="00CA77B2">
        <w:tc>
          <w:tcPr>
            <w:tcW w:w="2593" w:type="dxa"/>
            <w:shd w:val="clear" w:color="auto" w:fill="auto"/>
          </w:tcPr>
          <w:p w14:paraId="4E7746A7" w14:textId="77777777" w:rsidR="00FD62B3" w:rsidRPr="00FD62B3" w:rsidRDefault="00FD62B3" w:rsidP="00CA77B2">
            <w:pPr>
              <w:spacing w:before="60" w:after="60"/>
            </w:pPr>
            <w:r w:rsidRPr="00FD62B3">
              <w:t>05</w:t>
            </w:r>
          </w:p>
        </w:tc>
        <w:tc>
          <w:tcPr>
            <w:tcW w:w="3167" w:type="dxa"/>
            <w:shd w:val="clear" w:color="auto" w:fill="auto"/>
          </w:tcPr>
          <w:p w14:paraId="50DE5F5D" w14:textId="77777777" w:rsidR="00FD62B3" w:rsidRPr="00FD62B3" w:rsidRDefault="00FD62B3" w:rsidP="00CA77B2">
            <w:pPr>
              <w:spacing w:before="60" w:after="60"/>
            </w:pPr>
            <w:r w:rsidRPr="00FD62B3">
              <w:t>Concourse (Ticketing)</w:t>
            </w:r>
          </w:p>
        </w:tc>
      </w:tr>
      <w:tr w:rsidR="00FD62B3" w:rsidRPr="00FD62B3" w14:paraId="2C0BBEAC" w14:textId="77777777" w:rsidTr="00CA77B2">
        <w:tc>
          <w:tcPr>
            <w:tcW w:w="2593" w:type="dxa"/>
            <w:shd w:val="clear" w:color="auto" w:fill="auto"/>
          </w:tcPr>
          <w:p w14:paraId="7D373C57" w14:textId="77777777" w:rsidR="00FD62B3" w:rsidRPr="00FD62B3" w:rsidRDefault="00FD62B3" w:rsidP="00CA77B2">
            <w:pPr>
              <w:spacing w:before="60" w:after="60"/>
            </w:pPr>
            <w:r w:rsidRPr="00FD62B3">
              <w:t>06</w:t>
            </w:r>
          </w:p>
        </w:tc>
        <w:tc>
          <w:tcPr>
            <w:tcW w:w="3167" w:type="dxa"/>
            <w:shd w:val="clear" w:color="auto" w:fill="auto"/>
          </w:tcPr>
          <w:p w14:paraId="4B12D1E9" w14:textId="77777777" w:rsidR="00FD62B3" w:rsidRPr="00FD62B3" w:rsidRDefault="00FD62B3" w:rsidP="00CA77B2">
            <w:pPr>
              <w:spacing w:before="60" w:after="60"/>
            </w:pPr>
            <w:r w:rsidRPr="00FD62B3">
              <w:t>Mezzanine</w:t>
            </w:r>
          </w:p>
        </w:tc>
      </w:tr>
      <w:tr w:rsidR="00FD62B3" w:rsidRPr="00FD62B3" w14:paraId="32BBB6B6" w14:textId="77777777" w:rsidTr="00CA77B2">
        <w:tc>
          <w:tcPr>
            <w:tcW w:w="2593" w:type="dxa"/>
            <w:shd w:val="clear" w:color="auto" w:fill="auto"/>
          </w:tcPr>
          <w:p w14:paraId="599E9CF5" w14:textId="77777777" w:rsidR="00FD62B3" w:rsidRPr="00FD62B3" w:rsidRDefault="00FD62B3" w:rsidP="00CA77B2">
            <w:pPr>
              <w:spacing w:before="60" w:after="60"/>
            </w:pPr>
            <w:r w:rsidRPr="00FD62B3">
              <w:t>07</w:t>
            </w:r>
          </w:p>
        </w:tc>
        <w:tc>
          <w:tcPr>
            <w:tcW w:w="3167" w:type="dxa"/>
            <w:shd w:val="clear" w:color="auto" w:fill="auto"/>
          </w:tcPr>
          <w:p w14:paraId="34F83FFE" w14:textId="77777777" w:rsidR="00FD62B3" w:rsidRPr="00FD62B3" w:rsidRDefault="00FD62B3" w:rsidP="00CA77B2">
            <w:pPr>
              <w:spacing w:before="60" w:after="60"/>
            </w:pPr>
            <w:r w:rsidRPr="00FD62B3">
              <w:t>Mechanical Penthouse</w:t>
            </w:r>
          </w:p>
        </w:tc>
      </w:tr>
    </w:tbl>
    <w:p w14:paraId="665D29E0" w14:textId="77777777" w:rsidR="00FD62B3" w:rsidRPr="00FD62B3" w:rsidRDefault="00FD62B3" w:rsidP="00FD62B3"/>
    <w:p w14:paraId="1F1C5456" w14:textId="77777777" w:rsidR="0078789D" w:rsidRDefault="0078789D" w:rsidP="00FD62B3">
      <w:pPr>
        <w:pStyle w:val="NumberedMaterial"/>
        <w:numPr>
          <w:ilvl w:val="2"/>
          <w:numId w:val="16"/>
        </w:numPr>
      </w:pPr>
      <w:r>
        <w:t>CB</w:t>
      </w:r>
      <w:r>
        <w:tab/>
        <w:t>Concourse B</w:t>
      </w:r>
    </w:p>
    <w:tbl>
      <w:tblPr>
        <w:tblW w:w="0" w:type="auto"/>
        <w:tblInd w:w="2160" w:type="dxa"/>
        <w:tblBorders>
          <w:top w:val="single" w:sz="4" w:space="0" w:color="auto"/>
          <w:bottom w:val="single" w:sz="4" w:space="0" w:color="auto"/>
          <w:insideH w:val="single" w:sz="4" w:space="0" w:color="auto"/>
        </w:tblBorders>
        <w:tblLook w:val="04A0" w:firstRow="1" w:lastRow="0" w:firstColumn="1" w:lastColumn="0" w:noHBand="0" w:noVBand="1"/>
      </w:tblPr>
      <w:tblGrid>
        <w:gridCol w:w="2538"/>
        <w:gridCol w:w="3240"/>
      </w:tblGrid>
      <w:tr w:rsidR="00FD62B3" w:rsidRPr="00FD62B3" w14:paraId="771FFFD3" w14:textId="77777777" w:rsidTr="00CA77B2">
        <w:tc>
          <w:tcPr>
            <w:tcW w:w="2538" w:type="dxa"/>
            <w:shd w:val="clear" w:color="auto" w:fill="auto"/>
          </w:tcPr>
          <w:p w14:paraId="1CDC388B" w14:textId="77777777" w:rsidR="00FD62B3" w:rsidRPr="00FD62B3" w:rsidRDefault="00FD62B3" w:rsidP="00CA77B2">
            <w:pPr>
              <w:spacing w:before="60" w:after="60"/>
            </w:pPr>
            <w:r w:rsidRPr="00FD62B3">
              <w:t>01</w:t>
            </w:r>
          </w:p>
        </w:tc>
        <w:tc>
          <w:tcPr>
            <w:tcW w:w="3240" w:type="dxa"/>
            <w:shd w:val="clear" w:color="auto" w:fill="auto"/>
          </w:tcPr>
          <w:p w14:paraId="4771E30B" w14:textId="77777777" w:rsidR="00FD62B3" w:rsidRPr="00FD62B3" w:rsidRDefault="00FD62B3" w:rsidP="00CA77B2">
            <w:pPr>
              <w:spacing w:before="60" w:after="60"/>
            </w:pPr>
            <w:r w:rsidRPr="00FD62B3">
              <w:t>Transit (STS)</w:t>
            </w:r>
          </w:p>
        </w:tc>
      </w:tr>
      <w:tr w:rsidR="00FD62B3" w:rsidRPr="00FD62B3" w14:paraId="28D195DB" w14:textId="77777777" w:rsidTr="00CA77B2">
        <w:tc>
          <w:tcPr>
            <w:tcW w:w="2538" w:type="dxa"/>
            <w:shd w:val="clear" w:color="auto" w:fill="auto"/>
          </w:tcPr>
          <w:p w14:paraId="21A631E6" w14:textId="77777777" w:rsidR="00FD62B3" w:rsidRPr="00FD62B3" w:rsidRDefault="00FD62B3" w:rsidP="00CA77B2">
            <w:pPr>
              <w:spacing w:before="60" w:after="60"/>
            </w:pPr>
            <w:r w:rsidRPr="00FD62B3">
              <w:t>03</w:t>
            </w:r>
          </w:p>
        </w:tc>
        <w:tc>
          <w:tcPr>
            <w:tcW w:w="3240" w:type="dxa"/>
            <w:shd w:val="clear" w:color="auto" w:fill="auto"/>
          </w:tcPr>
          <w:p w14:paraId="7FD4FBEC" w14:textId="77777777" w:rsidR="00FD62B3" w:rsidRPr="00FD62B3" w:rsidRDefault="00FD62B3" w:rsidP="00CA77B2">
            <w:pPr>
              <w:spacing w:before="60" w:after="60"/>
            </w:pPr>
            <w:r w:rsidRPr="00FD62B3">
              <w:t>Ramp</w:t>
            </w:r>
          </w:p>
        </w:tc>
      </w:tr>
      <w:tr w:rsidR="00FD62B3" w:rsidRPr="00FD62B3" w14:paraId="27369833" w14:textId="77777777" w:rsidTr="00CA77B2">
        <w:tc>
          <w:tcPr>
            <w:tcW w:w="2538" w:type="dxa"/>
            <w:shd w:val="clear" w:color="auto" w:fill="auto"/>
          </w:tcPr>
          <w:p w14:paraId="0B6EB59F" w14:textId="77777777" w:rsidR="00FD62B3" w:rsidRPr="00FD62B3" w:rsidRDefault="00FD62B3" w:rsidP="00CA77B2">
            <w:pPr>
              <w:spacing w:before="60" w:after="60"/>
            </w:pPr>
            <w:r w:rsidRPr="00FD62B3">
              <w:t>05</w:t>
            </w:r>
          </w:p>
        </w:tc>
        <w:tc>
          <w:tcPr>
            <w:tcW w:w="3240" w:type="dxa"/>
            <w:shd w:val="clear" w:color="auto" w:fill="auto"/>
          </w:tcPr>
          <w:p w14:paraId="313A5E0B" w14:textId="77777777" w:rsidR="00FD62B3" w:rsidRPr="00FD62B3" w:rsidRDefault="00FD62B3" w:rsidP="00CA77B2">
            <w:pPr>
              <w:spacing w:before="60" w:after="60"/>
            </w:pPr>
            <w:r w:rsidRPr="00FD62B3">
              <w:t>Concourse</w:t>
            </w:r>
          </w:p>
        </w:tc>
      </w:tr>
      <w:tr w:rsidR="00FD62B3" w:rsidRPr="00FD62B3" w14:paraId="2AEEA3F4" w14:textId="77777777" w:rsidTr="00CA77B2">
        <w:tc>
          <w:tcPr>
            <w:tcW w:w="2538" w:type="dxa"/>
            <w:shd w:val="clear" w:color="auto" w:fill="auto"/>
          </w:tcPr>
          <w:p w14:paraId="7479ABF3" w14:textId="77777777" w:rsidR="00FD62B3" w:rsidRPr="00FD62B3" w:rsidRDefault="00FD62B3" w:rsidP="00CA77B2">
            <w:pPr>
              <w:spacing w:before="60" w:after="60"/>
            </w:pPr>
            <w:r w:rsidRPr="00FD62B3">
              <w:t>07</w:t>
            </w:r>
          </w:p>
        </w:tc>
        <w:tc>
          <w:tcPr>
            <w:tcW w:w="3240" w:type="dxa"/>
            <w:shd w:val="clear" w:color="auto" w:fill="auto"/>
          </w:tcPr>
          <w:p w14:paraId="7AC677CB" w14:textId="77777777" w:rsidR="00FD62B3" w:rsidRPr="00FD62B3" w:rsidRDefault="00FD62B3" w:rsidP="00CA77B2">
            <w:pPr>
              <w:spacing w:before="60" w:after="60"/>
            </w:pPr>
            <w:r w:rsidRPr="00FD62B3">
              <w:t>Mechanical Penthouse</w:t>
            </w:r>
          </w:p>
        </w:tc>
      </w:tr>
    </w:tbl>
    <w:p w14:paraId="20148F33" w14:textId="77777777" w:rsidR="00FE7539" w:rsidRPr="00FE7539" w:rsidRDefault="00FE7539" w:rsidP="00FE7539"/>
    <w:p w14:paraId="4FC65CE9" w14:textId="77777777" w:rsidR="0078789D" w:rsidRDefault="0078789D" w:rsidP="00FD62B3">
      <w:pPr>
        <w:pStyle w:val="NumberedMaterial"/>
        <w:numPr>
          <w:ilvl w:val="2"/>
          <w:numId w:val="16"/>
        </w:numPr>
      </w:pPr>
      <w:r>
        <w:t>CC</w:t>
      </w:r>
      <w:r>
        <w:tab/>
        <w:t>Concourse C</w:t>
      </w:r>
    </w:p>
    <w:tbl>
      <w:tblPr>
        <w:tblW w:w="0" w:type="auto"/>
        <w:tblInd w:w="2178" w:type="dxa"/>
        <w:tblBorders>
          <w:top w:val="single" w:sz="4" w:space="0" w:color="auto"/>
          <w:bottom w:val="single" w:sz="4" w:space="0" w:color="auto"/>
          <w:insideH w:val="single" w:sz="4" w:space="0" w:color="auto"/>
        </w:tblBorders>
        <w:tblLook w:val="04A0" w:firstRow="1" w:lastRow="0" w:firstColumn="1" w:lastColumn="0" w:noHBand="0" w:noVBand="1"/>
      </w:tblPr>
      <w:tblGrid>
        <w:gridCol w:w="2520"/>
        <w:gridCol w:w="3240"/>
      </w:tblGrid>
      <w:tr w:rsidR="00FE7539" w:rsidRPr="00FE7539" w14:paraId="41B75B15" w14:textId="77777777" w:rsidTr="00CA77B2">
        <w:tc>
          <w:tcPr>
            <w:tcW w:w="2520" w:type="dxa"/>
            <w:shd w:val="clear" w:color="auto" w:fill="auto"/>
          </w:tcPr>
          <w:p w14:paraId="07E73821" w14:textId="77777777" w:rsidR="00FE7539" w:rsidRPr="00FE7539" w:rsidRDefault="00FE7539" w:rsidP="00CA77B2">
            <w:pPr>
              <w:spacing w:before="60" w:after="60"/>
            </w:pPr>
            <w:r w:rsidRPr="00FE7539">
              <w:t>01</w:t>
            </w:r>
          </w:p>
        </w:tc>
        <w:tc>
          <w:tcPr>
            <w:tcW w:w="3240" w:type="dxa"/>
            <w:shd w:val="clear" w:color="auto" w:fill="auto"/>
          </w:tcPr>
          <w:p w14:paraId="4C610987" w14:textId="77777777" w:rsidR="00FE7539" w:rsidRPr="00FE7539" w:rsidRDefault="00FE7539" w:rsidP="00CA77B2">
            <w:pPr>
              <w:spacing w:before="60" w:after="60"/>
            </w:pPr>
            <w:r w:rsidRPr="00FE7539">
              <w:t>Transit (STS)</w:t>
            </w:r>
          </w:p>
        </w:tc>
      </w:tr>
      <w:tr w:rsidR="00FE7539" w:rsidRPr="00FE7539" w14:paraId="3F059042" w14:textId="77777777" w:rsidTr="00CA77B2">
        <w:tc>
          <w:tcPr>
            <w:tcW w:w="2520" w:type="dxa"/>
            <w:shd w:val="clear" w:color="auto" w:fill="auto"/>
          </w:tcPr>
          <w:p w14:paraId="322E02B5" w14:textId="77777777" w:rsidR="00FE7539" w:rsidRPr="00FE7539" w:rsidRDefault="00FE7539" w:rsidP="00CA77B2">
            <w:pPr>
              <w:spacing w:before="60" w:after="60"/>
            </w:pPr>
            <w:r w:rsidRPr="00FE7539">
              <w:t>03</w:t>
            </w:r>
          </w:p>
        </w:tc>
        <w:tc>
          <w:tcPr>
            <w:tcW w:w="3240" w:type="dxa"/>
            <w:shd w:val="clear" w:color="auto" w:fill="auto"/>
          </w:tcPr>
          <w:p w14:paraId="2A2A9792" w14:textId="77777777" w:rsidR="00FE7539" w:rsidRPr="00FE7539" w:rsidRDefault="00FE7539" w:rsidP="00CA77B2">
            <w:pPr>
              <w:spacing w:before="60" w:after="60"/>
            </w:pPr>
            <w:r w:rsidRPr="00FE7539">
              <w:t>Ramp</w:t>
            </w:r>
          </w:p>
        </w:tc>
      </w:tr>
      <w:tr w:rsidR="00FE7539" w:rsidRPr="00FE7539" w14:paraId="0B7871CA" w14:textId="77777777" w:rsidTr="00CA77B2">
        <w:tc>
          <w:tcPr>
            <w:tcW w:w="2520" w:type="dxa"/>
            <w:shd w:val="clear" w:color="auto" w:fill="auto"/>
          </w:tcPr>
          <w:p w14:paraId="537C141C" w14:textId="77777777" w:rsidR="00FE7539" w:rsidRPr="00FE7539" w:rsidRDefault="00FE7539" w:rsidP="00CA77B2">
            <w:pPr>
              <w:spacing w:before="60" w:after="60"/>
            </w:pPr>
            <w:r w:rsidRPr="00FE7539">
              <w:t>05</w:t>
            </w:r>
          </w:p>
        </w:tc>
        <w:tc>
          <w:tcPr>
            <w:tcW w:w="3240" w:type="dxa"/>
            <w:shd w:val="clear" w:color="auto" w:fill="auto"/>
          </w:tcPr>
          <w:p w14:paraId="5A1C51BC" w14:textId="77777777" w:rsidR="00FE7539" w:rsidRPr="00FE7539" w:rsidRDefault="00FE7539" w:rsidP="00CA77B2">
            <w:pPr>
              <w:spacing w:before="60" w:after="60"/>
            </w:pPr>
            <w:r w:rsidRPr="00FE7539">
              <w:t>Concourse</w:t>
            </w:r>
          </w:p>
        </w:tc>
      </w:tr>
      <w:tr w:rsidR="00FE7539" w:rsidRPr="00FE7539" w14:paraId="77F62FA1" w14:textId="77777777" w:rsidTr="00CA77B2">
        <w:tc>
          <w:tcPr>
            <w:tcW w:w="2520" w:type="dxa"/>
            <w:shd w:val="clear" w:color="auto" w:fill="auto"/>
          </w:tcPr>
          <w:p w14:paraId="26B219B7" w14:textId="77777777" w:rsidR="00FE7539" w:rsidRPr="00FE7539" w:rsidRDefault="00FE7539" w:rsidP="00CA77B2">
            <w:pPr>
              <w:spacing w:before="60" w:after="60"/>
            </w:pPr>
            <w:r w:rsidRPr="00FE7539">
              <w:t>07</w:t>
            </w:r>
          </w:p>
        </w:tc>
        <w:tc>
          <w:tcPr>
            <w:tcW w:w="3240" w:type="dxa"/>
            <w:shd w:val="clear" w:color="auto" w:fill="auto"/>
          </w:tcPr>
          <w:p w14:paraId="19915853" w14:textId="77777777" w:rsidR="00FE7539" w:rsidRPr="00FE7539" w:rsidRDefault="00FE7539" w:rsidP="00CA77B2">
            <w:pPr>
              <w:spacing w:before="60" w:after="60"/>
            </w:pPr>
            <w:r w:rsidRPr="00FE7539">
              <w:t>Mechanical Penthouse</w:t>
            </w:r>
          </w:p>
        </w:tc>
      </w:tr>
    </w:tbl>
    <w:p w14:paraId="3A8E3EA1" w14:textId="77777777" w:rsidR="0078789D" w:rsidRPr="00FE7539" w:rsidRDefault="0078789D" w:rsidP="00FE7539"/>
    <w:p w14:paraId="7E058C2A" w14:textId="77777777" w:rsidR="0078789D" w:rsidRDefault="0078789D" w:rsidP="00FD62B3">
      <w:pPr>
        <w:pStyle w:val="NumberedMaterial"/>
        <w:numPr>
          <w:ilvl w:val="2"/>
          <w:numId w:val="16"/>
        </w:numPr>
      </w:pPr>
      <w:r>
        <w:t>CD</w:t>
      </w:r>
      <w:r>
        <w:tab/>
        <w:t>Concourse D</w:t>
      </w:r>
    </w:p>
    <w:tbl>
      <w:tblPr>
        <w:tblW w:w="0" w:type="auto"/>
        <w:tblInd w:w="2160" w:type="dxa"/>
        <w:tblBorders>
          <w:top w:val="single" w:sz="4" w:space="0" w:color="auto"/>
          <w:bottom w:val="single" w:sz="4" w:space="0" w:color="auto"/>
          <w:insideH w:val="single" w:sz="4" w:space="0" w:color="auto"/>
        </w:tblBorders>
        <w:tblLook w:val="04A0" w:firstRow="1" w:lastRow="0" w:firstColumn="1" w:lastColumn="0" w:noHBand="0" w:noVBand="1"/>
      </w:tblPr>
      <w:tblGrid>
        <w:gridCol w:w="2538"/>
        <w:gridCol w:w="3240"/>
      </w:tblGrid>
      <w:tr w:rsidR="00FE7539" w:rsidRPr="00FE7539" w14:paraId="56DFDD47" w14:textId="77777777" w:rsidTr="00CA77B2">
        <w:tc>
          <w:tcPr>
            <w:tcW w:w="2538" w:type="dxa"/>
            <w:shd w:val="clear" w:color="auto" w:fill="auto"/>
          </w:tcPr>
          <w:p w14:paraId="35DF13C1" w14:textId="77777777" w:rsidR="00FE7539" w:rsidRPr="00FE7539" w:rsidRDefault="00FE7539" w:rsidP="00CA77B2">
            <w:pPr>
              <w:spacing w:before="60" w:after="60"/>
            </w:pPr>
            <w:r>
              <w:t>01</w:t>
            </w:r>
          </w:p>
        </w:tc>
        <w:tc>
          <w:tcPr>
            <w:tcW w:w="3240" w:type="dxa"/>
            <w:shd w:val="clear" w:color="auto" w:fill="auto"/>
          </w:tcPr>
          <w:p w14:paraId="4A05AD8D" w14:textId="77777777" w:rsidR="00FE7539" w:rsidRPr="00FE7539" w:rsidRDefault="00FE7539" w:rsidP="00CA77B2">
            <w:pPr>
              <w:spacing w:before="60" w:after="60"/>
            </w:pPr>
            <w:r w:rsidRPr="00FE7539">
              <w:t>Transit (STS)</w:t>
            </w:r>
          </w:p>
        </w:tc>
      </w:tr>
      <w:tr w:rsidR="00FE7539" w:rsidRPr="00FE7539" w14:paraId="051368DB" w14:textId="77777777" w:rsidTr="00CA77B2">
        <w:tc>
          <w:tcPr>
            <w:tcW w:w="2538" w:type="dxa"/>
            <w:shd w:val="clear" w:color="auto" w:fill="auto"/>
          </w:tcPr>
          <w:p w14:paraId="6538CB93" w14:textId="77777777" w:rsidR="00FE7539" w:rsidRPr="00FE7539" w:rsidRDefault="00FE7539" w:rsidP="00CA77B2">
            <w:pPr>
              <w:spacing w:before="60" w:after="60"/>
            </w:pPr>
            <w:r>
              <w:t>03</w:t>
            </w:r>
          </w:p>
        </w:tc>
        <w:tc>
          <w:tcPr>
            <w:tcW w:w="3240" w:type="dxa"/>
            <w:shd w:val="clear" w:color="auto" w:fill="auto"/>
          </w:tcPr>
          <w:p w14:paraId="4EE6BDFD" w14:textId="77777777" w:rsidR="00FE7539" w:rsidRPr="00FE7539" w:rsidRDefault="00FE7539" w:rsidP="00CA77B2">
            <w:pPr>
              <w:spacing w:before="60" w:after="60"/>
            </w:pPr>
            <w:r w:rsidRPr="00FE7539">
              <w:t>Ramp</w:t>
            </w:r>
          </w:p>
        </w:tc>
      </w:tr>
      <w:tr w:rsidR="00FE7539" w:rsidRPr="00FE7539" w14:paraId="134410CF" w14:textId="77777777" w:rsidTr="00CA77B2">
        <w:tc>
          <w:tcPr>
            <w:tcW w:w="2538" w:type="dxa"/>
            <w:shd w:val="clear" w:color="auto" w:fill="auto"/>
          </w:tcPr>
          <w:p w14:paraId="54AA5A25" w14:textId="77777777" w:rsidR="00FE7539" w:rsidRPr="00FE7539" w:rsidRDefault="00FE7539" w:rsidP="00CA77B2">
            <w:pPr>
              <w:spacing w:before="60" w:after="60"/>
            </w:pPr>
            <w:r>
              <w:t>05</w:t>
            </w:r>
          </w:p>
        </w:tc>
        <w:tc>
          <w:tcPr>
            <w:tcW w:w="3240" w:type="dxa"/>
            <w:shd w:val="clear" w:color="auto" w:fill="auto"/>
          </w:tcPr>
          <w:p w14:paraId="26512D50" w14:textId="77777777" w:rsidR="00FE7539" w:rsidRPr="00FE7539" w:rsidRDefault="00FE7539" w:rsidP="00CA77B2">
            <w:pPr>
              <w:spacing w:before="60" w:after="60"/>
            </w:pPr>
            <w:r w:rsidRPr="00FE7539">
              <w:t>Concourse</w:t>
            </w:r>
          </w:p>
        </w:tc>
      </w:tr>
      <w:tr w:rsidR="00FE7539" w:rsidRPr="00FE7539" w14:paraId="729D9EF6" w14:textId="77777777" w:rsidTr="00CA77B2">
        <w:tc>
          <w:tcPr>
            <w:tcW w:w="2538" w:type="dxa"/>
            <w:shd w:val="clear" w:color="auto" w:fill="auto"/>
          </w:tcPr>
          <w:p w14:paraId="35459843" w14:textId="77777777" w:rsidR="00FE7539" w:rsidRPr="00FE7539" w:rsidRDefault="00FE7539" w:rsidP="00CA77B2">
            <w:pPr>
              <w:spacing w:before="60" w:after="60"/>
            </w:pPr>
            <w:r>
              <w:t>07</w:t>
            </w:r>
          </w:p>
        </w:tc>
        <w:tc>
          <w:tcPr>
            <w:tcW w:w="3240" w:type="dxa"/>
            <w:shd w:val="clear" w:color="auto" w:fill="auto"/>
          </w:tcPr>
          <w:p w14:paraId="49EF0B9F" w14:textId="77777777" w:rsidR="00FE7539" w:rsidRPr="00FE7539" w:rsidRDefault="00FE7539" w:rsidP="00CA77B2">
            <w:pPr>
              <w:spacing w:before="60" w:after="60"/>
            </w:pPr>
            <w:r w:rsidRPr="00FE7539">
              <w:t>Mechanical Penthouse</w:t>
            </w:r>
          </w:p>
        </w:tc>
      </w:tr>
    </w:tbl>
    <w:p w14:paraId="23E83928" w14:textId="77777777" w:rsidR="0078789D" w:rsidRPr="00FE7539" w:rsidRDefault="0078789D" w:rsidP="00FE7539"/>
    <w:p w14:paraId="1EE57BB1" w14:textId="77777777" w:rsidR="0078789D" w:rsidRDefault="0078789D" w:rsidP="00FD62B3">
      <w:pPr>
        <w:pStyle w:val="NumberedMaterial"/>
        <w:numPr>
          <w:ilvl w:val="2"/>
          <w:numId w:val="16"/>
        </w:numPr>
      </w:pPr>
      <w:r>
        <w:lastRenderedPageBreak/>
        <w:t>NS</w:t>
      </w:r>
      <w:r>
        <w:tab/>
        <w:t>North Satellite</w:t>
      </w:r>
    </w:p>
    <w:tbl>
      <w:tblPr>
        <w:tblW w:w="0" w:type="auto"/>
        <w:tblInd w:w="2178" w:type="dxa"/>
        <w:tblBorders>
          <w:top w:val="single" w:sz="4" w:space="0" w:color="auto"/>
          <w:bottom w:val="single" w:sz="4" w:space="0" w:color="auto"/>
          <w:insideH w:val="single" w:sz="4" w:space="0" w:color="auto"/>
        </w:tblBorders>
        <w:tblLook w:val="04A0" w:firstRow="1" w:lastRow="0" w:firstColumn="1" w:lastColumn="0" w:noHBand="0" w:noVBand="1"/>
      </w:tblPr>
      <w:tblGrid>
        <w:gridCol w:w="2520"/>
        <w:gridCol w:w="3240"/>
      </w:tblGrid>
      <w:tr w:rsidR="00FE7539" w:rsidRPr="00FE7539" w14:paraId="360E469B" w14:textId="77777777" w:rsidTr="00CA77B2">
        <w:tc>
          <w:tcPr>
            <w:tcW w:w="2520" w:type="dxa"/>
            <w:shd w:val="clear" w:color="auto" w:fill="auto"/>
          </w:tcPr>
          <w:p w14:paraId="64C6E5B4" w14:textId="77777777" w:rsidR="00FE7539" w:rsidRPr="00FE7539" w:rsidRDefault="00FE7539" w:rsidP="00CA77B2">
            <w:pPr>
              <w:spacing w:before="60" w:after="60"/>
            </w:pPr>
            <w:r w:rsidRPr="00FE7539">
              <w:t>01</w:t>
            </w:r>
          </w:p>
        </w:tc>
        <w:tc>
          <w:tcPr>
            <w:tcW w:w="3240" w:type="dxa"/>
            <w:shd w:val="clear" w:color="auto" w:fill="auto"/>
          </w:tcPr>
          <w:p w14:paraId="3D671145" w14:textId="77777777" w:rsidR="00FE7539" w:rsidRPr="00FE7539" w:rsidRDefault="00FE7539" w:rsidP="00CA77B2">
            <w:pPr>
              <w:spacing w:before="60" w:after="60"/>
            </w:pPr>
            <w:r w:rsidRPr="00FE7539">
              <w:t>Transit (STS)</w:t>
            </w:r>
          </w:p>
        </w:tc>
      </w:tr>
      <w:tr w:rsidR="00FE7539" w:rsidRPr="00FE7539" w14:paraId="6254E212" w14:textId="77777777" w:rsidTr="00CA77B2">
        <w:tc>
          <w:tcPr>
            <w:tcW w:w="2520" w:type="dxa"/>
            <w:shd w:val="clear" w:color="auto" w:fill="auto"/>
          </w:tcPr>
          <w:p w14:paraId="5CB7672C" w14:textId="77777777" w:rsidR="00FE7539" w:rsidRPr="00FE7539" w:rsidRDefault="00FE7539" w:rsidP="00CA77B2">
            <w:pPr>
              <w:spacing w:before="60" w:after="60"/>
            </w:pPr>
            <w:r w:rsidRPr="00FE7539">
              <w:t>03</w:t>
            </w:r>
          </w:p>
        </w:tc>
        <w:tc>
          <w:tcPr>
            <w:tcW w:w="3240" w:type="dxa"/>
            <w:shd w:val="clear" w:color="auto" w:fill="auto"/>
          </w:tcPr>
          <w:p w14:paraId="02FDEC0A" w14:textId="77777777" w:rsidR="00FE7539" w:rsidRPr="00FE7539" w:rsidRDefault="00FE7539" w:rsidP="00CA77B2">
            <w:pPr>
              <w:spacing w:before="60" w:after="60"/>
            </w:pPr>
            <w:r w:rsidRPr="00FE7539">
              <w:t>Ramp</w:t>
            </w:r>
          </w:p>
        </w:tc>
      </w:tr>
      <w:tr w:rsidR="00FE7539" w:rsidRPr="00FE7539" w14:paraId="464BBC50" w14:textId="77777777" w:rsidTr="00CA77B2">
        <w:tc>
          <w:tcPr>
            <w:tcW w:w="2520" w:type="dxa"/>
            <w:shd w:val="clear" w:color="auto" w:fill="auto"/>
          </w:tcPr>
          <w:p w14:paraId="6D71AD59" w14:textId="77777777" w:rsidR="00FE7539" w:rsidRPr="00FE7539" w:rsidRDefault="00FE7539" w:rsidP="00CA77B2">
            <w:pPr>
              <w:spacing w:before="60" w:after="60"/>
            </w:pPr>
            <w:r w:rsidRPr="00FE7539">
              <w:t>05</w:t>
            </w:r>
          </w:p>
        </w:tc>
        <w:tc>
          <w:tcPr>
            <w:tcW w:w="3240" w:type="dxa"/>
            <w:shd w:val="clear" w:color="auto" w:fill="auto"/>
          </w:tcPr>
          <w:p w14:paraId="3D1413E3" w14:textId="77777777" w:rsidR="00FE7539" w:rsidRPr="00FE7539" w:rsidRDefault="00FE7539" w:rsidP="00CA77B2">
            <w:pPr>
              <w:spacing w:before="60" w:after="60"/>
            </w:pPr>
            <w:r w:rsidRPr="00FE7539">
              <w:t>Concourse</w:t>
            </w:r>
          </w:p>
        </w:tc>
      </w:tr>
      <w:tr w:rsidR="00FE7539" w:rsidRPr="00FE7539" w14:paraId="23516DCB" w14:textId="77777777" w:rsidTr="00CA77B2">
        <w:tc>
          <w:tcPr>
            <w:tcW w:w="2520" w:type="dxa"/>
            <w:shd w:val="clear" w:color="auto" w:fill="auto"/>
          </w:tcPr>
          <w:p w14:paraId="62842286" w14:textId="77777777" w:rsidR="00FE7539" w:rsidRPr="00FE7539" w:rsidRDefault="00FE7539" w:rsidP="00CA77B2">
            <w:pPr>
              <w:spacing w:before="60" w:after="60"/>
            </w:pPr>
            <w:r w:rsidRPr="00FE7539">
              <w:t>07</w:t>
            </w:r>
          </w:p>
        </w:tc>
        <w:tc>
          <w:tcPr>
            <w:tcW w:w="3240" w:type="dxa"/>
            <w:shd w:val="clear" w:color="auto" w:fill="auto"/>
          </w:tcPr>
          <w:p w14:paraId="022D6A3E" w14:textId="77777777" w:rsidR="00FE7539" w:rsidRPr="00FE7539" w:rsidRDefault="00FE7539" w:rsidP="00CA77B2">
            <w:pPr>
              <w:spacing w:before="60" w:after="60"/>
            </w:pPr>
            <w:r w:rsidRPr="00FE7539">
              <w:t>Mechanical Penthouse</w:t>
            </w:r>
          </w:p>
        </w:tc>
      </w:tr>
    </w:tbl>
    <w:p w14:paraId="05EDD11B" w14:textId="77777777" w:rsidR="0078789D" w:rsidRPr="00FE7539" w:rsidRDefault="0078789D" w:rsidP="00FE7539"/>
    <w:p w14:paraId="0F7BA073" w14:textId="77777777" w:rsidR="0078789D" w:rsidRDefault="0078789D" w:rsidP="00FD62B3">
      <w:pPr>
        <w:pStyle w:val="NumberedMaterial"/>
        <w:numPr>
          <w:ilvl w:val="2"/>
          <w:numId w:val="16"/>
        </w:numPr>
      </w:pPr>
      <w:r>
        <w:t>SS</w:t>
      </w:r>
      <w:r>
        <w:tab/>
        <w:t>South Satellite</w:t>
      </w:r>
    </w:p>
    <w:tbl>
      <w:tblPr>
        <w:tblW w:w="0" w:type="auto"/>
        <w:tblInd w:w="2178" w:type="dxa"/>
        <w:tblBorders>
          <w:top w:val="single" w:sz="4" w:space="0" w:color="auto"/>
          <w:bottom w:val="single" w:sz="4" w:space="0" w:color="auto"/>
          <w:insideH w:val="single" w:sz="4" w:space="0" w:color="auto"/>
        </w:tblBorders>
        <w:tblLook w:val="04A0" w:firstRow="1" w:lastRow="0" w:firstColumn="1" w:lastColumn="0" w:noHBand="0" w:noVBand="1"/>
      </w:tblPr>
      <w:tblGrid>
        <w:gridCol w:w="2520"/>
        <w:gridCol w:w="3240"/>
      </w:tblGrid>
      <w:tr w:rsidR="00FE7539" w:rsidRPr="00FE7539" w14:paraId="254220FE" w14:textId="77777777" w:rsidTr="00CA77B2">
        <w:tc>
          <w:tcPr>
            <w:tcW w:w="2520" w:type="dxa"/>
            <w:shd w:val="clear" w:color="auto" w:fill="auto"/>
          </w:tcPr>
          <w:p w14:paraId="14C712A1" w14:textId="77777777" w:rsidR="00FE7539" w:rsidRPr="00FE7539" w:rsidRDefault="00FE7539" w:rsidP="00CA77B2">
            <w:pPr>
              <w:spacing w:before="60" w:after="60"/>
            </w:pPr>
            <w:r w:rsidRPr="00FE7539">
              <w:t>00</w:t>
            </w:r>
          </w:p>
        </w:tc>
        <w:tc>
          <w:tcPr>
            <w:tcW w:w="3240" w:type="dxa"/>
            <w:shd w:val="clear" w:color="auto" w:fill="auto"/>
          </w:tcPr>
          <w:p w14:paraId="34225C77" w14:textId="77777777" w:rsidR="00FE7539" w:rsidRPr="00FE7539" w:rsidRDefault="00FE7539" w:rsidP="00CA77B2">
            <w:pPr>
              <w:spacing w:before="60" w:after="60"/>
            </w:pPr>
            <w:r w:rsidRPr="00FE7539">
              <w:t>Tunnel (Basement)</w:t>
            </w:r>
          </w:p>
        </w:tc>
      </w:tr>
      <w:tr w:rsidR="00FE7539" w:rsidRPr="00FE7539" w14:paraId="620092F8" w14:textId="77777777" w:rsidTr="00CA77B2">
        <w:tc>
          <w:tcPr>
            <w:tcW w:w="2520" w:type="dxa"/>
            <w:shd w:val="clear" w:color="auto" w:fill="auto"/>
          </w:tcPr>
          <w:p w14:paraId="74F868FE" w14:textId="77777777" w:rsidR="00FE7539" w:rsidRPr="00FE7539" w:rsidRDefault="00FE7539" w:rsidP="00CA77B2">
            <w:pPr>
              <w:spacing w:before="60" w:after="60"/>
            </w:pPr>
            <w:r w:rsidRPr="00FE7539">
              <w:t>01</w:t>
            </w:r>
          </w:p>
        </w:tc>
        <w:tc>
          <w:tcPr>
            <w:tcW w:w="3240" w:type="dxa"/>
            <w:shd w:val="clear" w:color="auto" w:fill="auto"/>
          </w:tcPr>
          <w:p w14:paraId="78E0C55E" w14:textId="77777777" w:rsidR="00FE7539" w:rsidRPr="00FE7539" w:rsidRDefault="00FE7539" w:rsidP="00CA77B2">
            <w:pPr>
              <w:spacing w:before="60" w:after="60"/>
            </w:pPr>
            <w:r w:rsidRPr="00FE7539">
              <w:t>Transit (STS)</w:t>
            </w:r>
          </w:p>
        </w:tc>
      </w:tr>
      <w:tr w:rsidR="00FE7539" w:rsidRPr="00FE7539" w14:paraId="574E0318" w14:textId="77777777" w:rsidTr="00CA77B2">
        <w:tc>
          <w:tcPr>
            <w:tcW w:w="2520" w:type="dxa"/>
            <w:shd w:val="clear" w:color="auto" w:fill="auto"/>
          </w:tcPr>
          <w:p w14:paraId="4B131C9E" w14:textId="77777777" w:rsidR="00FE7539" w:rsidRPr="00FE7539" w:rsidRDefault="00FE7539" w:rsidP="00CA77B2">
            <w:pPr>
              <w:spacing w:before="60" w:after="60"/>
            </w:pPr>
            <w:r w:rsidRPr="00FE7539">
              <w:t>02</w:t>
            </w:r>
          </w:p>
        </w:tc>
        <w:tc>
          <w:tcPr>
            <w:tcW w:w="3240" w:type="dxa"/>
            <w:shd w:val="clear" w:color="auto" w:fill="auto"/>
          </w:tcPr>
          <w:p w14:paraId="373DC226" w14:textId="77777777" w:rsidR="00FE7539" w:rsidRPr="00FE7539" w:rsidRDefault="00FE7539" w:rsidP="00CA77B2">
            <w:pPr>
              <w:spacing w:before="60" w:after="60"/>
            </w:pPr>
            <w:r w:rsidRPr="00FE7539">
              <w:t>Mezzanine (FIS)</w:t>
            </w:r>
          </w:p>
        </w:tc>
      </w:tr>
      <w:tr w:rsidR="00FE7539" w:rsidRPr="00FE7539" w14:paraId="71F898ED" w14:textId="77777777" w:rsidTr="00CA77B2">
        <w:tc>
          <w:tcPr>
            <w:tcW w:w="2520" w:type="dxa"/>
            <w:shd w:val="clear" w:color="auto" w:fill="auto"/>
          </w:tcPr>
          <w:p w14:paraId="66D9A102" w14:textId="77777777" w:rsidR="00FE7539" w:rsidRPr="00FE7539" w:rsidRDefault="00FE7539" w:rsidP="00CA77B2">
            <w:pPr>
              <w:spacing w:before="60" w:after="60"/>
            </w:pPr>
            <w:r w:rsidRPr="00FE7539">
              <w:t>03</w:t>
            </w:r>
          </w:p>
        </w:tc>
        <w:tc>
          <w:tcPr>
            <w:tcW w:w="3240" w:type="dxa"/>
            <w:shd w:val="clear" w:color="auto" w:fill="auto"/>
          </w:tcPr>
          <w:p w14:paraId="4602BC24" w14:textId="77777777" w:rsidR="00FE7539" w:rsidRPr="00FE7539" w:rsidRDefault="00FE7539" w:rsidP="00CA77B2">
            <w:pPr>
              <w:spacing w:before="60" w:after="60"/>
            </w:pPr>
            <w:r w:rsidRPr="00FE7539">
              <w:t>Ramp</w:t>
            </w:r>
          </w:p>
        </w:tc>
      </w:tr>
      <w:tr w:rsidR="00FE7539" w:rsidRPr="00FE7539" w14:paraId="2901FFFB" w14:textId="77777777" w:rsidTr="00CA77B2">
        <w:tc>
          <w:tcPr>
            <w:tcW w:w="2520" w:type="dxa"/>
            <w:shd w:val="clear" w:color="auto" w:fill="auto"/>
          </w:tcPr>
          <w:p w14:paraId="690FB2DB" w14:textId="77777777" w:rsidR="00FE7539" w:rsidRPr="00FE7539" w:rsidRDefault="00FE7539" w:rsidP="00CA77B2">
            <w:pPr>
              <w:spacing w:before="60" w:after="60"/>
            </w:pPr>
            <w:r w:rsidRPr="00FE7539">
              <w:t>04</w:t>
            </w:r>
          </w:p>
        </w:tc>
        <w:tc>
          <w:tcPr>
            <w:tcW w:w="3240" w:type="dxa"/>
            <w:shd w:val="clear" w:color="auto" w:fill="auto"/>
          </w:tcPr>
          <w:p w14:paraId="1A4D7804" w14:textId="77777777" w:rsidR="00FE7539" w:rsidRPr="00FE7539" w:rsidRDefault="00FE7539" w:rsidP="00CA77B2">
            <w:pPr>
              <w:spacing w:before="60" w:after="60"/>
            </w:pPr>
            <w:r w:rsidRPr="00FE7539">
              <w:t>International Corridor</w:t>
            </w:r>
          </w:p>
        </w:tc>
      </w:tr>
      <w:tr w:rsidR="00FE7539" w:rsidRPr="00FE7539" w14:paraId="1CD7BD73" w14:textId="77777777" w:rsidTr="00CA77B2">
        <w:tc>
          <w:tcPr>
            <w:tcW w:w="2520" w:type="dxa"/>
            <w:shd w:val="clear" w:color="auto" w:fill="auto"/>
          </w:tcPr>
          <w:p w14:paraId="4CC60172" w14:textId="77777777" w:rsidR="00FE7539" w:rsidRPr="00FE7539" w:rsidRDefault="00FE7539" w:rsidP="00CA77B2">
            <w:pPr>
              <w:spacing w:before="60" w:after="60"/>
            </w:pPr>
            <w:r w:rsidRPr="00FE7539">
              <w:t>05</w:t>
            </w:r>
          </w:p>
        </w:tc>
        <w:tc>
          <w:tcPr>
            <w:tcW w:w="3240" w:type="dxa"/>
            <w:shd w:val="clear" w:color="auto" w:fill="auto"/>
          </w:tcPr>
          <w:p w14:paraId="63325445" w14:textId="77777777" w:rsidR="00FE7539" w:rsidRPr="00FE7539" w:rsidRDefault="00FE7539" w:rsidP="00CA77B2">
            <w:pPr>
              <w:spacing w:before="60" w:after="60"/>
            </w:pPr>
            <w:r w:rsidRPr="00FE7539">
              <w:t>Concourse</w:t>
            </w:r>
          </w:p>
        </w:tc>
      </w:tr>
      <w:tr w:rsidR="00FE7539" w:rsidRPr="00FE7539" w14:paraId="5EECBB3F" w14:textId="77777777" w:rsidTr="00CA77B2">
        <w:tc>
          <w:tcPr>
            <w:tcW w:w="2520" w:type="dxa"/>
            <w:shd w:val="clear" w:color="auto" w:fill="auto"/>
          </w:tcPr>
          <w:p w14:paraId="1B8BAB36" w14:textId="77777777" w:rsidR="00FE7539" w:rsidRPr="00FE7539" w:rsidRDefault="00FE7539" w:rsidP="00CA77B2">
            <w:pPr>
              <w:spacing w:before="60" w:after="60"/>
            </w:pPr>
            <w:r w:rsidRPr="00FE7539">
              <w:t>07</w:t>
            </w:r>
          </w:p>
        </w:tc>
        <w:tc>
          <w:tcPr>
            <w:tcW w:w="3240" w:type="dxa"/>
            <w:shd w:val="clear" w:color="auto" w:fill="auto"/>
          </w:tcPr>
          <w:p w14:paraId="58340691" w14:textId="77777777" w:rsidR="00FE7539" w:rsidRPr="00FE7539" w:rsidRDefault="00FE7539" w:rsidP="00CA77B2">
            <w:pPr>
              <w:spacing w:before="60" w:after="60"/>
            </w:pPr>
            <w:r w:rsidRPr="00FE7539">
              <w:t>Mechanical Penthouse</w:t>
            </w:r>
          </w:p>
        </w:tc>
      </w:tr>
    </w:tbl>
    <w:p w14:paraId="3AD8402C" w14:textId="77777777" w:rsidR="0078789D" w:rsidRPr="00FE7539" w:rsidRDefault="0078789D" w:rsidP="00FE7539"/>
    <w:p w14:paraId="15229B20" w14:textId="77777777" w:rsidR="0078789D" w:rsidRDefault="00FE7539" w:rsidP="00FD62B3">
      <w:pPr>
        <w:pStyle w:val="NumberedMaterial"/>
        <w:numPr>
          <w:ilvl w:val="2"/>
          <w:numId w:val="16"/>
        </w:numPr>
      </w:pPr>
      <w:r>
        <w:t>CT</w:t>
      </w:r>
      <w:r>
        <w:tab/>
        <w:t>Central Terminal</w:t>
      </w:r>
    </w:p>
    <w:tbl>
      <w:tblPr>
        <w:tblW w:w="0" w:type="auto"/>
        <w:tblInd w:w="2178" w:type="dxa"/>
        <w:tblBorders>
          <w:top w:val="single" w:sz="4" w:space="0" w:color="auto"/>
          <w:bottom w:val="single" w:sz="4" w:space="0" w:color="auto"/>
          <w:insideH w:val="single" w:sz="4" w:space="0" w:color="auto"/>
        </w:tblBorders>
        <w:tblLook w:val="04A0" w:firstRow="1" w:lastRow="0" w:firstColumn="1" w:lastColumn="0" w:noHBand="0" w:noVBand="1"/>
      </w:tblPr>
      <w:tblGrid>
        <w:gridCol w:w="2520"/>
        <w:gridCol w:w="3240"/>
      </w:tblGrid>
      <w:tr w:rsidR="00FE7539" w:rsidRPr="00FE7539" w14:paraId="685D9F6E" w14:textId="77777777" w:rsidTr="00CA77B2">
        <w:tc>
          <w:tcPr>
            <w:tcW w:w="2520" w:type="dxa"/>
            <w:shd w:val="clear" w:color="auto" w:fill="auto"/>
          </w:tcPr>
          <w:p w14:paraId="6BA5C482" w14:textId="77777777" w:rsidR="00FE7539" w:rsidRPr="00FE7539" w:rsidRDefault="00FE7539" w:rsidP="00CA77B2">
            <w:pPr>
              <w:spacing w:before="60" w:after="60"/>
            </w:pPr>
            <w:r w:rsidRPr="00FE7539">
              <w:t>01</w:t>
            </w:r>
          </w:p>
        </w:tc>
        <w:tc>
          <w:tcPr>
            <w:tcW w:w="3240" w:type="dxa"/>
            <w:shd w:val="clear" w:color="auto" w:fill="auto"/>
          </w:tcPr>
          <w:p w14:paraId="51709DAC" w14:textId="77777777" w:rsidR="00FE7539" w:rsidRPr="00FE7539" w:rsidRDefault="00FE7539" w:rsidP="00CA77B2">
            <w:pPr>
              <w:spacing w:before="60" w:after="60"/>
            </w:pPr>
            <w:r w:rsidRPr="00FE7539">
              <w:t>Transit (STS)</w:t>
            </w:r>
          </w:p>
        </w:tc>
      </w:tr>
      <w:tr w:rsidR="00FE7539" w:rsidRPr="00FE7539" w14:paraId="4C5A0775" w14:textId="77777777" w:rsidTr="00CA77B2">
        <w:tc>
          <w:tcPr>
            <w:tcW w:w="2520" w:type="dxa"/>
            <w:shd w:val="clear" w:color="auto" w:fill="auto"/>
          </w:tcPr>
          <w:p w14:paraId="6ABA37E5" w14:textId="77777777" w:rsidR="00FE7539" w:rsidRPr="00FE7539" w:rsidRDefault="00FE7539" w:rsidP="00CA77B2">
            <w:pPr>
              <w:spacing w:before="60" w:after="60"/>
            </w:pPr>
            <w:r w:rsidRPr="00FE7539">
              <w:t>03</w:t>
            </w:r>
          </w:p>
        </w:tc>
        <w:tc>
          <w:tcPr>
            <w:tcW w:w="3240" w:type="dxa"/>
            <w:shd w:val="clear" w:color="auto" w:fill="auto"/>
          </w:tcPr>
          <w:p w14:paraId="04FF2C7A" w14:textId="77777777" w:rsidR="00FE7539" w:rsidRPr="00FE7539" w:rsidRDefault="00FE7539" w:rsidP="00CA77B2">
            <w:pPr>
              <w:spacing w:before="60" w:after="60"/>
            </w:pPr>
            <w:r w:rsidRPr="00FE7539">
              <w:t>Baggage Claim</w:t>
            </w:r>
          </w:p>
        </w:tc>
      </w:tr>
      <w:tr w:rsidR="00FE7539" w:rsidRPr="00FE7539" w14:paraId="1BF7ECF7" w14:textId="77777777" w:rsidTr="00CA77B2">
        <w:tc>
          <w:tcPr>
            <w:tcW w:w="2520" w:type="dxa"/>
            <w:shd w:val="clear" w:color="auto" w:fill="auto"/>
          </w:tcPr>
          <w:p w14:paraId="34DCE3C1" w14:textId="77777777" w:rsidR="00FE7539" w:rsidRPr="00FE7539" w:rsidRDefault="00FE7539" w:rsidP="00CA77B2">
            <w:pPr>
              <w:spacing w:before="60" w:after="60"/>
            </w:pPr>
            <w:r w:rsidRPr="00FE7539">
              <w:t>04</w:t>
            </w:r>
          </w:p>
        </w:tc>
        <w:tc>
          <w:tcPr>
            <w:tcW w:w="3240" w:type="dxa"/>
            <w:shd w:val="clear" w:color="auto" w:fill="auto"/>
          </w:tcPr>
          <w:p w14:paraId="191A2B32" w14:textId="77777777" w:rsidR="00FE7539" w:rsidRPr="00FE7539" w:rsidRDefault="00FE7539" w:rsidP="00CA77B2">
            <w:pPr>
              <w:spacing w:before="60" w:after="60"/>
            </w:pPr>
            <w:r w:rsidRPr="00FE7539">
              <w:t>Bridge</w:t>
            </w:r>
          </w:p>
        </w:tc>
      </w:tr>
      <w:tr w:rsidR="00FE7539" w:rsidRPr="00FE7539" w14:paraId="02DEDB74" w14:textId="77777777" w:rsidTr="00CA77B2">
        <w:tc>
          <w:tcPr>
            <w:tcW w:w="2520" w:type="dxa"/>
            <w:shd w:val="clear" w:color="auto" w:fill="auto"/>
          </w:tcPr>
          <w:p w14:paraId="114A845E" w14:textId="77777777" w:rsidR="00FE7539" w:rsidRPr="00FE7539" w:rsidRDefault="00FE7539" w:rsidP="00CA77B2">
            <w:pPr>
              <w:spacing w:before="60" w:after="60"/>
            </w:pPr>
            <w:r w:rsidRPr="00FE7539">
              <w:t>05</w:t>
            </w:r>
          </w:p>
        </w:tc>
        <w:tc>
          <w:tcPr>
            <w:tcW w:w="3240" w:type="dxa"/>
            <w:shd w:val="clear" w:color="auto" w:fill="auto"/>
          </w:tcPr>
          <w:p w14:paraId="72C4CC4F" w14:textId="77777777" w:rsidR="00FE7539" w:rsidRPr="00FE7539" w:rsidRDefault="00FE7539" w:rsidP="00CA77B2">
            <w:pPr>
              <w:spacing w:before="60" w:after="60"/>
            </w:pPr>
            <w:r w:rsidRPr="00FE7539">
              <w:t>Concourse (Ticketing )</w:t>
            </w:r>
          </w:p>
        </w:tc>
      </w:tr>
      <w:tr w:rsidR="00FE7539" w:rsidRPr="00FE7539" w14:paraId="6EF04D6E" w14:textId="77777777" w:rsidTr="00CA77B2">
        <w:tc>
          <w:tcPr>
            <w:tcW w:w="2520" w:type="dxa"/>
            <w:shd w:val="clear" w:color="auto" w:fill="auto"/>
          </w:tcPr>
          <w:p w14:paraId="3A95A238" w14:textId="77777777" w:rsidR="00FE7539" w:rsidRPr="00FE7539" w:rsidRDefault="00FE7539" w:rsidP="00CA77B2">
            <w:pPr>
              <w:spacing w:before="60" w:after="60"/>
            </w:pPr>
            <w:r w:rsidRPr="00FE7539">
              <w:t>06</w:t>
            </w:r>
          </w:p>
        </w:tc>
        <w:tc>
          <w:tcPr>
            <w:tcW w:w="3240" w:type="dxa"/>
            <w:shd w:val="clear" w:color="auto" w:fill="auto"/>
          </w:tcPr>
          <w:p w14:paraId="197D1737" w14:textId="77777777" w:rsidR="00FE7539" w:rsidRPr="00FE7539" w:rsidRDefault="00FE7539" w:rsidP="00CA77B2">
            <w:pPr>
              <w:spacing w:before="60" w:after="60"/>
            </w:pPr>
            <w:r w:rsidRPr="00FE7539">
              <w:t>Mezzanine</w:t>
            </w:r>
          </w:p>
        </w:tc>
      </w:tr>
      <w:tr w:rsidR="00FE7539" w:rsidRPr="00FE7539" w14:paraId="67EC1464" w14:textId="77777777" w:rsidTr="00CA77B2">
        <w:tc>
          <w:tcPr>
            <w:tcW w:w="2520" w:type="dxa"/>
            <w:shd w:val="clear" w:color="auto" w:fill="auto"/>
          </w:tcPr>
          <w:p w14:paraId="13D7547F" w14:textId="77777777" w:rsidR="00FE7539" w:rsidRPr="00FE7539" w:rsidRDefault="00FE7539" w:rsidP="00CA77B2">
            <w:pPr>
              <w:spacing w:before="60" w:after="60"/>
            </w:pPr>
            <w:r w:rsidRPr="00FE7539">
              <w:t>07</w:t>
            </w:r>
          </w:p>
        </w:tc>
        <w:tc>
          <w:tcPr>
            <w:tcW w:w="3240" w:type="dxa"/>
            <w:shd w:val="clear" w:color="auto" w:fill="auto"/>
          </w:tcPr>
          <w:p w14:paraId="46D15664" w14:textId="77777777" w:rsidR="00FE7539" w:rsidRPr="00FE7539" w:rsidRDefault="00FE7539" w:rsidP="00CA77B2">
            <w:pPr>
              <w:spacing w:before="60" w:after="60"/>
            </w:pPr>
            <w:r w:rsidRPr="00FE7539">
              <w:t>Mechanical Penthouse</w:t>
            </w:r>
          </w:p>
        </w:tc>
      </w:tr>
    </w:tbl>
    <w:p w14:paraId="66D726E7" w14:textId="77777777" w:rsidR="0078789D" w:rsidRPr="00FE7539" w:rsidRDefault="0078789D" w:rsidP="00FE7539"/>
    <w:p w14:paraId="66FC5F4E" w14:textId="77777777" w:rsidR="0078789D" w:rsidRDefault="0078789D" w:rsidP="00FD62B3">
      <w:pPr>
        <w:pStyle w:val="NumberedMaterial"/>
        <w:numPr>
          <w:ilvl w:val="2"/>
          <w:numId w:val="16"/>
        </w:numPr>
      </w:pPr>
      <w:r>
        <w:t>NZ</w:t>
      </w:r>
      <w:r>
        <w:tab/>
        <w:t>North Toll Plaza</w:t>
      </w:r>
    </w:p>
    <w:tbl>
      <w:tblPr>
        <w:tblW w:w="0" w:type="auto"/>
        <w:tblInd w:w="2178" w:type="dxa"/>
        <w:tblBorders>
          <w:top w:val="single" w:sz="4" w:space="0" w:color="auto"/>
          <w:bottom w:val="single" w:sz="4" w:space="0" w:color="auto"/>
          <w:insideH w:val="single" w:sz="4" w:space="0" w:color="auto"/>
        </w:tblBorders>
        <w:tblLook w:val="04A0" w:firstRow="1" w:lastRow="0" w:firstColumn="1" w:lastColumn="0" w:noHBand="0" w:noVBand="1"/>
      </w:tblPr>
      <w:tblGrid>
        <w:gridCol w:w="2520"/>
        <w:gridCol w:w="3240"/>
      </w:tblGrid>
      <w:tr w:rsidR="00FE7539" w:rsidRPr="00FE7539" w14:paraId="6B26FDAE" w14:textId="77777777" w:rsidTr="00CA77B2">
        <w:tc>
          <w:tcPr>
            <w:tcW w:w="2520" w:type="dxa"/>
            <w:shd w:val="clear" w:color="auto" w:fill="auto"/>
          </w:tcPr>
          <w:p w14:paraId="7AE1290C" w14:textId="77777777" w:rsidR="00FE7539" w:rsidRPr="00FE7539" w:rsidRDefault="00FE7539" w:rsidP="00CA77B2">
            <w:pPr>
              <w:spacing w:before="60" w:after="60"/>
            </w:pPr>
            <w:r w:rsidRPr="00FE7539">
              <w:t>01</w:t>
            </w:r>
          </w:p>
        </w:tc>
        <w:tc>
          <w:tcPr>
            <w:tcW w:w="3240" w:type="dxa"/>
            <w:shd w:val="clear" w:color="auto" w:fill="auto"/>
          </w:tcPr>
          <w:p w14:paraId="2AF098E9" w14:textId="77777777" w:rsidR="00FE7539" w:rsidRPr="00FE7539" w:rsidRDefault="00FE7539" w:rsidP="00CA77B2">
            <w:pPr>
              <w:spacing w:before="60" w:after="60"/>
            </w:pPr>
            <w:r w:rsidRPr="00FE7539">
              <w:t>Floor 1</w:t>
            </w:r>
          </w:p>
        </w:tc>
      </w:tr>
      <w:tr w:rsidR="00FE7539" w:rsidRPr="00FE7539" w14:paraId="022FCD03" w14:textId="77777777" w:rsidTr="00CA77B2">
        <w:tc>
          <w:tcPr>
            <w:tcW w:w="2520" w:type="dxa"/>
            <w:shd w:val="clear" w:color="auto" w:fill="auto"/>
          </w:tcPr>
          <w:p w14:paraId="51DEF0A6" w14:textId="77777777" w:rsidR="00FE7539" w:rsidRPr="00FE7539" w:rsidRDefault="00FE7539" w:rsidP="00CA77B2">
            <w:pPr>
              <w:spacing w:before="60" w:after="60"/>
            </w:pPr>
            <w:r w:rsidRPr="00FE7539">
              <w:t>02</w:t>
            </w:r>
          </w:p>
        </w:tc>
        <w:tc>
          <w:tcPr>
            <w:tcW w:w="3240" w:type="dxa"/>
            <w:shd w:val="clear" w:color="auto" w:fill="auto"/>
          </w:tcPr>
          <w:p w14:paraId="70C2F4A2" w14:textId="77777777" w:rsidR="00FE7539" w:rsidRPr="00FE7539" w:rsidRDefault="00FE7539" w:rsidP="00CA77B2">
            <w:pPr>
              <w:spacing w:before="60" w:after="60"/>
            </w:pPr>
            <w:r w:rsidRPr="00FE7539">
              <w:t>Floor 2</w:t>
            </w:r>
          </w:p>
        </w:tc>
      </w:tr>
    </w:tbl>
    <w:p w14:paraId="7ED89DC4" w14:textId="77777777" w:rsidR="0078789D" w:rsidRPr="00FE7539" w:rsidRDefault="0078789D" w:rsidP="00FE7539"/>
    <w:p w14:paraId="57295274" w14:textId="77777777" w:rsidR="0078789D" w:rsidRDefault="00B92177" w:rsidP="00FE7539">
      <w:pPr>
        <w:pStyle w:val="NumberedMaterial"/>
        <w:numPr>
          <w:ilvl w:val="2"/>
          <w:numId w:val="16"/>
        </w:numPr>
      </w:pPr>
      <w:r>
        <w:t>RC</w:t>
      </w:r>
      <w:r>
        <w:tab/>
        <w:t>Rental Car Facility</w:t>
      </w:r>
    </w:p>
    <w:tbl>
      <w:tblPr>
        <w:tblW w:w="0" w:type="auto"/>
        <w:tblInd w:w="2178" w:type="dxa"/>
        <w:tblBorders>
          <w:top w:val="single" w:sz="4" w:space="0" w:color="auto"/>
          <w:bottom w:val="single" w:sz="4" w:space="0" w:color="auto"/>
          <w:insideH w:val="single" w:sz="4" w:space="0" w:color="auto"/>
        </w:tblBorders>
        <w:tblLook w:val="04A0" w:firstRow="1" w:lastRow="0" w:firstColumn="1" w:lastColumn="0" w:noHBand="0" w:noVBand="1"/>
      </w:tblPr>
      <w:tblGrid>
        <w:gridCol w:w="2520"/>
        <w:gridCol w:w="3240"/>
      </w:tblGrid>
      <w:tr w:rsidR="00FE7539" w:rsidRPr="00FE7539" w14:paraId="37A5208C" w14:textId="77777777" w:rsidTr="00CA77B2">
        <w:tc>
          <w:tcPr>
            <w:tcW w:w="2520" w:type="dxa"/>
            <w:shd w:val="clear" w:color="auto" w:fill="auto"/>
          </w:tcPr>
          <w:p w14:paraId="674D0C6C" w14:textId="77777777" w:rsidR="00FE7539" w:rsidRPr="00FE7539" w:rsidRDefault="00FE7539" w:rsidP="00CA77B2">
            <w:pPr>
              <w:spacing w:before="60" w:after="60"/>
            </w:pPr>
            <w:r w:rsidRPr="00FE7539">
              <w:t>01</w:t>
            </w:r>
          </w:p>
        </w:tc>
        <w:tc>
          <w:tcPr>
            <w:tcW w:w="3240" w:type="dxa"/>
            <w:shd w:val="clear" w:color="auto" w:fill="auto"/>
          </w:tcPr>
          <w:p w14:paraId="11E274BD" w14:textId="77777777" w:rsidR="00FE7539" w:rsidRPr="00FE7539" w:rsidRDefault="00FE7539" w:rsidP="00CA77B2">
            <w:pPr>
              <w:spacing w:before="60" w:after="60"/>
            </w:pPr>
            <w:r w:rsidRPr="00FE7539">
              <w:t>Ground Level</w:t>
            </w:r>
          </w:p>
        </w:tc>
      </w:tr>
      <w:tr w:rsidR="00FE7539" w:rsidRPr="00FE7539" w14:paraId="2E034C55" w14:textId="77777777" w:rsidTr="00CA77B2">
        <w:tc>
          <w:tcPr>
            <w:tcW w:w="2520" w:type="dxa"/>
            <w:shd w:val="clear" w:color="auto" w:fill="auto"/>
          </w:tcPr>
          <w:p w14:paraId="54DE62F0" w14:textId="77777777" w:rsidR="00FE7539" w:rsidRPr="00FE7539" w:rsidRDefault="00FE7539" w:rsidP="00CA77B2">
            <w:pPr>
              <w:spacing w:before="60" w:after="60"/>
            </w:pPr>
            <w:r w:rsidRPr="00FE7539">
              <w:t>02</w:t>
            </w:r>
          </w:p>
        </w:tc>
        <w:tc>
          <w:tcPr>
            <w:tcW w:w="3240" w:type="dxa"/>
            <w:shd w:val="clear" w:color="auto" w:fill="auto"/>
          </w:tcPr>
          <w:p w14:paraId="72868759" w14:textId="77777777" w:rsidR="00FE7539" w:rsidRPr="00FE7539" w:rsidRDefault="00FE7539" w:rsidP="00CA77B2">
            <w:pPr>
              <w:spacing w:before="60" w:after="60"/>
            </w:pPr>
            <w:r w:rsidRPr="00FE7539">
              <w:t>Floor 2</w:t>
            </w:r>
          </w:p>
        </w:tc>
      </w:tr>
      <w:tr w:rsidR="00FE7539" w:rsidRPr="00FE7539" w14:paraId="0AFF81E6" w14:textId="77777777" w:rsidTr="00CA77B2">
        <w:tc>
          <w:tcPr>
            <w:tcW w:w="2520" w:type="dxa"/>
            <w:shd w:val="clear" w:color="auto" w:fill="auto"/>
          </w:tcPr>
          <w:p w14:paraId="4F941B0A" w14:textId="77777777" w:rsidR="00FE7539" w:rsidRPr="00FE7539" w:rsidRDefault="00FE7539" w:rsidP="00CA77B2">
            <w:pPr>
              <w:spacing w:before="60" w:after="60"/>
            </w:pPr>
            <w:r w:rsidRPr="00FE7539">
              <w:t>03</w:t>
            </w:r>
          </w:p>
        </w:tc>
        <w:tc>
          <w:tcPr>
            <w:tcW w:w="3240" w:type="dxa"/>
            <w:shd w:val="clear" w:color="auto" w:fill="auto"/>
          </w:tcPr>
          <w:p w14:paraId="7FDE3761" w14:textId="77777777" w:rsidR="00FE7539" w:rsidRPr="00FE7539" w:rsidRDefault="00FE7539" w:rsidP="00CA77B2">
            <w:pPr>
              <w:spacing w:before="60" w:after="60"/>
            </w:pPr>
            <w:r w:rsidRPr="00FE7539">
              <w:t>Floor 3</w:t>
            </w:r>
          </w:p>
        </w:tc>
      </w:tr>
      <w:tr w:rsidR="00FE7539" w:rsidRPr="00FE7539" w14:paraId="1FE9DCCE" w14:textId="77777777" w:rsidTr="00CA77B2">
        <w:tc>
          <w:tcPr>
            <w:tcW w:w="2520" w:type="dxa"/>
            <w:shd w:val="clear" w:color="auto" w:fill="auto"/>
          </w:tcPr>
          <w:p w14:paraId="0726F933" w14:textId="77777777" w:rsidR="00FE7539" w:rsidRPr="00FE7539" w:rsidRDefault="00FE7539" w:rsidP="00CA77B2">
            <w:pPr>
              <w:spacing w:before="60" w:after="60"/>
            </w:pPr>
            <w:r w:rsidRPr="00FE7539">
              <w:lastRenderedPageBreak/>
              <w:t>04</w:t>
            </w:r>
          </w:p>
        </w:tc>
        <w:tc>
          <w:tcPr>
            <w:tcW w:w="3240" w:type="dxa"/>
            <w:shd w:val="clear" w:color="auto" w:fill="auto"/>
          </w:tcPr>
          <w:p w14:paraId="7D32C62E" w14:textId="77777777" w:rsidR="00FE7539" w:rsidRPr="00FE7539" w:rsidRDefault="00FE7539" w:rsidP="00CA77B2">
            <w:pPr>
              <w:spacing w:before="60" w:after="60"/>
            </w:pPr>
            <w:r w:rsidRPr="00FE7539">
              <w:t>Floor 4</w:t>
            </w:r>
          </w:p>
        </w:tc>
      </w:tr>
      <w:tr w:rsidR="00FE7539" w:rsidRPr="00FE7539" w14:paraId="1302EED4" w14:textId="77777777" w:rsidTr="00CA77B2">
        <w:tc>
          <w:tcPr>
            <w:tcW w:w="2520" w:type="dxa"/>
            <w:shd w:val="clear" w:color="auto" w:fill="auto"/>
          </w:tcPr>
          <w:p w14:paraId="69C89BAE" w14:textId="77777777" w:rsidR="00FE7539" w:rsidRPr="00FE7539" w:rsidRDefault="00FE7539" w:rsidP="00CA77B2">
            <w:pPr>
              <w:spacing w:before="60" w:after="60"/>
            </w:pPr>
            <w:r w:rsidRPr="00FE7539">
              <w:t>05</w:t>
            </w:r>
          </w:p>
        </w:tc>
        <w:tc>
          <w:tcPr>
            <w:tcW w:w="3240" w:type="dxa"/>
            <w:shd w:val="clear" w:color="auto" w:fill="auto"/>
          </w:tcPr>
          <w:p w14:paraId="5009620A" w14:textId="77777777" w:rsidR="00FE7539" w:rsidRPr="00FE7539" w:rsidRDefault="00FE7539" w:rsidP="00CA77B2">
            <w:pPr>
              <w:spacing w:before="60" w:after="60"/>
            </w:pPr>
            <w:r w:rsidRPr="00FE7539">
              <w:t>Floor 5</w:t>
            </w:r>
          </w:p>
        </w:tc>
      </w:tr>
    </w:tbl>
    <w:p w14:paraId="729102A5" w14:textId="77777777" w:rsidR="00FE7539" w:rsidRPr="00FE7539" w:rsidRDefault="00FE7539" w:rsidP="00FE7539"/>
    <w:p w14:paraId="401F66A8" w14:textId="77777777" w:rsidR="00B92177" w:rsidRDefault="00FE7539" w:rsidP="00FE7539">
      <w:pPr>
        <w:pStyle w:val="NumberedMaterial"/>
        <w:numPr>
          <w:ilvl w:val="2"/>
          <w:numId w:val="16"/>
        </w:numPr>
      </w:pPr>
      <w:r>
        <w:t>A</w:t>
      </w:r>
      <w:r w:rsidR="00B92177">
        <w:t>C</w:t>
      </w:r>
      <w:r w:rsidR="00B92177">
        <w:tab/>
        <w:t>Air cargo 4</w:t>
      </w:r>
    </w:p>
    <w:tbl>
      <w:tblPr>
        <w:tblW w:w="0" w:type="auto"/>
        <w:tblInd w:w="2178" w:type="dxa"/>
        <w:tblBorders>
          <w:top w:val="single" w:sz="4" w:space="0" w:color="auto"/>
          <w:bottom w:val="single" w:sz="4" w:space="0" w:color="auto"/>
          <w:insideH w:val="single" w:sz="4" w:space="0" w:color="auto"/>
        </w:tblBorders>
        <w:tblLook w:val="04A0" w:firstRow="1" w:lastRow="0" w:firstColumn="1" w:lastColumn="0" w:noHBand="0" w:noVBand="1"/>
      </w:tblPr>
      <w:tblGrid>
        <w:gridCol w:w="2520"/>
        <w:gridCol w:w="3240"/>
      </w:tblGrid>
      <w:tr w:rsidR="00FE7539" w:rsidRPr="00FE7539" w14:paraId="3CA46DB7" w14:textId="77777777" w:rsidTr="00CA77B2">
        <w:tc>
          <w:tcPr>
            <w:tcW w:w="2520" w:type="dxa"/>
            <w:shd w:val="clear" w:color="auto" w:fill="auto"/>
          </w:tcPr>
          <w:p w14:paraId="0FB21878" w14:textId="77777777" w:rsidR="00FE7539" w:rsidRPr="00FE7539" w:rsidRDefault="00FE7539" w:rsidP="00CA77B2">
            <w:pPr>
              <w:spacing w:before="60" w:after="60"/>
            </w:pPr>
            <w:r w:rsidRPr="00FE7539">
              <w:t>01</w:t>
            </w:r>
          </w:p>
        </w:tc>
        <w:tc>
          <w:tcPr>
            <w:tcW w:w="3240" w:type="dxa"/>
            <w:shd w:val="clear" w:color="auto" w:fill="auto"/>
          </w:tcPr>
          <w:p w14:paraId="3E617A7A" w14:textId="77777777" w:rsidR="00FE7539" w:rsidRPr="00FE7539" w:rsidRDefault="00FE7539" w:rsidP="00CA77B2">
            <w:pPr>
              <w:spacing w:before="60" w:after="60"/>
            </w:pPr>
            <w:r w:rsidRPr="00FE7539">
              <w:t>Grade Level</w:t>
            </w:r>
          </w:p>
        </w:tc>
      </w:tr>
    </w:tbl>
    <w:p w14:paraId="0B11E5B1" w14:textId="77777777" w:rsidR="00FE7539" w:rsidRPr="00FE7539" w:rsidRDefault="00FE7539" w:rsidP="00FE7539"/>
    <w:p w14:paraId="48A57378" w14:textId="77777777" w:rsidR="0078789D" w:rsidRDefault="0078789D" w:rsidP="00FD62B3">
      <w:pPr>
        <w:pStyle w:val="NumberedMaterial"/>
        <w:numPr>
          <w:ilvl w:val="2"/>
          <w:numId w:val="16"/>
        </w:numPr>
      </w:pPr>
      <w:r>
        <w:t>EX</w:t>
      </w:r>
      <w:r>
        <w:tab/>
        <w:t>Exterior location</w:t>
      </w:r>
    </w:p>
    <w:tbl>
      <w:tblPr>
        <w:tblW w:w="0" w:type="auto"/>
        <w:tblInd w:w="2178" w:type="dxa"/>
        <w:tblBorders>
          <w:top w:val="single" w:sz="4" w:space="0" w:color="auto"/>
          <w:bottom w:val="single" w:sz="4" w:space="0" w:color="auto"/>
          <w:insideH w:val="single" w:sz="4" w:space="0" w:color="auto"/>
        </w:tblBorders>
        <w:tblLook w:val="04A0" w:firstRow="1" w:lastRow="0" w:firstColumn="1" w:lastColumn="0" w:noHBand="0" w:noVBand="1"/>
      </w:tblPr>
      <w:tblGrid>
        <w:gridCol w:w="2520"/>
        <w:gridCol w:w="3674"/>
      </w:tblGrid>
      <w:tr w:rsidR="00FE7539" w:rsidRPr="00FE7539" w14:paraId="516D2102" w14:textId="77777777" w:rsidTr="00CA77B2">
        <w:tc>
          <w:tcPr>
            <w:tcW w:w="2520" w:type="dxa"/>
            <w:shd w:val="clear" w:color="auto" w:fill="auto"/>
          </w:tcPr>
          <w:p w14:paraId="0E4B96F7" w14:textId="77777777" w:rsidR="00FE7539" w:rsidRPr="00FE7539" w:rsidRDefault="00FE7539" w:rsidP="00CA77B2">
            <w:pPr>
              <w:spacing w:before="60" w:after="60"/>
            </w:pPr>
            <w:r w:rsidRPr="00FE7539">
              <w:t>01</w:t>
            </w:r>
          </w:p>
        </w:tc>
        <w:tc>
          <w:tcPr>
            <w:tcW w:w="3674" w:type="dxa"/>
            <w:shd w:val="clear" w:color="auto" w:fill="auto"/>
          </w:tcPr>
          <w:p w14:paraId="04EB4971" w14:textId="77777777" w:rsidR="00FE7539" w:rsidRPr="00FE7539" w:rsidRDefault="00FE7539" w:rsidP="00CA77B2">
            <w:pPr>
              <w:spacing w:before="60" w:after="60"/>
            </w:pPr>
            <w:r w:rsidRPr="00FE7539">
              <w:t>Grade Level</w:t>
            </w:r>
          </w:p>
        </w:tc>
      </w:tr>
    </w:tbl>
    <w:p w14:paraId="629822F7" w14:textId="77777777" w:rsidR="00FE7539" w:rsidRPr="00FE7539" w:rsidRDefault="00FE7539" w:rsidP="00FE7539"/>
    <w:p w14:paraId="01824463" w14:textId="77777777" w:rsidR="00252AB2" w:rsidRDefault="00252AB2" w:rsidP="00FD62B3">
      <w:pPr>
        <w:pStyle w:val="NumberedMaterial"/>
        <w:rPr>
          <w:u w:val="single"/>
        </w:rPr>
      </w:pPr>
      <w:r w:rsidRPr="00FD62B3">
        <w:rPr>
          <w:u w:val="single"/>
        </w:rPr>
        <w:t>APPLICATION</w:t>
      </w:r>
    </w:p>
    <w:p w14:paraId="7D863798" w14:textId="77777777" w:rsidR="009C2AF8" w:rsidRDefault="009C2AF8" w:rsidP="009C2AF8">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210FB3D0" w14:textId="77777777" w:rsidR="009C2AF8" w:rsidRDefault="009C2AF8" w:rsidP="009C2AF8">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7271FFA9" w14:textId="77777777" w:rsidR="009C2AF8" w:rsidRPr="00FD62B3" w:rsidRDefault="009C2AF8" w:rsidP="009C2AF8">
      <w:pPr>
        <w:pStyle w:val="NumberedMaterial"/>
        <w:numPr>
          <w:ilvl w:val="0"/>
          <w:numId w:val="0"/>
        </w:numPr>
        <w:ind w:left="720"/>
        <w:rPr>
          <w:u w:val="single"/>
        </w:rPr>
      </w:pPr>
    </w:p>
    <w:p w14:paraId="1A69F314" w14:textId="77777777" w:rsidR="00252AB2" w:rsidRDefault="00252AB2" w:rsidP="00FD62B3">
      <w:pPr>
        <w:pStyle w:val="NumberedMaterial"/>
        <w:numPr>
          <w:ilvl w:val="1"/>
          <w:numId w:val="16"/>
        </w:numPr>
      </w:pPr>
      <w:r>
        <w:t>Labeling products shall be applied to spaces, pathways, cables, termination hardware, splices, grounding busbars, and grounding conductors as indicated in the table below:</w:t>
      </w:r>
    </w:p>
    <w:p w14:paraId="6D9F0354" w14:textId="77777777" w:rsidR="00672BB9" w:rsidRPr="00FD62B3" w:rsidRDefault="00672BB9" w:rsidP="00FD62B3"/>
    <w:p w14:paraId="084FAF25" w14:textId="77777777" w:rsidR="00FD62B3" w:rsidRPr="00FD62B3" w:rsidRDefault="00FD62B3" w:rsidP="00FD62B3">
      <w:pPr>
        <w:sectPr w:rsidR="00FD62B3" w:rsidRPr="00FD62B3" w:rsidSect="00C12C32">
          <w:headerReference w:type="default" r:id="rId12"/>
          <w:footerReference w:type="default" r:id="rId13"/>
          <w:pgSz w:w="12240" w:h="15840" w:code="1"/>
          <w:pgMar w:top="1440" w:right="1008" w:bottom="1440" w:left="1008" w:header="576" w:footer="576" w:gutter="0"/>
          <w:cols w:space="720"/>
          <w:docGrid w:linePitch="360"/>
        </w:sectPr>
      </w:pPr>
    </w:p>
    <w:p w14:paraId="73FEDB35" w14:textId="77777777" w:rsidR="00252AB2" w:rsidRPr="00FD62B3" w:rsidRDefault="00252AB2" w:rsidP="00FD62B3"/>
    <w:tbl>
      <w:tblPr>
        <w:tblW w:w="13435" w:type="dxa"/>
        <w:tblBorders>
          <w:top w:val="single" w:sz="12" w:space="0" w:color="auto"/>
          <w:bottom w:val="single" w:sz="12" w:space="0" w:color="auto"/>
          <w:insideH w:val="single" w:sz="2" w:space="0" w:color="auto"/>
          <w:insideV w:val="single" w:sz="2" w:space="0" w:color="auto"/>
        </w:tblBorders>
        <w:tblLayout w:type="fixed"/>
        <w:tblCellMar>
          <w:top w:w="43" w:type="dxa"/>
          <w:left w:w="115" w:type="dxa"/>
          <w:bottom w:w="43" w:type="dxa"/>
          <w:right w:w="115" w:type="dxa"/>
        </w:tblCellMar>
        <w:tblLook w:val="01E0" w:firstRow="1" w:lastRow="1" w:firstColumn="1" w:lastColumn="1" w:noHBand="0" w:noVBand="0"/>
      </w:tblPr>
      <w:tblGrid>
        <w:gridCol w:w="1555"/>
        <w:gridCol w:w="1980"/>
        <w:gridCol w:w="1620"/>
        <w:gridCol w:w="3960"/>
        <w:gridCol w:w="2520"/>
        <w:gridCol w:w="1800"/>
      </w:tblGrid>
      <w:tr w:rsidR="00252AB2" w:rsidRPr="00672BB9" w14:paraId="058332F7" w14:textId="77777777" w:rsidTr="00100572">
        <w:tc>
          <w:tcPr>
            <w:tcW w:w="1555" w:type="dxa"/>
            <w:tcBorders>
              <w:bottom w:val="single" w:sz="6" w:space="0" w:color="auto"/>
            </w:tcBorders>
            <w:shd w:val="clear" w:color="auto" w:fill="auto"/>
          </w:tcPr>
          <w:p w14:paraId="132C6602" w14:textId="77777777" w:rsidR="00252AB2" w:rsidRPr="00D21725" w:rsidRDefault="00505D6A" w:rsidP="00D21725">
            <w:pPr>
              <w:jc w:val="center"/>
              <w:rPr>
                <w:b/>
                <w:caps/>
              </w:rPr>
            </w:pPr>
            <w:r w:rsidRPr="00D21725">
              <w:rPr>
                <w:b/>
              </w:rPr>
              <w:t>IDENTIFIER CATEGORY</w:t>
            </w:r>
          </w:p>
        </w:tc>
        <w:tc>
          <w:tcPr>
            <w:tcW w:w="1980" w:type="dxa"/>
            <w:tcBorders>
              <w:bottom w:val="single" w:sz="6" w:space="0" w:color="auto"/>
            </w:tcBorders>
            <w:shd w:val="clear" w:color="auto" w:fill="auto"/>
          </w:tcPr>
          <w:p w14:paraId="295227FB" w14:textId="77777777" w:rsidR="00252AB2" w:rsidRPr="00D21725" w:rsidRDefault="00505D6A" w:rsidP="00D21725">
            <w:pPr>
              <w:jc w:val="center"/>
              <w:rPr>
                <w:b/>
                <w:caps/>
              </w:rPr>
            </w:pPr>
            <w:r w:rsidRPr="00D21725">
              <w:rPr>
                <w:b/>
              </w:rPr>
              <w:t>WHAT TO LABEL</w:t>
            </w:r>
          </w:p>
        </w:tc>
        <w:tc>
          <w:tcPr>
            <w:tcW w:w="1620" w:type="dxa"/>
            <w:tcBorders>
              <w:bottom w:val="single" w:sz="6" w:space="0" w:color="auto"/>
            </w:tcBorders>
            <w:shd w:val="clear" w:color="auto" w:fill="auto"/>
          </w:tcPr>
          <w:p w14:paraId="4FD48613" w14:textId="77777777" w:rsidR="00252AB2" w:rsidRPr="00D21725" w:rsidRDefault="00505D6A" w:rsidP="00D21725">
            <w:pPr>
              <w:jc w:val="center"/>
              <w:rPr>
                <w:b/>
                <w:caps/>
              </w:rPr>
            </w:pPr>
            <w:r w:rsidRPr="00D21725">
              <w:rPr>
                <w:b/>
              </w:rPr>
              <w:t>PRODUCT TO USE</w:t>
            </w:r>
          </w:p>
        </w:tc>
        <w:tc>
          <w:tcPr>
            <w:tcW w:w="3960" w:type="dxa"/>
            <w:tcBorders>
              <w:bottom w:val="single" w:sz="6" w:space="0" w:color="auto"/>
            </w:tcBorders>
            <w:shd w:val="clear" w:color="auto" w:fill="auto"/>
          </w:tcPr>
          <w:p w14:paraId="27286218" w14:textId="77777777" w:rsidR="00252AB2" w:rsidRPr="00D21725" w:rsidRDefault="00505D6A" w:rsidP="00D21725">
            <w:pPr>
              <w:jc w:val="center"/>
              <w:rPr>
                <w:b/>
                <w:caps/>
              </w:rPr>
            </w:pPr>
            <w:r w:rsidRPr="00D21725">
              <w:rPr>
                <w:b/>
              </w:rPr>
              <w:t>WHERE TO LABEL</w:t>
            </w:r>
          </w:p>
        </w:tc>
        <w:tc>
          <w:tcPr>
            <w:tcW w:w="2520" w:type="dxa"/>
            <w:tcBorders>
              <w:bottom w:val="single" w:sz="6" w:space="0" w:color="auto"/>
            </w:tcBorders>
            <w:shd w:val="clear" w:color="auto" w:fill="auto"/>
          </w:tcPr>
          <w:p w14:paraId="5347E85E" w14:textId="77777777" w:rsidR="00252AB2" w:rsidRPr="00D21725" w:rsidRDefault="00505D6A" w:rsidP="00D21725">
            <w:pPr>
              <w:jc w:val="center"/>
              <w:rPr>
                <w:b/>
                <w:caps/>
              </w:rPr>
            </w:pPr>
            <w:r w:rsidRPr="00D21725">
              <w:rPr>
                <w:b/>
              </w:rPr>
              <w:t>HOW TO ATTACH</w:t>
            </w:r>
          </w:p>
        </w:tc>
        <w:tc>
          <w:tcPr>
            <w:tcW w:w="1800" w:type="dxa"/>
            <w:tcBorders>
              <w:bottom w:val="single" w:sz="6" w:space="0" w:color="auto"/>
            </w:tcBorders>
            <w:shd w:val="clear" w:color="auto" w:fill="auto"/>
          </w:tcPr>
          <w:p w14:paraId="08AA3A17" w14:textId="77777777" w:rsidR="00252AB2" w:rsidRPr="00D21725" w:rsidRDefault="00505D6A" w:rsidP="00D21725">
            <w:pPr>
              <w:jc w:val="center"/>
              <w:rPr>
                <w:b/>
                <w:caps/>
              </w:rPr>
            </w:pPr>
            <w:r w:rsidRPr="00D21725">
              <w:rPr>
                <w:b/>
              </w:rPr>
              <w:t>NOTES</w:t>
            </w:r>
          </w:p>
        </w:tc>
      </w:tr>
      <w:tr w:rsidR="008B541A" w:rsidRPr="00672BB9" w14:paraId="447394E0" w14:textId="77777777" w:rsidTr="00D21725">
        <w:tc>
          <w:tcPr>
            <w:tcW w:w="1555" w:type="dxa"/>
            <w:vMerge w:val="restart"/>
            <w:shd w:val="clear" w:color="auto" w:fill="F3F3F3"/>
          </w:tcPr>
          <w:p w14:paraId="1546E076" w14:textId="77777777" w:rsidR="00252AB2" w:rsidRPr="00672BB9" w:rsidRDefault="00252AB2" w:rsidP="00672BB9">
            <w:r w:rsidRPr="00672BB9">
              <w:t>Space</w:t>
            </w:r>
          </w:p>
        </w:tc>
        <w:tc>
          <w:tcPr>
            <w:tcW w:w="1980" w:type="dxa"/>
            <w:shd w:val="clear" w:color="auto" w:fill="F3F3F3"/>
          </w:tcPr>
          <w:p w14:paraId="5B1DC138" w14:textId="77777777" w:rsidR="00252AB2" w:rsidRPr="00672BB9" w:rsidRDefault="00252AB2" w:rsidP="00672BB9">
            <w:r w:rsidRPr="00672BB9">
              <w:t>Entrance Facility (EF)</w:t>
            </w:r>
          </w:p>
        </w:tc>
        <w:tc>
          <w:tcPr>
            <w:tcW w:w="1620" w:type="dxa"/>
            <w:shd w:val="clear" w:color="auto" w:fill="F3F3F3"/>
          </w:tcPr>
          <w:p w14:paraId="1F8A5D95" w14:textId="77777777" w:rsidR="00252AB2" w:rsidRPr="00672BB9" w:rsidRDefault="00252AB2" w:rsidP="00672BB9">
            <w:r w:rsidRPr="00672BB9">
              <w:t>Phenolic space label</w:t>
            </w:r>
          </w:p>
        </w:tc>
        <w:tc>
          <w:tcPr>
            <w:tcW w:w="3960" w:type="dxa"/>
            <w:shd w:val="clear" w:color="auto" w:fill="F3F3F3"/>
          </w:tcPr>
          <w:p w14:paraId="1A34E79C" w14:textId="77777777" w:rsidR="00252AB2" w:rsidRPr="00672BB9" w:rsidRDefault="00252AB2" w:rsidP="00672BB9">
            <w:r w:rsidRPr="00672BB9">
              <w:t>On backboard or wall in approved location</w:t>
            </w:r>
          </w:p>
        </w:tc>
        <w:tc>
          <w:tcPr>
            <w:tcW w:w="2520" w:type="dxa"/>
            <w:shd w:val="clear" w:color="auto" w:fill="F3F3F3"/>
          </w:tcPr>
          <w:p w14:paraId="7AA61446" w14:textId="77777777" w:rsidR="00252AB2" w:rsidRPr="00672BB9" w:rsidRDefault="00252AB2" w:rsidP="00672BB9">
            <w:r w:rsidRPr="00672BB9">
              <w:t>Screws</w:t>
            </w:r>
          </w:p>
        </w:tc>
        <w:tc>
          <w:tcPr>
            <w:tcW w:w="1800" w:type="dxa"/>
            <w:shd w:val="clear" w:color="auto" w:fill="F3F3F3"/>
          </w:tcPr>
          <w:p w14:paraId="5064C202" w14:textId="77777777" w:rsidR="00252AB2" w:rsidRPr="00672BB9" w:rsidRDefault="00252AB2" w:rsidP="00672BB9"/>
        </w:tc>
      </w:tr>
      <w:tr w:rsidR="00252AB2" w:rsidRPr="00672BB9" w14:paraId="6F99C2CE" w14:textId="77777777" w:rsidTr="00100572">
        <w:tc>
          <w:tcPr>
            <w:tcW w:w="1555" w:type="dxa"/>
            <w:vMerge/>
            <w:shd w:val="clear" w:color="auto" w:fill="auto"/>
          </w:tcPr>
          <w:p w14:paraId="21234086" w14:textId="77777777" w:rsidR="00252AB2" w:rsidRPr="00672BB9" w:rsidRDefault="00252AB2" w:rsidP="00672BB9"/>
        </w:tc>
        <w:tc>
          <w:tcPr>
            <w:tcW w:w="1980" w:type="dxa"/>
            <w:shd w:val="clear" w:color="auto" w:fill="auto"/>
          </w:tcPr>
          <w:p w14:paraId="606F24C7" w14:textId="77777777" w:rsidR="00252AB2" w:rsidRPr="00672BB9" w:rsidRDefault="00252AB2" w:rsidP="00672BB9">
            <w:r w:rsidRPr="00672BB9">
              <w:t>Equipment Rack (EQ) for open relay racks</w:t>
            </w:r>
          </w:p>
        </w:tc>
        <w:tc>
          <w:tcPr>
            <w:tcW w:w="1620" w:type="dxa"/>
            <w:shd w:val="clear" w:color="auto" w:fill="auto"/>
          </w:tcPr>
          <w:p w14:paraId="22E2C6CD" w14:textId="77777777" w:rsidR="00252AB2" w:rsidRPr="00672BB9" w:rsidRDefault="00252AB2" w:rsidP="00672BB9">
            <w:r w:rsidRPr="00672BB9">
              <w:t>Phenolic rack label and phenolic cabinet label</w:t>
            </w:r>
          </w:p>
        </w:tc>
        <w:tc>
          <w:tcPr>
            <w:tcW w:w="3960" w:type="dxa"/>
            <w:shd w:val="clear" w:color="auto" w:fill="auto"/>
          </w:tcPr>
          <w:p w14:paraId="70F17E83" w14:textId="77777777" w:rsidR="00252AB2" w:rsidRPr="00672BB9" w:rsidRDefault="00252AB2" w:rsidP="00672BB9">
            <w:r w:rsidRPr="00672BB9">
              <w:t>Rack label on front of top angle, centered horizontally.</w:t>
            </w:r>
          </w:p>
          <w:p w14:paraId="7B8F51D6" w14:textId="77777777" w:rsidR="00252AB2" w:rsidRPr="00672BB9" w:rsidRDefault="00252AB2" w:rsidP="00672BB9">
            <w:r w:rsidRPr="00672BB9">
              <w:t>Cabinet label on front of self-supporting base angle, centered horizontally and low on base.</w:t>
            </w:r>
          </w:p>
        </w:tc>
        <w:tc>
          <w:tcPr>
            <w:tcW w:w="2520" w:type="dxa"/>
            <w:shd w:val="clear" w:color="auto" w:fill="auto"/>
          </w:tcPr>
          <w:p w14:paraId="44436E76" w14:textId="77777777" w:rsidR="00252AB2" w:rsidRPr="00672BB9" w:rsidRDefault="00252AB2" w:rsidP="00672BB9">
            <w:r w:rsidRPr="00672BB9">
              <w:t>Screws or metal rivets</w:t>
            </w:r>
          </w:p>
        </w:tc>
        <w:tc>
          <w:tcPr>
            <w:tcW w:w="1800" w:type="dxa"/>
            <w:shd w:val="clear" w:color="auto" w:fill="auto"/>
          </w:tcPr>
          <w:p w14:paraId="69F1781C" w14:textId="77777777" w:rsidR="00252AB2" w:rsidRPr="00672BB9" w:rsidRDefault="00252AB2" w:rsidP="00672BB9"/>
        </w:tc>
      </w:tr>
      <w:tr w:rsidR="008B541A" w:rsidRPr="00672BB9" w14:paraId="38D94879" w14:textId="77777777" w:rsidTr="00D21725">
        <w:tc>
          <w:tcPr>
            <w:tcW w:w="1555" w:type="dxa"/>
            <w:vMerge/>
            <w:shd w:val="clear" w:color="auto" w:fill="F3F3F3"/>
          </w:tcPr>
          <w:p w14:paraId="78D3439B" w14:textId="77777777" w:rsidR="00252AB2" w:rsidRPr="00672BB9" w:rsidRDefault="00252AB2" w:rsidP="00672BB9"/>
        </w:tc>
        <w:tc>
          <w:tcPr>
            <w:tcW w:w="1980" w:type="dxa"/>
            <w:shd w:val="clear" w:color="auto" w:fill="F3F3F3"/>
          </w:tcPr>
          <w:p w14:paraId="5BD58B5E" w14:textId="77777777" w:rsidR="00252AB2" w:rsidRPr="00672BB9" w:rsidRDefault="00252AB2" w:rsidP="00672BB9">
            <w:r w:rsidRPr="00672BB9">
              <w:t>EQ for cabinets and enclosures</w:t>
            </w:r>
          </w:p>
        </w:tc>
        <w:tc>
          <w:tcPr>
            <w:tcW w:w="1620" w:type="dxa"/>
            <w:shd w:val="clear" w:color="auto" w:fill="F3F3F3"/>
          </w:tcPr>
          <w:p w14:paraId="2A506AF1" w14:textId="77777777" w:rsidR="00252AB2" w:rsidRPr="00672BB9" w:rsidRDefault="00252AB2" w:rsidP="00672BB9">
            <w:r w:rsidRPr="00672BB9">
              <w:t>Phenolic cabinet label</w:t>
            </w:r>
          </w:p>
        </w:tc>
        <w:tc>
          <w:tcPr>
            <w:tcW w:w="3960" w:type="dxa"/>
            <w:shd w:val="clear" w:color="auto" w:fill="F3F3F3"/>
          </w:tcPr>
          <w:p w14:paraId="6A237890" w14:textId="77777777" w:rsidR="00252AB2" w:rsidRPr="00672BB9" w:rsidRDefault="00252AB2" w:rsidP="00672BB9">
            <w:r w:rsidRPr="00672BB9">
              <w:t>On front of all cabinet/enclosure doors, centered horizontally in door panel, 6” below top of door panel.</w:t>
            </w:r>
          </w:p>
        </w:tc>
        <w:tc>
          <w:tcPr>
            <w:tcW w:w="2520" w:type="dxa"/>
            <w:shd w:val="clear" w:color="auto" w:fill="F3F3F3"/>
          </w:tcPr>
          <w:p w14:paraId="6DD5246C" w14:textId="77777777" w:rsidR="00252AB2" w:rsidRPr="00672BB9" w:rsidRDefault="00252AB2" w:rsidP="00672BB9">
            <w:r w:rsidRPr="00672BB9">
              <w:t>Screws or metal rivets</w:t>
            </w:r>
          </w:p>
        </w:tc>
        <w:tc>
          <w:tcPr>
            <w:tcW w:w="1800" w:type="dxa"/>
            <w:shd w:val="clear" w:color="auto" w:fill="F3F3F3"/>
          </w:tcPr>
          <w:p w14:paraId="24E32398" w14:textId="77777777" w:rsidR="00252AB2" w:rsidRPr="00672BB9" w:rsidRDefault="00252AB2" w:rsidP="00672BB9"/>
        </w:tc>
      </w:tr>
      <w:tr w:rsidR="00252AB2" w:rsidRPr="00672BB9" w14:paraId="7C38B5E0" w14:textId="77777777" w:rsidTr="00100572">
        <w:tc>
          <w:tcPr>
            <w:tcW w:w="1555" w:type="dxa"/>
            <w:vMerge/>
            <w:shd w:val="clear" w:color="auto" w:fill="auto"/>
          </w:tcPr>
          <w:p w14:paraId="02BE2406" w14:textId="77777777" w:rsidR="00252AB2" w:rsidRPr="00672BB9" w:rsidRDefault="00252AB2" w:rsidP="00672BB9"/>
        </w:tc>
        <w:tc>
          <w:tcPr>
            <w:tcW w:w="1980" w:type="dxa"/>
            <w:shd w:val="clear" w:color="auto" w:fill="auto"/>
          </w:tcPr>
          <w:p w14:paraId="5378BA64" w14:textId="77777777" w:rsidR="00252AB2" w:rsidRPr="00672BB9" w:rsidRDefault="00252AB2" w:rsidP="00672BB9">
            <w:r w:rsidRPr="00672BB9">
              <w:t>WF for wall fields</w:t>
            </w:r>
          </w:p>
        </w:tc>
        <w:tc>
          <w:tcPr>
            <w:tcW w:w="1620" w:type="dxa"/>
            <w:shd w:val="clear" w:color="auto" w:fill="auto"/>
          </w:tcPr>
          <w:p w14:paraId="599381B8" w14:textId="77777777" w:rsidR="00252AB2" w:rsidRPr="00672BB9" w:rsidRDefault="00252AB2" w:rsidP="00672BB9">
            <w:r w:rsidRPr="00672BB9">
              <w:t>Phenolic</w:t>
            </w:r>
          </w:p>
        </w:tc>
        <w:tc>
          <w:tcPr>
            <w:tcW w:w="3960" w:type="dxa"/>
            <w:shd w:val="clear" w:color="auto" w:fill="auto"/>
          </w:tcPr>
          <w:p w14:paraId="0AE45633" w14:textId="77777777" w:rsidR="00252AB2" w:rsidRPr="00672BB9" w:rsidRDefault="00252AB2" w:rsidP="00672BB9">
            <w:r w:rsidRPr="00672BB9">
              <w:t>On wall, above wall field area.</w:t>
            </w:r>
          </w:p>
        </w:tc>
        <w:tc>
          <w:tcPr>
            <w:tcW w:w="2520" w:type="dxa"/>
            <w:shd w:val="clear" w:color="auto" w:fill="auto"/>
          </w:tcPr>
          <w:p w14:paraId="74CB9AA5" w14:textId="77777777" w:rsidR="00252AB2" w:rsidRPr="00672BB9" w:rsidRDefault="00252AB2" w:rsidP="00672BB9">
            <w:r w:rsidRPr="00672BB9">
              <w:t>Screws</w:t>
            </w:r>
          </w:p>
        </w:tc>
        <w:tc>
          <w:tcPr>
            <w:tcW w:w="1800" w:type="dxa"/>
            <w:shd w:val="clear" w:color="auto" w:fill="auto"/>
          </w:tcPr>
          <w:p w14:paraId="41F8AE04" w14:textId="77777777" w:rsidR="00252AB2" w:rsidRPr="00672BB9" w:rsidRDefault="00252AB2" w:rsidP="00672BB9"/>
        </w:tc>
      </w:tr>
      <w:tr w:rsidR="008B541A" w:rsidRPr="00672BB9" w14:paraId="3FB7D2F0" w14:textId="77777777" w:rsidTr="00D21725">
        <w:tc>
          <w:tcPr>
            <w:tcW w:w="1555" w:type="dxa"/>
            <w:vMerge/>
            <w:shd w:val="clear" w:color="auto" w:fill="F3F3F3"/>
          </w:tcPr>
          <w:p w14:paraId="26A65E31" w14:textId="77777777" w:rsidR="00252AB2" w:rsidRPr="00672BB9" w:rsidRDefault="00252AB2" w:rsidP="00672BB9"/>
        </w:tc>
        <w:tc>
          <w:tcPr>
            <w:tcW w:w="1980" w:type="dxa"/>
            <w:shd w:val="clear" w:color="auto" w:fill="F3F3F3"/>
          </w:tcPr>
          <w:p w14:paraId="5778558A" w14:textId="77777777" w:rsidR="00252AB2" w:rsidRPr="00672BB9" w:rsidRDefault="00252AB2" w:rsidP="00672BB9">
            <w:r w:rsidRPr="00672BB9">
              <w:t xml:space="preserve">Equipment Room (ER), Main Distribution </w:t>
            </w:r>
          </w:p>
          <w:p w14:paraId="3E7683DF" w14:textId="77777777" w:rsidR="00252AB2" w:rsidRPr="00672BB9" w:rsidRDefault="00252AB2" w:rsidP="00672BB9">
            <w:r w:rsidRPr="00672BB9">
              <w:t>Room (MD), and Telecommunications Closet (TC)</w:t>
            </w:r>
          </w:p>
        </w:tc>
        <w:tc>
          <w:tcPr>
            <w:tcW w:w="1620" w:type="dxa"/>
            <w:shd w:val="clear" w:color="auto" w:fill="F3F3F3"/>
          </w:tcPr>
          <w:p w14:paraId="63ADDBB3" w14:textId="77777777" w:rsidR="00252AB2" w:rsidRPr="00672BB9" w:rsidRDefault="00252AB2" w:rsidP="00672BB9">
            <w:r w:rsidRPr="00672BB9">
              <w:t>Phenolic space label</w:t>
            </w:r>
          </w:p>
        </w:tc>
        <w:tc>
          <w:tcPr>
            <w:tcW w:w="3960" w:type="dxa"/>
            <w:shd w:val="clear" w:color="auto" w:fill="F3F3F3"/>
          </w:tcPr>
          <w:p w14:paraId="1FD24C21" w14:textId="77777777" w:rsidR="00252AB2" w:rsidRPr="00672BB9" w:rsidRDefault="00252AB2" w:rsidP="00672BB9">
            <w:r w:rsidRPr="00672BB9">
              <w:t>Above door on outside of room in approved location</w:t>
            </w:r>
          </w:p>
        </w:tc>
        <w:tc>
          <w:tcPr>
            <w:tcW w:w="2520" w:type="dxa"/>
            <w:shd w:val="clear" w:color="auto" w:fill="F3F3F3"/>
          </w:tcPr>
          <w:p w14:paraId="61BF4941" w14:textId="77777777" w:rsidR="00252AB2" w:rsidRPr="00672BB9" w:rsidRDefault="00252AB2" w:rsidP="00672BB9">
            <w:r w:rsidRPr="00672BB9">
              <w:t>Screws</w:t>
            </w:r>
          </w:p>
        </w:tc>
        <w:tc>
          <w:tcPr>
            <w:tcW w:w="1800" w:type="dxa"/>
            <w:shd w:val="clear" w:color="auto" w:fill="F3F3F3"/>
          </w:tcPr>
          <w:p w14:paraId="026A3675" w14:textId="77777777" w:rsidR="00252AB2" w:rsidRPr="00672BB9" w:rsidRDefault="00252AB2" w:rsidP="00672BB9"/>
        </w:tc>
      </w:tr>
      <w:tr w:rsidR="00252AB2" w:rsidRPr="00672BB9" w14:paraId="43AA4180" w14:textId="77777777" w:rsidTr="00100572">
        <w:tc>
          <w:tcPr>
            <w:tcW w:w="1555" w:type="dxa"/>
            <w:vMerge/>
            <w:shd w:val="clear" w:color="auto" w:fill="auto"/>
          </w:tcPr>
          <w:p w14:paraId="0A241005" w14:textId="77777777" w:rsidR="00252AB2" w:rsidRPr="00672BB9" w:rsidRDefault="00252AB2" w:rsidP="00672BB9"/>
        </w:tc>
        <w:tc>
          <w:tcPr>
            <w:tcW w:w="1980" w:type="dxa"/>
            <w:shd w:val="clear" w:color="auto" w:fill="auto"/>
          </w:tcPr>
          <w:p w14:paraId="2487373B" w14:textId="77777777" w:rsidR="00252AB2" w:rsidRPr="00672BB9" w:rsidRDefault="009D4696" w:rsidP="00474CCB">
            <w:r>
              <w:t xml:space="preserve">Handhole (HH) and </w:t>
            </w:r>
            <w:r w:rsidR="00474CCB">
              <w:t>Man</w:t>
            </w:r>
            <w:r w:rsidR="00252AB2" w:rsidRPr="00672BB9">
              <w:t>hole (MH)</w:t>
            </w:r>
          </w:p>
        </w:tc>
        <w:tc>
          <w:tcPr>
            <w:tcW w:w="1620" w:type="dxa"/>
            <w:shd w:val="clear" w:color="auto" w:fill="auto"/>
          </w:tcPr>
          <w:p w14:paraId="725E9ABD" w14:textId="77777777" w:rsidR="00252AB2" w:rsidRPr="00672BB9" w:rsidRDefault="00252AB2" w:rsidP="00672BB9">
            <w:r w:rsidRPr="00672BB9">
              <w:t>Embossed, engraved, imprinted, or etched in cover</w:t>
            </w:r>
          </w:p>
        </w:tc>
        <w:tc>
          <w:tcPr>
            <w:tcW w:w="3960" w:type="dxa"/>
            <w:shd w:val="clear" w:color="auto" w:fill="auto"/>
          </w:tcPr>
          <w:p w14:paraId="3263295D" w14:textId="77777777" w:rsidR="00252AB2" w:rsidRPr="00672BB9" w:rsidRDefault="00252AB2" w:rsidP="00672BB9">
            <w:r w:rsidRPr="00672BB9">
              <w:t>Integral to handhole or manhole cover</w:t>
            </w:r>
          </w:p>
        </w:tc>
        <w:tc>
          <w:tcPr>
            <w:tcW w:w="2520" w:type="dxa"/>
            <w:shd w:val="clear" w:color="auto" w:fill="auto"/>
          </w:tcPr>
          <w:p w14:paraId="2136B36C" w14:textId="77777777" w:rsidR="00252AB2" w:rsidRPr="00672BB9" w:rsidRDefault="00252AB2" w:rsidP="00672BB9"/>
        </w:tc>
        <w:tc>
          <w:tcPr>
            <w:tcW w:w="1800" w:type="dxa"/>
            <w:shd w:val="clear" w:color="auto" w:fill="auto"/>
          </w:tcPr>
          <w:p w14:paraId="4A8DF985" w14:textId="77777777" w:rsidR="00252AB2" w:rsidRPr="00672BB9" w:rsidRDefault="00252AB2" w:rsidP="00672BB9">
            <w:r w:rsidRPr="00672BB9">
              <w:t>Submit method for approval</w:t>
            </w:r>
          </w:p>
        </w:tc>
      </w:tr>
      <w:tr w:rsidR="008B541A" w:rsidRPr="00672BB9" w14:paraId="37612330" w14:textId="77777777" w:rsidTr="00D21725">
        <w:tc>
          <w:tcPr>
            <w:tcW w:w="1555" w:type="dxa"/>
            <w:vMerge/>
            <w:shd w:val="clear" w:color="auto" w:fill="F3F3F3"/>
          </w:tcPr>
          <w:p w14:paraId="759FB1B3" w14:textId="77777777" w:rsidR="00252AB2" w:rsidRPr="00672BB9" w:rsidRDefault="00252AB2" w:rsidP="00672BB9"/>
        </w:tc>
        <w:tc>
          <w:tcPr>
            <w:tcW w:w="1980" w:type="dxa"/>
            <w:shd w:val="clear" w:color="auto" w:fill="F3F3F3"/>
          </w:tcPr>
          <w:p w14:paraId="0A7116F1" w14:textId="77777777" w:rsidR="00252AB2" w:rsidRPr="00672BB9" w:rsidRDefault="00252AB2" w:rsidP="00672BB9">
            <w:r w:rsidRPr="00672BB9">
              <w:t>Pull Box (PB)</w:t>
            </w:r>
          </w:p>
        </w:tc>
        <w:tc>
          <w:tcPr>
            <w:tcW w:w="1620" w:type="dxa"/>
            <w:shd w:val="clear" w:color="auto" w:fill="F3F3F3"/>
          </w:tcPr>
          <w:p w14:paraId="2F89D938" w14:textId="77777777" w:rsidR="00252AB2" w:rsidRPr="00672BB9" w:rsidRDefault="00252AB2" w:rsidP="00672BB9">
            <w:r w:rsidRPr="00672BB9">
              <w:t>Phenolic space label</w:t>
            </w:r>
          </w:p>
          <w:p w14:paraId="565EFFA0" w14:textId="77777777" w:rsidR="00252AB2" w:rsidRDefault="00252AB2" w:rsidP="00672BB9"/>
          <w:p w14:paraId="15818581" w14:textId="77777777" w:rsidR="00D81193" w:rsidRPr="00672BB9" w:rsidRDefault="00D81193" w:rsidP="00672BB9"/>
          <w:p w14:paraId="24EB5A51" w14:textId="77777777" w:rsidR="00252AB2" w:rsidRPr="00672BB9" w:rsidRDefault="00252AB2" w:rsidP="00672BB9">
            <w:r w:rsidRPr="00672BB9">
              <w:t>Pathway warning label</w:t>
            </w:r>
          </w:p>
        </w:tc>
        <w:tc>
          <w:tcPr>
            <w:tcW w:w="3960" w:type="dxa"/>
            <w:shd w:val="clear" w:color="auto" w:fill="F3F3F3"/>
          </w:tcPr>
          <w:p w14:paraId="73F48E98" w14:textId="77777777" w:rsidR="00252AB2" w:rsidRPr="00672BB9" w:rsidRDefault="00252AB2" w:rsidP="00672BB9">
            <w:r w:rsidRPr="00672BB9">
              <w:lastRenderedPageBreak/>
              <w:t>Space label:</w:t>
            </w:r>
            <w:r w:rsidR="00C04D0D" w:rsidRPr="00672BB9">
              <w:t xml:space="preserve"> </w:t>
            </w:r>
            <w:r w:rsidRPr="00672BB9">
              <w:t xml:space="preserve">At top-front of outside of cover if cover is hinged; otherwise on </w:t>
            </w:r>
            <w:r w:rsidRPr="00672BB9">
              <w:lastRenderedPageBreak/>
              <w:t>body of box in approved location.</w:t>
            </w:r>
          </w:p>
          <w:p w14:paraId="080F4DC4" w14:textId="77777777" w:rsidR="00252AB2" w:rsidRPr="00672BB9" w:rsidRDefault="00252AB2" w:rsidP="00672BB9"/>
          <w:p w14:paraId="4E270516" w14:textId="77777777" w:rsidR="00252AB2" w:rsidRPr="00672BB9" w:rsidRDefault="00252AB2" w:rsidP="00672BB9">
            <w:r w:rsidRPr="00672BB9">
              <w:t>Pathway warning label:</w:t>
            </w:r>
            <w:r w:rsidR="00C04D0D" w:rsidRPr="00672BB9">
              <w:t xml:space="preserve"> </w:t>
            </w:r>
            <w:r w:rsidRPr="00672BB9">
              <w:t>At center of outside of cover if cover is hinged and on inside of box where visible; otherwise on body of box on outside and inside where visible</w:t>
            </w:r>
          </w:p>
        </w:tc>
        <w:tc>
          <w:tcPr>
            <w:tcW w:w="2520" w:type="dxa"/>
            <w:shd w:val="clear" w:color="auto" w:fill="F3F3F3"/>
          </w:tcPr>
          <w:p w14:paraId="49FAEF43" w14:textId="77777777" w:rsidR="00252AB2" w:rsidRPr="00672BB9" w:rsidRDefault="00252AB2" w:rsidP="00672BB9">
            <w:r w:rsidRPr="00672BB9">
              <w:lastRenderedPageBreak/>
              <w:t>Space label:</w:t>
            </w:r>
            <w:r w:rsidR="00C04D0D" w:rsidRPr="00672BB9">
              <w:t xml:space="preserve"> </w:t>
            </w:r>
            <w:r w:rsidRPr="00672BB9">
              <w:t>Screws</w:t>
            </w:r>
          </w:p>
          <w:p w14:paraId="3AB9C81D" w14:textId="77777777" w:rsidR="00252AB2" w:rsidRPr="00672BB9" w:rsidRDefault="00252AB2" w:rsidP="00672BB9"/>
          <w:p w14:paraId="043ED429" w14:textId="77777777" w:rsidR="00252AB2" w:rsidRDefault="00252AB2" w:rsidP="00672BB9"/>
          <w:p w14:paraId="795DD147" w14:textId="77777777" w:rsidR="00672BB9" w:rsidRPr="00672BB9" w:rsidRDefault="00672BB9" w:rsidP="00672BB9"/>
          <w:p w14:paraId="1F328D53" w14:textId="77777777" w:rsidR="00252AB2" w:rsidRPr="00672BB9" w:rsidRDefault="00252AB2" w:rsidP="00672BB9">
            <w:r w:rsidRPr="00672BB9">
              <w:t>Pathway warning label:</w:t>
            </w:r>
            <w:r w:rsidR="00C04D0D" w:rsidRPr="00672BB9">
              <w:t xml:space="preserve"> </w:t>
            </w:r>
            <w:r w:rsidRPr="00672BB9">
              <w:t>Self adhesive</w:t>
            </w:r>
          </w:p>
        </w:tc>
        <w:tc>
          <w:tcPr>
            <w:tcW w:w="1800" w:type="dxa"/>
            <w:shd w:val="clear" w:color="auto" w:fill="F3F3F3"/>
          </w:tcPr>
          <w:p w14:paraId="71647ECB" w14:textId="77777777" w:rsidR="00252AB2" w:rsidRPr="00672BB9" w:rsidRDefault="00252AB2" w:rsidP="00672BB9"/>
        </w:tc>
      </w:tr>
      <w:tr w:rsidR="00252AB2" w:rsidRPr="00672BB9" w14:paraId="7AECB1F2" w14:textId="77777777" w:rsidTr="00100572">
        <w:tc>
          <w:tcPr>
            <w:tcW w:w="1555" w:type="dxa"/>
            <w:vMerge/>
            <w:shd w:val="clear" w:color="auto" w:fill="auto"/>
          </w:tcPr>
          <w:p w14:paraId="248FC294" w14:textId="77777777" w:rsidR="00252AB2" w:rsidRPr="00672BB9" w:rsidRDefault="00252AB2" w:rsidP="00672BB9"/>
        </w:tc>
        <w:tc>
          <w:tcPr>
            <w:tcW w:w="1980" w:type="dxa"/>
            <w:shd w:val="clear" w:color="auto" w:fill="auto"/>
          </w:tcPr>
          <w:p w14:paraId="3A286EF3" w14:textId="77777777" w:rsidR="00252AB2" w:rsidRPr="00672BB9" w:rsidRDefault="00252AB2" w:rsidP="00672BB9">
            <w:r w:rsidRPr="00672BB9">
              <w:t>Work Area (WA)</w:t>
            </w:r>
          </w:p>
        </w:tc>
        <w:tc>
          <w:tcPr>
            <w:tcW w:w="1620" w:type="dxa"/>
            <w:shd w:val="clear" w:color="auto" w:fill="auto"/>
          </w:tcPr>
          <w:p w14:paraId="3C35292F" w14:textId="77777777" w:rsidR="00252AB2" w:rsidRPr="00672BB9" w:rsidRDefault="00252AB2" w:rsidP="00672BB9">
            <w:r w:rsidRPr="00672BB9">
              <w:t>None</w:t>
            </w:r>
          </w:p>
        </w:tc>
        <w:tc>
          <w:tcPr>
            <w:tcW w:w="3960" w:type="dxa"/>
            <w:shd w:val="clear" w:color="auto" w:fill="auto"/>
          </w:tcPr>
          <w:p w14:paraId="5E79BFCC" w14:textId="77777777" w:rsidR="00252AB2" w:rsidRPr="00672BB9" w:rsidRDefault="00252AB2" w:rsidP="00672BB9"/>
        </w:tc>
        <w:tc>
          <w:tcPr>
            <w:tcW w:w="2520" w:type="dxa"/>
            <w:shd w:val="clear" w:color="auto" w:fill="auto"/>
          </w:tcPr>
          <w:p w14:paraId="7FBFD923" w14:textId="77777777" w:rsidR="00252AB2" w:rsidRPr="00672BB9" w:rsidRDefault="00252AB2" w:rsidP="00672BB9"/>
        </w:tc>
        <w:tc>
          <w:tcPr>
            <w:tcW w:w="1800" w:type="dxa"/>
            <w:shd w:val="clear" w:color="auto" w:fill="auto"/>
          </w:tcPr>
          <w:p w14:paraId="7DFA005C" w14:textId="77777777" w:rsidR="00252AB2" w:rsidRPr="00672BB9" w:rsidRDefault="00252AB2" w:rsidP="00672BB9">
            <w:r w:rsidRPr="00672BB9">
              <w:t>Not applicable</w:t>
            </w:r>
          </w:p>
        </w:tc>
      </w:tr>
      <w:tr w:rsidR="008B541A" w:rsidRPr="00672BB9" w14:paraId="0DB6A6E5" w14:textId="77777777" w:rsidTr="00D21725">
        <w:tc>
          <w:tcPr>
            <w:tcW w:w="1555" w:type="dxa"/>
            <w:vMerge w:val="restart"/>
            <w:shd w:val="clear" w:color="auto" w:fill="F3F3F3"/>
          </w:tcPr>
          <w:p w14:paraId="657379BD" w14:textId="77777777" w:rsidR="00252AB2" w:rsidRPr="00672BB9" w:rsidRDefault="00252AB2" w:rsidP="00672BB9">
            <w:r w:rsidRPr="00672BB9">
              <w:t>Pathway</w:t>
            </w:r>
          </w:p>
        </w:tc>
        <w:tc>
          <w:tcPr>
            <w:tcW w:w="1980" w:type="dxa"/>
            <w:shd w:val="clear" w:color="auto" w:fill="F3F3F3"/>
          </w:tcPr>
          <w:p w14:paraId="1A1225FF" w14:textId="77777777" w:rsidR="00252AB2" w:rsidRPr="00672BB9" w:rsidRDefault="00252AB2" w:rsidP="00672BB9">
            <w:r w:rsidRPr="00672BB9">
              <w:t>Conduit Backbone (CDB), Conduit Telecom (CDT)</w:t>
            </w:r>
          </w:p>
        </w:tc>
        <w:tc>
          <w:tcPr>
            <w:tcW w:w="1620" w:type="dxa"/>
            <w:shd w:val="clear" w:color="auto" w:fill="F3F3F3"/>
          </w:tcPr>
          <w:p w14:paraId="4548756A" w14:textId="77777777" w:rsidR="00252AB2" w:rsidRPr="00672BB9" w:rsidRDefault="00252AB2" w:rsidP="00672BB9">
            <w:r w:rsidRPr="00672BB9">
              <w:t>Conduit label</w:t>
            </w:r>
          </w:p>
        </w:tc>
        <w:tc>
          <w:tcPr>
            <w:tcW w:w="3960" w:type="dxa"/>
            <w:shd w:val="clear" w:color="auto" w:fill="F3F3F3"/>
          </w:tcPr>
          <w:p w14:paraId="07CD2BD1" w14:textId="77777777" w:rsidR="00252AB2" w:rsidRPr="00672BB9" w:rsidRDefault="00252AB2" w:rsidP="00672BB9">
            <w:r w:rsidRPr="00672BB9">
              <w:t>Within 12” on both sides of penetrations, within 12” of box entry, at ends, at intervals of 25 feet</w:t>
            </w:r>
          </w:p>
        </w:tc>
        <w:tc>
          <w:tcPr>
            <w:tcW w:w="2520" w:type="dxa"/>
            <w:shd w:val="clear" w:color="auto" w:fill="F3F3F3"/>
          </w:tcPr>
          <w:p w14:paraId="6516AF44" w14:textId="77777777" w:rsidR="00252AB2" w:rsidRPr="00672BB9" w:rsidRDefault="00252AB2" w:rsidP="00672BB9">
            <w:r w:rsidRPr="00672BB9">
              <w:t>Self-adhesive with clear overlay</w:t>
            </w:r>
          </w:p>
        </w:tc>
        <w:tc>
          <w:tcPr>
            <w:tcW w:w="1800" w:type="dxa"/>
            <w:shd w:val="clear" w:color="auto" w:fill="F3F3F3"/>
          </w:tcPr>
          <w:p w14:paraId="324EA257" w14:textId="77777777" w:rsidR="00252AB2" w:rsidRPr="00672BB9" w:rsidRDefault="00252AB2" w:rsidP="00672BB9"/>
        </w:tc>
      </w:tr>
      <w:tr w:rsidR="00252AB2" w:rsidRPr="00672BB9" w14:paraId="4BF72C99" w14:textId="77777777" w:rsidTr="00100572">
        <w:tc>
          <w:tcPr>
            <w:tcW w:w="1555" w:type="dxa"/>
            <w:vMerge/>
            <w:shd w:val="clear" w:color="auto" w:fill="auto"/>
          </w:tcPr>
          <w:p w14:paraId="332D5704" w14:textId="77777777" w:rsidR="00252AB2" w:rsidRPr="00672BB9" w:rsidRDefault="00252AB2" w:rsidP="00672BB9"/>
        </w:tc>
        <w:tc>
          <w:tcPr>
            <w:tcW w:w="1980" w:type="dxa"/>
            <w:shd w:val="clear" w:color="auto" w:fill="auto"/>
          </w:tcPr>
          <w:p w14:paraId="6D6FF44A" w14:textId="77777777" w:rsidR="00252AB2" w:rsidRPr="00672BB9" w:rsidRDefault="00252AB2" w:rsidP="00672BB9">
            <w:r w:rsidRPr="00672BB9">
              <w:t>Cable Tray Backbone (CTB), Cable Tray Telecom (CTT)</w:t>
            </w:r>
          </w:p>
        </w:tc>
        <w:tc>
          <w:tcPr>
            <w:tcW w:w="1620" w:type="dxa"/>
            <w:shd w:val="clear" w:color="auto" w:fill="auto"/>
          </w:tcPr>
          <w:p w14:paraId="7AFBB1CA" w14:textId="77777777" w:rsidR="00252AB2" w:rsidRPr="00672BB9" w:rsidRDefault="00252AB2" w:rsidP="00672BB9">
            <w:r w:rsidRPr="00672BB9">
              <w:t>Cable tray label</w:t>
            </w:r>
          </w:p>
          <w:p w14:paraId="24E09CC7" w14:textId="77777777" w:rsidR="00252AB2" w:rsidRPr="00672BB9" w:rsidRDefault="00252AB2" w:rsidP="00672BB9"/>
          <w:p w14:paraId="57EB44A6" w14:textId="77777777" w:rsidR="00252AB2" w:rsidRPr="00672BB9" w:rsidRDefault="00252AB2" w:rsidP="00672BB9"/>
          <w:p w14:paraId="77B583A5" w14:textId="77777777" w:rsidR="00252AB2" w:rsidRPr="00672BB9" w:rsidRDefault="00252AB2" w:rsidP="00672BB9"/>
          <w:p w14:paraId="09884E00" w14:textId="77777777" w:rsidR="00252AB2" w:rsidRPr="00672BB9" w:rsidRDefault="00252AB2" w:rsidP="00672BB9"/>
          <w:p w14:paraId="4D250F9F" w14:textId="77777777" w:rsidR="00252AB2" w:rsidRPr="00672BB9" w:rsidRDefault="00252AB2" w:rsidP="00672BB9"/>
          <w:p w14:paraId="21D51464" w14:textId="77777777" w:rsidR="00252AB2" w:rsidRPr="00672BB9" w:rsidRDefault="00252AB2" w:rsidP="00672BB9">
            <w:r w:rsidRPr="00672BB9">
              <w:t>Pathway warning label</w:t>
            </w:r>
          </w:p>
        </w:tc>
        <w:tc>
          <w:tcPr>
            <w:tcW w:w="3960" w:type="dxa"/>
            <w:shd w:val="clear" w:color="auto" w:fill="auto"/>
          </w:tcPr>
          <w:p w14:paraId="067BFAB3" w14:textId="77777777" w:rsidR="00252AB2" w:rsidRPr="00672BB9" w:rsidRDefault="00252AB2" w:rsidP="00672BB9">
            <w:r w:rsidRPr="00672BB9">
              <w:t>Cable tray label:</w:t>
            </w:r>
            <w:r w:rsidR="00C04D0D" w:rsidRPr="00672BB9">
              <w:t xml:space="preserve"> </w:t>
            </w:r>
            <w:r w:rsidRPr="00672BB9">
              <w:t>Within 12” of tray ends, within 12” of intersections (tees, etc.), within 12” on both sides of penetrations, at each floor level in risers, where entering/exiting ri</w:t>
            </w:r>
            <w:r w:rsidR="00C04D0D" w:rsidRPr="00672BB9">
              <w:t>sers, at intervals of 25 feet.</w:t>
            </w:r>
          </w:p>
          <w:p w14:paraId="5D4D6B9C" w14:textId="77777777" w:rsidR="00252AB2" w:rsidRPr="00672BB9" w:rsidRDefault="00252AB2" w:rsidP="00672BB9"/>
          <w:p w14:paraId="7E261D8E" w14:textId="77777777" w:rsidR="00252AB2" w:rsidRPr="00672BB9" w:rsidRDefault="00252AB2" w:rsidP="00672BB9">
            <w:r w:rsidRPr="00672BB9">
              <w:t>Pathway warning label:</w:t>
            </w:r>
            <w:r w:rsidR="00C04D0D" w:rsidRPr="00672BB9">
              <w:t xml:space="preserve"> </w:t>
            </w:r>
            <w:r w:rsidRPr="00672BB9">
              <w:t>At intervals of 25 feet for horizontal runs, at interval</w:t>
            </w:r>
            <w:r w:rsidR="00C04D0D" w:rsidRPr="00672BB9">
              <w:t>s of 6 feet for vertical runs.</w:t>
            </w:r>
          </w:p>
        </w:tc>
        <w:tc>
          <w:tcPr>
            <w:tcW w:w="2520" w:type="dxa"/>
            <w:shd w:val="clear" w:color="auto" w:fill="auto"/>
          </w:tcPr>
          <w:p w14:paraId="1748C148" w14:textId="77777777" w:rsidR="00252AB2" w:rsidRPr="00672BB9" w:rsidRDefault="00252AB2" w:rsidP="00672BB9">
            <w:r w:rsidRPr="00672BB9">
              <w:t>Cable tray label:</w:t>
            </w:r>
            <w:r w:rsidR="00C04D0D" w:rsidRPr="00672BB9">
              <w:t xml:space="preserve"> </w:t>
            </w:r>
            <w:r w:rsidRPr="00672BB9">
              <w:t>Self-adhesive with clear overlay</w:t>
            </w:r>
          </w:p>
          <w:p w14:paraId="5D2BA1D3" w14:textId="77777777" w:rsidR="00252AB2" w:rsidRPr="00672BB9" w:rsidRDefault="00252AB2" w:rsidP="00672BB9"/>
          <w:p w14:paraId="6DEBFE1B" w14:textId="77777777" w:rsidR="00252AB2" w:rsidRPr="00672BB9" w:rsidRDefault="00252AB2" w:rsidP="00672BB9"/>
          <w:p w14:paraId="11804593" w14:textId="77777777" w:rsidR="00252AB2" w:rsidRDefault="00252AB2" w:rsidP="00672BB9"/>
          <w:p w14:paraId="00F9E44F" w14:textId="77777777" w:rsidR="00672BB9" w:rsidRPr="00672BB9" w:rsidRDefault="00672BB9" w:rsidP="00672BB9"/>
          <w:p w14:paraId="0DB85E41" w14:textId="77777777" w:rsidR="00252AB2" w:rsidRPr="00672BB9" w:rsidRDefault="00252AB2" w:rsidP="00672BB9">
            <w:r w:rsidRPr="00672BB9">
              <w:t>Pathway warning label:</w:t>
            </w:r>
            <w:r w:rsidR="00C04D0D" w:rsidRPr="00672BB9">
              <w:t xml:space="preserve"> </w:t>
            </w:r>
            <w:r w:rsidRPr="00672BB9">
              <w:t>Self-adhesive</w:t>
            </w:r>
          </w:p>
        </w:tc>
        <w:tc>
          <w:tcPr>
            <w:tcW w:w="1800" w:type="dxa"/>
            <w:shd w:val="clear" w:color="auto" w:fill="auto"/>
          </w:tcPr>
          <w:p w14:paraId="750495E3" w14:textId="77777777" w:rsidR="00252AB2" w:rsidRPr="00672BB9" w:rsidRDefault="00252AB2" w:rsidP="00672BB9">
            <w:r w:rsidRPr="00672BB9">
              <w:t>Place where visible on bottom of tray for overhead tray, or on both sides of tray at specified intervals where bottom of tray is not easily visible.</w:t>
            </w:r>
          </w:p>
        </w:tc>
      </w:tr>
      <w:tr w:rsidR="008B541A" w:rsidRPr="00672BB9" w14:paraId="2F0A64E6" w14:textId="77777777" w:rsidTr="00D21725">
        <w:tc>
          <w:tcPr>
            <w:tcW w:w="1555" w:type="dxa"/>
            <w:vMerge/>
            <w:shd w:val="clear" w:color="auto" w:fill="F3F3F3"/>
          </w:tcPr>
          <w:p w14:paraId="6476C6DE" w14:textId="77777777" w:rsidR="00252AB2" w:rsidRPr="00672BB9" w:rsidRDefault="00252AB2" w:rsidP="00672BB9"/>
        </w:tc>
        <w:tc>
          <w:tcPr>
            <w:tcW w:w="1980" w:type="dxa"/>
            <w:shd w:val="clear" w:color="auto" w:fill="F3F3F3"/>
          </w:tcPr>
          <w:p w14:paraId="3BB811F5" w14:textId="77777777" w:rsidR="00252AB2" w:rsidRPr="00672BB9" w:rsidRDefault="00252AB2" w:rsidP="00672BB9">
            <w:r w:rsidRPr="00672BB9">
              <w:t>Innerduct Telecom (DDT)</w:t>
            </w:r>
          </w:p>
        </w:tc>
        <w:tc>
          <w:tcPr>
            <w:tcW w:w="1620" w:type="dxa"/>
            <w:shd w:val="clear" w:color="auto" w:fill="F3F3F3"/>
          </w:tcPr>
          <w:p w14:paraId="1F95BFA5" w14:textId="77777777" w:rsidR="00252AB2" w:rsidRPr="00672BB9" w:rsidRDefault="00252AB2" w:rsidP="00672BB9">
            <w:r w:rsidRPr="00672BB9">
              <w:t>Innerduct label</w:t>
            </w:r>
          </w:p>
        </w:tc>
        <w:tc>
          <w:tcPr>
            <w:tcW w:w="3960" w:type="dxa"/>
            <w:shd w:val="clear" w:color="auto" w:fill="F3F3F3"/>
          </w:tcPr>
          <w:p w14:paraId="4EE5D609" w14:textId="77777777" w:rsidR="00252AB2" w:rsidRPr="00672BB9" w:rsidRDefault="00252AB2" w:rsidP="00672BB9">
            <w:r w:rsidRPr="00672BB9">
              <w:t>Within 12” of end of run, in boxes, in manholes, in handholes, at tray intersections, at end of tray runs, where entering/exiting trays, within 12” of penetrations, at each floor level in risers, where entering/exiting risers</w:t>
            </w:r>
          </w:p>
        </w:tc>
        <w:tc>
          <w:tcPr>
            <w:tcW w:w="2520" w:type="dxa"/>
            <w:shd w:val="clear" w:color="auto" w:fill="F3F3F3"/>
          </w:tcPr>
          <w:p w14:paraId="625100D7" w14:textId="77777777" w:rsidR="00252AB2" w:rsidRPr="00672BB9" w:rsidRDefault="00252AB2" w:rsidP="00672BB9">
            <w:r w:rsidRPr="00672BB9">
              <w:t>Plastic cable tie</w:t>
            </w:r>
          </w:p>
        </w:tc>
        <w:tc>
          <w:tcPr>
            <w:tcW w:w="1800" w:type="dxa"/>
            <w:shd w:val="clear" w:color="auto" w:fill="F3F3F3"/>
          </w:tcPr>
          <w:p w14:paraId="589A35AF" w14:textId="77777777" w:rsidR="00252AB2" w:rsidRPr="00672BB9" w:rsidRDefault="00252AB2" w:rsidP="00672BB9"/>
        </w:tc>
      </w:tr>
      <w:tr w:rsidR="00252AB2" w:rsidRPr="00672BB9" w14:paraId="164E6B30" w14:textId="77777777" w:rsidTr="00100572">
        <w:tc>
          <w:tcPr>
            <w:tcW w:w="1555" w:type="dxa"/>
            <w:vMerge/>
            <w:shd w:val="clear" w:color="auto" w:fill="auto"/>
          </w:tcPr>
          <w:p w14:paraId="3CCD9BBA" w14:textId="77777777" w:rsidR="00252AB2" w:rsidRPr="00672BB9" w:rsidRDefault="00252AB2" w:rsidP="00672BB9"/>
        </w:tc>
        <w:tc>
          <w:tcPr>
            <w:tcW w:w="1980" w:type="dxa"/>
            <w:shd w:val="clear" w:color="auto" w:fill="auto"/>
          </w:tcPr>
          <w:p w14:paraId="36DC160C" w14:textId="77777777" w:rsidR="00252AB2" w:rsidRPr="00672BB9" w:rsidRDefault="00252AB2" w:rsidP="00672BB9">
            <w:r w:rsidRPr="00672BB9">
              <w:t>Sleeve Telecom (SLT)</w:t>
            </w:r>
          </w:p>
        </w:tc>
        <w:tc>
          <w:tcPr>
            <w:tcW w:w="1620" w:type="dxa"/>
            <w:shd w:val="clear" w:color="auto" w:fill="auto"/>
          </w:tcPr>
          <w:p w14:paraId="34469E48" w14:textId="77777777" w:rsidR="00252AB2" w:rsidRPr="00672BB9" w:rsidRDefault="00252AB2" w:rsidP="00672BB9">
            <w:r w:rsidRPr="00672BB9">
              <w:t>Sleeve label</w:t>
            </w:r>
          </w:p>
        </w:tc>
        <w:tc>
          <w:tcPr>
            <w:tcW w:w="3960" w:type="dxa"/>
            <w:shd w:val="clear" w:color="auto" w:fill="auto"/>
          </w:tcPr>
          <w:p w14:paraId="1432F46B" w14:textId="77777777" w:rsidR="00252AB2" w:rsidRPr="00672BB9" w:rsidRDefault="00252AB2" w:rsidP="00672BB9">
            <w:r w:rsidRPr="00672BB9">
              <w:t>Depends on field conditions.</w:t>
            </w:r>
            <w:r w:rsidR="00C04D0D" w:rsidRPr="00672BB9">
              <w:t xml:space="preserve"> </w:t>
            </w:r>
            <w:r w:rsidRPr="00672BB9">
              <w:t>May be similar to conduit label, innerduct label, phenolic label, or other approved type.</w:t>
            </w:r>
          </w:p>
        </w:tc>
        <w:tc>
          <w:tcPr>
            <w:tcW w:w="2520" w:type="dxa"/>
            <w:shd w:val="clear" w:color="auto" w:fill="auto"/>
          </w:tcPr>
          <w:p w14:paraId="01D7728F" w14:textId="77777777" w:rsidR="00252AB2" w:rsidRPr="00672BB9" w:rsidRDefault="00252AB2" w:rsidP="00672BB9">
            <w:r w:rsidRPr="00672BB9">
              <w:t>Depends on field conditions</w:t>
            </w:r>
          </w:p>
        </w:tc>
        <w:tc>
          <w:tcPr>
            <w:tcW w:w="1800" w:type="dxa"/>
            <w:shd w:val="clear" w:color="auto" w:fill="auto"/>
          </w:tcPr>
          <w:p w14:paraId="41528894" w14:textId="77777777" w:rsidR="00252AB2" w:rsidRPr="00672BB9" w:rsidRDefault="00252AB2" w:rsidP="00672BB9">
            <w:r w:rsidRPr="00672BB9">
              <w:t>Submit proposed method for approval</w:t>
            </w:r>
          </w:p>
        </w:tc>
      </w:tr>
      <w:tr w:rsidR="008B541A" w:rsidRPr="00672BB9" w14:paraId="5095BF13" w14:textId="77777777" w:rsidTr="00D21725">
        <w:tc>
          <w:tcPr>
            <w:tcW w:w="1555" w:type="dxa"/>
            <w:vMerge w:val="restart"/>
            <w:shd w:val="clear" w:color="auto" w:fill="F3F3F3"/>
          </w:tcPr>
          <w:p w14:paraId="5972DD9D" w14:textId="77777777" w:rsidR="00252AB2" w:rsidRPr="00672BB9" w:rsidRDefault="00252AB2" w:rsidP="00672BB9">
            <w:r w:rsidRPr="00672BB9">
              <w:t>Cable</w:t>
            </w:r>
          </w:p>
        </w:tc>
        <w:tc>
          <w:tcPr>
            <w:tcW w:w="1980" w:type="dxa"/>
            <w:shd w:val="clear" w:color="auto" w:fill="F3F3F3"/>
          </w:tcPr>
          <w:p w14:paraId="26ACAD53" w14:textId="77777777" w:rsidR="00252AB2" w:rsidRPr="00672BB9" w:rsidRDefault="00252AB2" w:rsidP="00672BB9">
            <w:r w:rsidRPr="00672BB9">
              <w:t>All backbone cables, tie cables, outdoor cables,</w:t>
            </w:r>
            <w:r w:rsidR="00C04D0D" w:rsidRPr="00672BB9">
              <w:t xml:space="preserve"> </w:t>
            </w:r>
            <w:r w:rsidRPr="00672BB9">
              <w:t>and cables of O.D. greater than 0.28”</w:t>
            </w:r>
          </w:p>
        </w:tc>
        <w:tc>
          <w:tcPr>
            <w:tcW w:w="1620" w:type="dxa"/>
            <w:shd w:val="clear" w:color="auto" w:fill="F3F3F3"/>
          </w:tcPr>
          <w:p w14:paraId="49820219" w14:textId="77777777" w:rsidR="00252AB2" w:rsidRPr="00672BB9" w:rsidRDefault="00252AB2" w:rsidP="00672BB9">
            <w:r w:rsidRPr="00672BB9">
              <w:t>Cable tag</w:t>
            </w:r>
          </w:p>
        </w:tc>
        <w:tc>
          <w:tcPr>
            <w:tcW w:w="3960" w:type="dxa"/>
            <w:shd w:val="clear" w:color="auto" w:fill="F3F3F3"/>
          </w:tcPr>
          <w:p w14:paraId="1B9754B9" w14:textId="77777777" w:rsidR="00252AB2" w:rsidRPr="00672BB9" w:rsidRDefault="00252AB2" w:rsidP="00672BB9">
            <w:r w:rsidRPr="00672BB9">
              <w:t>At each end of cable, in boxes</w:t>
            </w:r>
            <w:r w:rsidR="00D81193">
              <w:t>*</w:t>
            </w:r>
            <w:r w:rsidRPr="00672BB9">
              <w:t>, handholes1, and manholes1, at cable tray intersections1, where entering/exiting tray1 or conduit1, where entering/exiting innerduct, and where entering/exiting ER1, MDR1, or TC1.</w:t>
            </w:r>
          </w:p>
        </w:tc>
        <w:tc>
          <w:tcPr>
            <w:tcW w:w="2520" w:type="dxa"/>
            <w:shd w:val="clear" w:color="auto" w:fill="F3F3F3"/>
          </w:tcPr>
          <w:p w14:paraId="1799F64E" w14:textId="77777777" w:rsidR="00252AB2" w:rsidRPr="00672BB9" w:rsidRDefault="00252AB2" w:rsidP="00672BB9">
            <w:r w:rsidRPr="00672BB9">
              <w:t>Plastic cable tie</w:t>
            </w:r>
          </w:p>
        </w:tc>
        <w:tc>
          <w:tcPr>
            <w:tcW w:w="1800" w:type="dxa"/>
            <w:shd w:val="clear" w:color="auto" w:fill="F3F3F3"/>
          </w:tcPr>
          <w:p w14:paraId="088AD18D" w14:textId="77777777" w:rsidR="00252AB2" w:rsidRPr="00672BB9" w:rsidRDefault="00252AB2" w:rsidP="00672BB9"/>
        </w:tc>
      </w:tr>
      <w:tr w:rsidR="00252AB2" w:rsidRPr="00672BB9" w14:paraId="6E5AA9C7" w14:textId="77777777" w:rsidTr="00100572">
        <w:tc>
          <w:tcPr>
            <w:tcW w:w="1555" w:type="dxa"/>
            <w:vMerge/>
            <w:shd w:val="clear" w:color="auto" w:fill="auto"/>
          </w:tcPr>
          <w:p w14:paraId="1BD0263A" w14:textId="77777777" w:rsidR="00252AB2" w:rsidRPr="00672BB9" w:rsidRDefault="00252AB2" w:rsidP="00672BB9"/>
        </w:tc>
        <w:tc>
          <w:tcPr>
            <w:tcW w:w="1980" w:type="dxa"/>
            <w:shd w:val="clear" w:color="auto" w:fill="auto"/>
          </w:tcPr>
          <w:p w14:paraId="1B574F3F" w14:textId="77777777" w:rsidR="00252AB2" w:rsidRPr="00672BB9" w:rsidRDefault="00252AB2" w:rsidP="00672BB9">
            <w:r w:rsidRPr="00672BB9">
              <w:t>All other cables with O.D. of 0.28” or less.</w:t>
            </w:r>
          </w:p>
        </w:tc>
        <w:tc>
          <w:tcPr>
            <w:tcW w:w="1620" w:type="dxa"/>
            <w:shd w:val="clear" w:color="auto" w:fill="auto"/>
          </w:tcPr>
          <w:p w14:paraId="7F87E4FF" w14:textId="77777777" w:rsidR="00252AB2" w:rsidRPr="00672BB9" w:rsidRDefault="00252AB2" w:rsidP="00672BB9">
            <w:r w:rsidRPr="00672BB9">
              <w:t>Cable label</w:t>
            </w:r>
          </w:p>
        </w:tc>
        <w:tc>
          <w:tcPr>
            <w:tcW w:w="3960" w:type="dxa"/>
            <w:shd w:val="clear" w:color="auto" w:fill="auto"/>
          </w:tcPr>
          <w:p w14:paraId="1B6904EC" w14:textId="77777777" w:rsidR="00252AB2" w:rsidRPr="00672BB9" w:rsidRDefault="00252AB2" w:rsidP="00672BB9">
            <w:r w:rsidRPr="00672BB9">
              <w:t>At each end of cable, in boxes, handholes1, and manholes1, at cable tray intersections1, where entering/exiting tray1 or conduit1, where entering/exiting innerduct, and where entering/exiting ER1, MDR1, or TC1.</w:t>
            </w:r>
          </w:p>
        </w:tc>
        <w:tc>
          <w:tcPr>
            <w:tcW w:w="2520" w:type="dxa"/>
            <w:shd w:val="clear" w:color="auto" w:fill="auto"/>
          </w:tcPr>
          <w:p w14:paraId="26EE95FF" w14:textId="77777777" w:rsidR="00252AB2" w:rsidRPr="00672BB9" w:rsidRDefault="00252AB2" w:rsidP="00672BB9">
            <w:r w:rsidRPr="00672BB9">
              <w:t>Self-adhesive with clear overlay</w:t>
            </w:r>
          </w:p>
        </w:tc>
        <w:tc>
          <w:tcPr>
            <w:tcW w:w="1800" w:type="dxa"/>
            <w:shd w:val="clear" w:color="auto" w:fill="auto"/>
          </w:tcPr>
          <w:p w14:paraId="29FD1D52" w14:textId="77777777" w:rsidR="00252AB2" w:rsidRPr="00672BB9" w:rsidRDefault="00252AB2" w:rsidP="00672BB9"/>
        </w:tc>
      </w:tr>
      <w:tr w:rsidR="008B541A" w:rsidRPr="00672BB9" w14:paraId="5E6AFAF0" w14:textId="77777777" w:rsidTr="00D21725">
        <w:tc>
          <w:tcPr>
            <w:tcW w:w="1555" w:type="dxa"/>
            <w:shd w:val="clear" w:color="auto" w:fill="F3F3F3"/>
          </w:tcPr>
          <w:p w14:paraId="27303314" w14:textId="77777777" w:rsidR="00D81193" w:rsidRPr="00672BB9" w:rsidRDefault="00D81193" w:rsidP="00672BB9">
            <w:r>
              <w:t>Termination hardware</w:t>
            </w:r>
          </w:p>
        </w:tc>
        <w:tc>
          <w:tcPr>
            <w:tcW w:w="1980" w:type="dxa"/>
            <w:shd w:val="clear" w:color="auto" w:fill="F3F3F3"/>
          </w:tcPr>
          <w:p w14:paraId="7F243C6F" w14:textId="77777777" w:rsidR="00D81193" w:rsidRPr="00672BB9" w:rsidRDefault="00D81193" w:rsidP="00672BB9">
            <w:r>
              <w:t>CD, FD, CV, FV, CU, PP, TV, CM</w:t>
            </w:r>
          </w:p>
        </w:tc>
        <w:tc>
          <w:tcPr>
            <w:tcW w:w="1620" w:type="dxa"/>
            <w:shd w:val="clear" w:color="auto" w:fill="F3F3F3"/>
          </w:tcPr>
          <w:p w14:paraId="2C2F7B0B" w14:textId="77777777" w:rsidR="00D81193" w:rsidRPr="00672BB9" w:rsidRDefault="00D81193" w:rsidP="00672BB9">
            <w:r>
              <w:t>Jack label</w:t>
            </w:r>
          </w:p>
        </w:tc>
        <w:tc>
          <w:tcPr>
            <w:tcW w:w="3960" w:type="dxa"/>
            <w:shd w:val="clear" w:color="auto" w:fill="F3F3F3"/>
          </w:tcPr>
          <w:p w14:paraId="34900D45" w14:textId="77777777" w:rsidR="00D81193" w:rsidRPr="00672BB9" w:rsidRDefault="00D81193" w:rsidP="00672BB9">
            <w:r>
              <w:t>Use labels supplied with, or compatible with faceplates</w:t>
            </w:r>
          </w:p>
        </w:tc>
        <w:tc>
          <w:tcPr>
            <w:tcW w:w="2520" w:type="dxa"/>
            <w:shd w:val="clear" w:color="auto" w:fill="F3F3F3"/>
          </w:tcPr>
          <w:p w14:paraId="1559D35B" w14:textId="77777777" w:rsidR="00D81193" w:rsidRPr="00672BB9" w:rsidRDefault="00D81193" w:rsidP="00672BB9">
            <w:r>
              <w:t>Slip-in or self-adhesive</w:t>
            </w:r>
          </w:p>
        </w:tc>
        <w:tc>
          <w:tcPr>
            <w:tcW w:w="1800" w:type="dxa"/>
            <w:shd w:val="clear" w:color="auto" w:fill="F3F3F3"/>
          </w:tcPr>
          <w:p w14:paraId="320E01E2" w14:textId="77777777" w:rsidR="00D81193" w:rsidRPr="00672BB9" w:rsidRDefault="00D81193" w:rsidP="00672BB9">
            <w:r>
              <w:t>Use slip-in when label has plastic label cover on faceplate. Use self-adhesive only when faceplate is not used or has no label provision</w:t>
            </w:r>
          </w:p>
        </w:tc>
      </w:tr>
      <w:tr w:rsidR="00D26BFD" w:rsidRPr="00D81193" w14:paraId="03F2FC45" w14:textId="77777777" w:rsidTr="00100572">
        <w:tc>
          <w:tcPr>
            <w:tcW w:w="1555" w:type="dxa"/>
            <w:shd w:val="clear" w:color="auto" w:fill="auto"/>
          </w:tcPr>
          <w:p w14:paraId="4929C019" w14:textId="77777777" w:rsidR="00252AB2" w:rsidRPr="00D81193" w:rsidRDefault="00252AB2" w:rsidP="00D81193">
            <w:r w:rsidRPr="00D81193">
              <w:t>Termination hardware</w:t>
            </w:r>
          </w:p>
        </w:tc>
        <w:tc>
          <w:tcPr>
            <w:tcW w:w="1980" w:type="dxa"/>
            <w:shd w:val="clear" w:color="auto" w:fill="auto"/>
          </w:tcPr>
          <w:p w14:paraId="61BB6309" w14:textId="77777777" w:rsidR="00252AB2" w:rsidRPr="00D81193" w:rsidRDefault="00252AB2" w:rsidP="00D81193">
            <w:r w:rsidRPr="00D81193">
              <w:t>CPP, CPB, FIU, FCS, FPP, XPP, FSS</w:t>
            </w:r>
          </w:p>
        </w:tc>
        <w:tc>
          <w:tcPr>
            <w:tcW w:w="1620" w:type="dxa"/>
            <w:shd w:val="clear" w:color="auto" w:fill="auto"/>
          </w:tcPr>
          <w:p w14:paraId="6CD335F2" w14:textId="77777777" w:rsidR="00252AB2" w:rsidRPr="00D81193" w:rsidRDefault="00252AB2" w:rsidP="00D81193">
            <w:r w:rsidRPr="00D81193">
              <w:t>Termination label</w:t>
            </w:r>
          </w:p>
        </w:tc>
        <w:tc>
          <w:tcPr>
            <w:tcW w:w="3960" w:type="dxa"/>
            <w:shd w:val="clear" w:color="auto" w:fill="auto"/>
          </w:tcPr>
          <w:p w14:paraId="7DC97168" w14:textId="77777777" w:rsidR="00252AB2" w:rsidRPr="00D81193" w:rsidRDefault="00252AB2" w:rsidP="00D81193">
            <w:r w:rsidRPr="00D81193">
              <w:t>For 110 blocks:</w:t>
            </w:r>
            <w:r w:rsidR="00C04D0D" w:rsidRPr="00D81193">
              <w:t xml:space="preserve"> </w:t>
            </w:r>
            <w:r w:rsidRPr="00D81193">
              <w:t>Label block using label supplied with, or compatible with block.</w:t>
            </w:r>
            <w:r w:rsidR="00C04D0D" w:rsidRPr="00D81193">
              <w:t xml:space="preserve"> </w:t>
            </w:r>
            <w:r w:rsidRPr="00D81193">
              <w:t>Label with block number and label all pairs.</w:t>
            </w:r>
          </w:p>
          <w:p w14:paraId="3410A396" w14:textId="77777777" w:rsidR="00252AB2" w:rsidRPr="00D81193" w:rsidRDefault="00252AB2" w:rsidP="00D81193"/>
          <w:p w14:paraId="7D606E41" w14:textId="77777777" w:rsidR="00252AB2" w:rsidRPr="00D81193" w:rsidRDefault="00252AB2" w:rsidP="00D81193">
            <w:r w:rsidRPr="00D81193">
              <w:t>For RJ45 patch panels:</w:t>
            </w:r>
            <w:r w:rsidR="00C04D0D" w:rsidRPr="00D81193">
              <w:t xml:space="preserve"> </w:t>
            </w:r>
            <w:r w:rsidRPr="00D81193">
              <w:t xml:space="preserve">Label patch panel </w:t>
            </w:r>
            <w:r w:rsidRPr="00D81193">
              <w:lastRenderedPageBreak/>
              <w:t>using label supplied with, or compatible with patch panel.</w:t>
            </w:r>
            <w:r w:rsidR="00C04D0D" w:rsidRPr="00D81193">
              <w:t xml:space="preserve"> </w:t>
            </w:r>
            <w:r w:rsidRPr="00D81193">
              <w:t>Label with patch panel number and label patch ports with outlet number on front, and label 110 terminations with outlet number on back.</w:t>
            </w:r>
          </w:p>
          <w:p w14:paraId="7772BFBA" w14:textId="77777777" w:rsidR="00252AB2" w:rsidRPr="00D81193" w:rsidRDefault="00252AB2" w:rsidP="00D81193"/>
          <w:p w14:paraId="08323630" w14:textId="77777777" w:rsidR="00252AB2" w:rsidRPr="00D81193" w:rsidRDefault="00252AB2" w:rsidP="00D81193">
            <w:r w:rsidRPr="00D81193">
              <w:t>For fiber optic patch panels and protector panels:</w:t>
            </w:r>
            <w:r w:rsidR="00C04D0D" w:rsidRPr="00D81193">
              <w:t xml:space="preserve"> </w:t>
            </w:r>
            <w:r w:rsidRPr="00D81193">
              <w:t>Label panel on front of cover and on inside of housing with panel number.</w:t>
            </w:r>
            <w:r w:rsidR="00C04D0D" w:rsidRPr="00D81193">
              <w:t xml:space="preserve"> </w:t>
            </w:r>
            <w:r w:rsidRPr="00D81193">
              <w:t>Label protector panel positions with cable number(s) and pair(s).</w:t>
            </w:r>
          </w:p>
        </w:tc>
        <w:tc>
          <w:tcPr>
            <w:tcW w:w="2520" w:type="dxa"/>
            <w:shd w:val="clear" w:color="auto" w:fill="auto"/>
          </w:tcPr>
          <w:p w14:paraId="09558D68" w14:textId="77777777" w:rsidR="00252AB2" w:rsidRPr="00D81193" w:rsidRDefault="00252AB2" w:rsidP="00D81193">
            <w:r w:rsidRPr="00D81193">
              <w:lastRenderedPageBreak/>
              <w:t>Slip-in or self-adhesive</w:t>
            </w:r>
          </w:p>
          <w:p w14:paraId="321E8A93" w14:textId="77777777" w:rsidR="00252AB2" w:rsidRPr="00D81193" w:rsidRDefault="00252AB2" w:rsidP="00D81193"/>
          <w:p w14:paraId="58B7014B" w14:textId="77777777" w:rsidR="00D81193" w:rsidRPr="00D81193" w:rsidRDefault="00D81193" w:rsidP="00D81193"/>
          <w:p w14:paraId="7FB9768E" w14:textId="77777777" w:rsidR="00252AB2" w:rsidRPr="00D81193" w:rsidRDefault="00252AB2" w:rsidP="00D81193"/>
          <w:p w14:paraId="09061D66" w14:textId="77777777" w:rsidR="00252AB2" w:rsidRPr="00D81193" w:rsidRDefault="00252AB2" w:rsidP="00D81193">
            <w:r w:rsidRPr="00D81193">
              <w:lastRenderedPageBreak/>
              <w:t>Slip-in or self-adhesive</w:t>
            </w:r>
          </w:p>
          <w:p w14:paraId="4AA2969D" w14:textId="77777777" w:rsidR="00252AB2" w:rsidRPr="00D81193" w:rsidRDefault="00252AB2" w:rsidP="00D81193"/>
          <w:p w14:paraId="5A78E697" w14:textId="77777777" w:rsidR="00252AB2" w:rsidRPr="00D81193" w:rsidRDefault="00252AB2" w:rsidP="00D81193"/>
          <w:p w14:paraId="6B331BB9" w14:textId="77777777" w:rsidR="00252AB2" w:rsidRPr="00D81193" w:rsidRDefault="00252AB2" w:rsidP="00D81193"/>
          <w:p w14:paraId="22BB857D" w14:textId="77777777" w:rsidR="00252AB2" w:rsidRPr="00D81193" w:rsidRDefault="00252AB2" w:rsidP="00D81193"/>
          <w:p w14:paraId="0EFCDADD" w14:textId="77777777" w:rsidR="00252AB2" w:rsidRPr="00D81193" w:rsidRDefault="00252AB2" w:rsidP="00D81193"/>
          <w:p w14:paraId="15650A95" w14:textId="77777777" w:rsidR="00D81193" w:rsidRPr="00D81193" w:rsidRDefault="00D81193" w:rsidP="00D81193"/>
          <w:p w14:paraId="6053B5BE" w14:textId="77777777" w:rsidR="00D81193" w:rsidRPr="00D81193" w:rsidRDefault="00D81193" w:rsidP="00D81193"/>
          <w:p w14:paraId="06701C09" w14:textId="77777777" w:rsidR="00D81193" w:rsidRPr="00D81193" w:rsidRDefault="00D81193" w:rsidP="00D81193"/>
          <w:p w14:paraId="15F028DD" w14:textId="77777777" w:rsidR="00252AB2" w:rsidRPr="00D81193" w:rsidRDefault="00252AB2" w:rsidP="00D81193">
            <w:r w:rsidRPr="00D81193">
              <w:t>Slip-in and self-adhesive</w:t>
            </w:r>
          </w:p>
        </w:tc>
        <w:tc>
          <w:tcPr>
            <w:tcW w:w="1800" w:type="dxa"/>
            <w:shd w:val="clear" w:color="auto" w:fill="auto"/>
          </w:tcPr>
          <w:p w14:paraId="395C647A" w14:textId="77777777" w:rsidR="00252AB2" w:rsidRPr="00D81193" w:rsidRDefault="00252AB2" w:rsidP="00D81193">
            <w:r w:rsidRPr="00D81193">
              <w:lastRenderedPageBreak/>
              <w:t>For all termination types:</w:t>
            </w:r>
          </w:p>
          <w:p w14:paraId="28876D05" w14:textId="77777777" w:rsidR="00252AB2" w:rsidRPr="00D81193" w:rsidRDefault="00252AB2" w:rsidP="00D81193"/>
          <w:p w14:paraId="6E6E2457" w14:textId="77777777" w:rsidR="00252AB2" w:rsidRPr="00D81193" w:rsidRDefault="00252AB2" w:rsidP="00D81193">
            <w:r w:rsidRPr="00D81193">
              <w:t xml:space="preserve">Use color-coded termination </w:t>
            </w:r>
            <w:r w:rsidRPr="00D81193">
              <w:lastRenderedPageBreak/>
              <w:t>labels per color coding standards of TIA-606.</w:t>
            </w:r>
          </w:p>
          <w:p w14:paraId="12752168" w14:textId="77777777" w:rsidR="00252AB2" w:rsidRPr="00D81193" w:rsidRDefault="00252AB2" w:rsidP="00D81193"/>
          <w:p w14:paraId="328F59BD" w14:textId="77777777" w:rsidR="00D81193" w:rsidRPr="00D81193" w:rsidRDefault="00D81193" w:rsidP="00D81193"/>
          <w:p w14:paraId="40728206" w14:textId="77777777" w:rsidR="00252AB2" w:rsidRPr="00D81193" w:rsidRDefault="00252AB2" w:rsidP="00D81193">
            <w:r w:rsidRPr="00D81193">
              <w:t>Submit proposed products and labeling method for approval.</w:t>
            </w:r>
          </w:p>
        </w:tc>
      </w:tr>
      <w:tr w:rsidR="008B541A" w:rsidRPr="00D81193" w14:paraId="31A2E867" w14:textId="77777777" w:rsidTr="00D21725">
        <w:tc>
          <w:tcPr>
            <w:tcW w:w="1555" w:type="dxa"/>
            <w:vMerge w:val="restart"/>
            <w:shd w:val="clear" w:color="auto" w:fill="F3F3F3"/>
          </w:tcPr>
          <w:p w14:paraId="1BC49F9C" w14:textId="77777777" w:rsidR="00252AB2" w:rsidRPr="00D81193" w:rsidRDefault="00252AB2" w:rsidP="00D81193">
            <w:r w:rsidRPr="00D81193">
              <w:lastRenderedPageBreak/>
              <w:t>Splice</w:t>
            </w:r>
          </w:p>
        </w:tc>
        <w:tc>
          <w:tcPr>
            <w:tcW w:w="1980" w:type="dxa"/>
            <w:shd w:val="clear" w:color="auto" w:fill="F3F3F3"/>
          </w:tcPr>
          <w:p w14:paraId="612BF485" w14:textId="77777777" w:rsidR="00252AB2" w:rsidRPr="00D81193" w:rsidRDefault="00252AB2" w:rsidP="00D81193">
            <w:r w:rsidRPr="00D81193">
              <w:t>Type CS</w:t>
            </w:r>
          </w:p>
        </w:tc>
        <w:tc>
          <w:tcPr>
            <w:tcW w:w="1620" w:type="dxa"/>
            <w:shd w:val="clear" w:color="auto" w:fill="F3F3F3"/>
          </w:tcPr>
          <w:p w14:paraId="6E506BC7" w14:textId="77777777" w:rsidR="00252AB2" w:rsidRPr="00D81193" w:rsidRDefault="00252AB2" w:rsidP="00D81193">
            <w:r w:rsidRPr="00D81193">
              <w:t>Wire tag</w:t>
            </w:r>
          </w:p>
        </w:tc>
        <w:tc>
          <w:tcPr>
            <w:tcW w:w="3960" w:type="dxa"/>
            <w:shd w:val="clear" w:color="auto" w:fill="F3F3F3"/>
          </w:tcPr>
          <w:p w14:paraId="1E43ACDA" w14:textId="77777777" w:rsidR="00252AB2" w:rsidRPr="00D81193" w:rsidRDefault="00252AB2" w:rsidP="00D81193">
            <w:r w:rsidRPr="00D81193">
              <w:t>Within 6” of splice</w:t>
            </w:r>
          </w:p>
        </w:tc>
        <w:tc>
          <w:tcPr>
            <w:tcW w:w="2520" w:type="dxa"/>
            <w:shd w:val="clear" w:color="auto" w:fill="F3F3F3"/>
          </w:tcPr>
          <w:p w14:paraId="254AEEE7" w14:textId="77777777" w:rsidR="00252AB2" w:rsidRPr="00D81193" w:rsidRDefault="00252AB2" w:rsidP="00D81193">
            <w:r w:rsidRPr="00D81193">
              <w:t>Small plastic wire tie through pair twist</w:t>
            </w:r>
          </w:p>
        </w:tc>
        <w:tc>
          <w:tcPr>
            <w:tcW w:w="1800" w:type="dxa"/>
            <w:shd w:val="clear" w:color="auto" w:fill="F3F3F3"/>
          </w:tcPr>
          <w:p w14:paraId="46BBE73D" w14:textId="77777777" w:rsidR="00252AB2" w:rsidRPr="00D81193" w:rsidRDefault="00252AB2" w:rsidP="00D81193"/>
        </w:tc>
      </w:tr>
      <w:tr w:rsidR="00252AB2" w:rsidRPr="00D81193" w14:paraId="59B6E305" w14:textId="77777777" w:rsidTr="00100572">
        <w:tc>
          <w:tcPr>
            <w:tcW w:w="1555" w:type="dxa"/>
            <w:vMerge/>
            <w:shd w:val="clear" w:color="auto" w:fill="auto"/>
          </w:tcPr>
          <w:p w14:paraId="51BA77B5" w14:textId="77777777" w:rsidR="00252AB2" w:rsidRPr="00D81193" w:rsidRDefault="00252AB2" w:rsidP="00D81193"/>
        </w:tc>
        <w:tc>
          <w:tcPr>
            <w:tcW w:w="1980" w:type="dxa"/>
            <w:shd w:val="clear" w:color="auto" w:fill="auto"/>
          </w:tcPr>
          <w:p w14:paraId="798F2EBF" w14:textId="77777777" w:rsidR="00252AB2" w:rsidRPr="00D81193" w:rsidRDefault="00252AB2" w:rsidP="00D81193">
            <w:r w:rsidRPr="00D81193">
              <w:t>Type FS</w:t>
            </w:r>
          </w:p>
        </w:tc>
        <w:tc>
          <w:tcPr>
            <w:tcW w:w="1620" w:type="dxa"/>
            <w:shd w:val="clear" w:color="auto" w:fill="auto"/>
          </w:tcPr>
          <w:p w14:paraId="050146FB" w14:textId="77777777" w:rsidR="00252AB2" w:rsidRPr="00D81193" w:rsidRDefault="00252AB2" w:rsidP="00D81193">
            <w:r w:rsidRPr="00D81193">
              <w:t>As provided with or compatible with splice connector</w:t>
            </w:r>
          </w:p>
        </w:tc>
        <w:tc>
          <w:tcPr>
            <w:tcW w:w="3960" w:type="dxa"/>
            <w:shd w:val="clear" w:color="auto" w:fill="auto"/>
          </w:tcPr>
          <w:p w14:paraId="1D0CCCC0" w14:textId="77777777" w:rsidR="00252AB2" w:rsidRPr="00D81193" w:rsidRDefault="00252AB2" w:rsidP="00D81193">
            <w:r w:rsidRPr="00D81193">
              <w:t>Label splice block, cables, and pairs</w:t>
            </w:r>
          </w:p>
        </w:tc>
        <w:tc>
          <w:tcPr>
            <w:tcW w:w="2520" w:type="dxa"/>
            <w:shd w:val="clear" w:color="auto" w:fill="auto"/>
          </w:tcPr>
          <w:p w14:paraId="0F1792C2" w14:textId="77777777" w:rsidR="00252AB2" w:rsidRPr="00D81193" w:rsidRDefault="00252AB2" w:rsidP="00D81193">
            <w:r w:rsidRPr="00D81193">
              <w:t>Slip-in or self-adhesive</w:t>
            </w:r>
          </w:p>
        </w:tc>
        <w:tc>
          <w:tcPr>
            <w:tcW w:w="1800" w:type="dxa"/>
            <w:shd w:val="clear" w:color="auto" w:fill="auto"/>
          </w:tcPr>
          <w:p w14:paraId="1665C803" w14:textId="77777777" w:rsidR="00252AB2" w:rsidRPr="00D81193" w:rsidRDefault="00252AB2" w:rsidP="00D81193">
            <w:r w:rsidRPr="00D81193">
              <w:t>Submit proposed products and methods for approval</w:t>
            </w:r>
          </w:p>
        </w:tc>
      </w:tr>
      <w:tr w:rsidR="008B541A" w:rsidRPr="00D81193" w14:paraId="2CE5464F" w14:textId="77777777" w:rsidTr="00D21725">
        <w:tc>
          <w:tcPr>
            <w:tcW w:w="1555" w:type="dxa"/>
            <w:vMerge/>
            <w:shd w:val="clear" w:color="auto" w:fill="F3F3F3"/>
          </w:tcPr>
          <w:p w14:paraId="58301F0A" w14:textId="77777777" w:rsidR="00252AB2" w:rsidRPr="00D81193" w:rsidRDefault="00252AB2" w:rsidP="00D81193"/>
        </w:tc>
        <w:tc>
          <w:tcPr>
            <w:tcW w:w="1980" w:type="dxa"/>
            <w:shd w:val="clear" w:color="auto" w:fill="F3F3F3"/>
          </w:tcPr>
          <w:p w14:paraId="4923B5DF" w14:textId="77777777" w:rsidR="00252AB2" w:rsidRPr="00D81193" w:rsidRDefault="00252AB2" w:rsidP="00D81193">
            <w:r w:rsidRPr="00D81193">
              <w:t>Type FCG, FCN, FWG, FWN</w:t>
            </w:r>
          </w:p>
        </w:tc>
        <w:tc>
          <w:tcPr>
            <w:tcW w:w="1620" w:type="dxa"/>
            <w:shd w:val="clear" w:color="auto" w:fill="F3F3F3"/>
          </w:tcPr>
          <w:p w14:paraId="7A0513C9" w14:textId="77777777" w:rsidR="00252AB2" w:rsidRPr="00D81193" w:rsidRDefault="00252AB2" w:rsidP="00D81193">
            <w:r w:rsidRPr="00D81193">
              <w:t>Cable tag</w:t>
            </w:r>
          </w:p>
        </w:tc>
        <w:tc>
          <w:tcPr>
            <w:tcW w:w="3960" w:type="dxa"/>
            <w:shd w:val="clear" w:color="auto" w:fill="F3F3F3"/>
          </w:tcPr>
          <w:p w14:paraId="2FD4F5D0" w14:textId="77777777" w:rsidR="00252AB2" w:rsidRPr="00D81193" w:rsidRDefault="00252AB2" w:rsidP="00D81193">
            <w:r w:rsidRPr="00D81193">
              <w:t>Attached to closure or on cable within 6” of closure</w:t>
            </w:r>
          </w:p>
        </w:tc>
        <w:tc>
          <w:tcPr>
            <w:tcW w:w="2520" w:type="dxa"/>
            <w:shd w:val="clear" w:color="auto" w:fill="F3F3F3"/>
          </w:tcPr>
          <w:p w14:paraId="17E706B4" w14:textId="77777777" w:rsidR="00252AB2" w:rsidRPr="00D81193" w:rsidRDefault="00252AB2" w:rsidP="00D81193">
            <w:r w:rsidRPr="00D81193">
              <w:t>Plastic cable tie</w:t>
            </w:r>
          </w:p>
        </w:tc>
        <w:tc>
          <w:tcPr>
            <w:tcW w:w="1800" w:type="dxa"/>
            <w:shd w:val="clear" w:color="auto" w:fill="F3F3F3"/>
          </w:tcPr>
          <w:p w14:paraId="14F8EE93" w14:textId="77777777" w:rsidR="00252AB2" w:rsidRPr="00D81193" w:rsidRDefault="00252AB2" w:rsidP="00D81193">
            <w:r w:rsidRPr="00D81193">
              <w:t>Obtain approval of attachment location</w:t>
            </w:r>
          </w:p>
        </w:tc>
      </w:tr>
      <w:tr w:rsidR="00D81193" w:rsidRPr="00D81193" w14:paraId="1E76A63E" w14:textId="77777777" w:rsidTr="00100572">
        <w:tc>
          <w:tcPr>
            <w:tcW w:w="1555" w:type="dxa"/>
            <w:vMerge/>
            <w:shd w:val="clear" w:color="auto" w:fill="auto"/>
          </w:tcPr>
          <w:p w14:paraId="72C7146C" w14:textId="77777777" w:rsidR="00252AB2" w:rsidRPr="00D81193" w:rsidRDefault="00252AB2" w:rsidP="00D81193"/>
        </w:tc>
        <w:tc>
          <w:tcPr>
            <w:tcW w:w="1980" w:type="dxa"/>
            <w:shd w:val="clear" w:color="auto" w:fill="auto"/>
          </w:tcPr>
          <w:p w14:paraId="5A675743" w14:textId="77777777" w:rsidR="00252AB2" w:rsidRPr="00D81193" w:rsidRDefault="00252AB2" w:rsidP="00D81193">
            <w:r w:rsidRPr="00D81193">
              <w:t>Type FCS, FSS</w:t>
            </w:r>
          </w:p>
        </w:tc>
        <w:tc>
          <w:tcPr>
            <w:tcW w:w="1620" w:type="dxa"/>
            <w:shd w:val="clear" w:color="auto" w:fill="auto"/>
          </w:tcPr>
          <w:p w14:paraId="498B920F" w14:textId="77777777" w:rsidR="00252AB2" w:rsidRPr="00D81193" w:rsidRDefault="00252AB2" w:rsidP="00D81193">
            <w:r w:rsidRPr="00D81193">
              <w:t>Termination label</w:t>
            </w:r>
          </w:p>
        </w:tc>
        <w:tc>
          <w:tcPr>
            <w:tcW w:w="3960" w:type="dxa"/>
            <w:shd w:val="clear" w:color="auto" w:fill="auto"/>
          </w:tcPr>
          <w:p w14:paraId="0A6F38CC" w14:textId="77777777" w:rsidR="00252AB2" w:rsidRPr="00D81193" w:rsidRDefault="00252AB2" w:rsidP="00D81193">
            <w:r w:rsidRPr="00D81193">
              <w:t>Label enclosure on front of cover and on inside of housing.</w:t>
            </w:r>
          </w:p>
        </w:tc>
        <w:tc>
          <w:tcPr>
            <w:tcW w:w="2520" w:type="dxa"/>
            <w:shd w:val="clear" w:color="auto" w:fill="auto"/>
          </w:tcPr>
          <w:p w14:paraId="67E29A70" w14:textId="77777777" w:rsidR="00252AB2" w:rsidRPr="00D81193" w:rsidRDefault="00252AB2" w:rsidP="00D81193">
            <w:r w:rsidRPr="00D81193">
              <w:t>Self-adhesive</w:t>
            </w:r>
          </w:p>
        </w:tc>
        <w:tc>
          <w:tcPr>
            <w:tcW w:w="1800" w:type="dxa"/>
            <w:shd w:val="clear" w:color="auto" w:fill="auto"/>
          </w:tcPr>
          <w:p w14:paraId="7B4B9A98" w14:textId="77777777" w:rsidR="00252AB2" w:rsidRPr="00D81193" w:rsidRDefault="00252AB2" w:rsidP="00D81193"/>
        </w:tc>
      </w:tr>
      <w:tr w:rsidR="008B541A" w:rsidRPr="00D81193" w14:paraId="62F09306" w14:textId="77777777" w:rsidTr="00D21725">
        <w:tc>
          <w:tcPr>
            <w:tcW w:w="1555" w:type="dxa"/>
            <w:vMerge w:val="restart"/>
            <w:shd w:val="clear" w:color="auto" w:fill="F3F3F3"/>
          </w:tcPr>
          <w:p w14:paraId="48D45717" w14:textId="77777777" w:rsidR="00D81193" w:rsidRPr="00D81193" w:rsidRDefault="00D81193" w:rsidP="00D81193">
            <w:r w:rsidRPr="00D81193">
              <w:t>Grounding system</w:t>
            </w:r>
          </w:p>
        </w:tc>
        <w:tc>
          <w:tcPr>
            <w:tcW w:w="1980" w:type="dxa"/>
            <w:shd w:val="clear" w:color="auto" w:fill="F3F3F3"/>
          </w:tcPr>
          <w:p w14:paraId="151DDA89" w14:textId="77777777" w:rsidR="00D81193" w:rsidRPr="00D81193" w:rsidRDefault="00D81193" w:rsidP="00D81193">
            <w:r w:rsidRPr="00D81193">
              <w:t>BC, EG</w:t>
            </w:r>
          </w:p>
        </w:tc>
        <w:tc>
          <w:tcPr>
            <w:tcW w:w="1620" w:type="dxa"/>
            <w:shd w:val="clear" w:color="auto" w:fill="F3F3F3"/>
          </w:tcPr>
          <w:p w14:paraId="355570B1" w14:textId="77777777" w:rsidR="00D81193" w:rsidRPr="00D81193" w:rsidRDefault="00D81193" w:rsidP="00D81193">
            <w:r w:rsidRPr="00D81193">
              <w:t>Cable label</w:t>
            </w:r>
          </w:p>
          <w:p w14:paraId="29D1159C" w14:textId="77777777" w:rsidR="00D81193" w:rsidRPr="00D81193" w:rsidRDefault="00D81193" w:rsidP="00D81193"/>
          <w:p w14:paraId="5536DD4F" w14:textId="77777777" w:rsidR="00D81193" w:rsidRPr="00D81193" w:rsidRDefault="00D81193" w:rsidP="00D81193"/>
          <w:p w14:paraId="34D4FF29" w14:textId="77777777" w:rsidR="00D81193" w:rsidRPr="00D81193" w:rsidRDefault="00D81193" w:rsidP="00D81193"/>
          <w:p w14:paraId="6A4D8B1A" w14:textId="77777777" w:rsidR="00D81193" w:rsidRPr="00D81193" w:rsidRDefault="00D81193" w:rsidP="00D81193"/>
          <w:p w14:paraId="3BDE6207" w14:textId="77777777" w:rsidR="00D81193" w:rsidRPr="00D81193" w:rsidRDefault="00D81193" w:rsidP="00D81193"/>
          <w:p w14:paraId="5D636A80" w14:textId="77777777" w:rsidR="00D81193" w:rsidRPr="00D81193" w:rsidRDefault="00D81193" w:rsidP="00D81193"/>
          <w:p w14:paraId="49F9A709" w14:textId="77777777" w:rsidR="00D81193" w:rsidRPr="00D81193" w:rsidRDefault="00D81193" w:rsidP="00D81193">
            <w:r w:rsidRPr="00D81193">
              <w:t>Ground warning</w:t>
            </w:r>
          </w:p>
        </w:tc>
        <w:tc>
          <w:tcPr>
            <w:tcW w:w="3960" w:type="dxa"/>
            <w:shd w:val="clear" w:color="auto" w:fill="F3F3F3"/>
          </w:tcPr>
          <w:p w14:paraId="0989EBC0" w14:textId="77777777" w:rsidR="00D81193" w:rsidRPr="00D81193" w:rsidRDefault="00D81193" w:rsidP="00D81193">
            <w:r w:rsidRPr="00D81193">
              <w:lastRenderedPageBreak/>
              <w:t xml:space="preserve">At each end of conductor, in boxes*, handholes1, and manholes1, at cable tray intersections1, where </w:t>
            </w:r>
            <w:r w:rsidRPr="00D81193">
              <w:lastRenderedPageBreak/>
              <w:t>entering/exiting tray1 or conduit1, where entering/exiting innerduct, and where entering/exiting EF1, ER1, MDR1, or TC1.</w:t>
            </w:r>
          </w:p>
          <w:p w14:paraId="0B25D24F" w14:textId="77777777" w:rsidR="00D81193" w:rsidRPr="00D81193" w:rsidRDefault="00D81193" w:rsidP="00D81193"/>
          <w:p w14:paraId="4501E4F5" w14:textId="77777777" w:rsidR="00D81193" w:rsidRPr="00D81193" w:rsidRDefault="00D81193" w:rsidP="00D81193">
            <w:r w:rsidRPr="00D81193">
              <w:t>Within 3” of each end of conductor, at any tee splice</w:t>
            </w:r>
          </w:p>
        </w:tc>
        <w:tc>
          <w:tcPr>
            <w:tcW w:w="2520" w:type="dxa"/>
            <w:shd w:val="clear" w:color="auto" w:fill="F3F3F3"/>
          </w:tcPr>
          <w:p w14:paraId="74B9770C" w14:textId="77777777" w:rsidR="00D81193" w:rsidRPr="00D81193" w:rsidRDefault="00D81193" w:rsidP="00D81193">
            <w:r w:rsidRPr="00D81193">
              <w:lastRenderedPageBreak/>
              <w:t>Self-adhesive with clear overlay</w:t>
            </w:r>
          </w:p>
          <w:p w14:paraId="0A1904B8" w14:textId="77777777" w:rsidR="00D81193" w:rsidRPr="00D81193" w:rsidRDefault="00D81193" w:rsidP="00D81193"/>
          <w:p w14:paraId="7CD6B5F8" w14:textId="77777777" w:rsidR="00D81193" w:rsidRPr="00D81193" w:rsidRDefault="00D81193" w:rsidP="00D81193"/>
          <w:p w14:paraId="540FF4F6" w14:textId="77777777" w:rsidR="00D81193" w:rsidRPr="00D81193" w:rsidRDefault="00D81193" w:rsidP="00D81193"/>
          <w:p w14:paraId="0335639A" w14:textId="77777777" w:rsidR="00D81193" w:rsidRPr="00D81193" w:rsidRDefault="00D81193" w:rsidP="00D81193"/>
          <w:p w14:paraId="323AC371" w14:textId="77777777" w:rsidR="00D81193" w:rsidRPr="00D81193" w:rsidRDefault="00D81193" w:rsidP="00D81193"/>
          <w:p w14:paraId="13689E3F" w14:textId="77777777" w:rsidR="00D81193" w:rsidRPr="00D81193" w:rsidRDefault="00D81193" w:rsidP="00D81193"/>
          <w:p w14:paraId="2F8B9959" w14:textId="77777777" w:rsidR="00D81193" w:rsidRPr="00D81193" w:rsidRDefault="00D81193" w:rsidP="00D81193">
            <w:r w:rsidRPr="00D81193">
              <w:t>Plastic cable tie</w:t>
            </w:r>
          </w:p>
        </w:tc>
        <w:tc>
          <w:tcPr>
            <w:tcW w:w="1800" w:type="dxa"/>
            <w:shd w:val="clear" w:color="auto" w:fill="F3F3F3"/>
          </w:tcPr>
          <w:p w14:paraId="1986C998" w14:textId="77777777" w:rsidR="00D81193" w:rsidRPr="00D81193" w:rsidRDefault="00D81193" w:rsidP="00D81193"/>
        </w:tc>
      </w:tr>
      <w:tr w:rsidR="00D81193" w:rsidRPr="00D81193" w14:paraId="36777B93" w14:textId="77777777" w:rsidTr="00100572">
        <w:tc>
          <w:tcPr>
            <w:tcW w:w="1555" w:type="dxa"/>
            <w:vMerge/>
            <w:shd w:val="clear" w:color="auto" w:fill="auto"/>
          </w:tcPr>
          <w:p w14:paraId="42453FF8" w14:textId="77777777" w:rsidR="00D81193" w:rsidRPr="00D81193" w:rsidRDefault="00D81193" w:rsidP="00D81193"/>
        </w:tc>
        <w:tc>
          <w:tcPr>
            <w:tcW w:w="1980" w:type="dxa"/>
            <w:shd w:val="clear" w:color="auto" w:fill="auto"/>
          </w:tcPr>
          <w:p w14:paraId="75B3F16B" w14:textId="77777777" w:rsidR="00D81193" w:rsidRPr="00D81193" w:rsidRDefault="00D81193" w:rsidP="00D81193">
            <w:r w:rsidRPr="00D81193">
              <w:t>GB, TG, TM</w:t>
            </w:r>
          </w:p>
        </w:tc>
        <w:tc>
          <w:tcPr>
            <w:tcW w:w="1620" w:type="dxa"/>
            <w:shd w:val="clear" w:color="auto" w:fill="auto"/>
          </w:tcPr>
          <w:p w14:paraId="13419E65" w14:textId="77777777" w:rsidR="00D81193" w:rsidRPr="00D81193" w:rsidRDefault="00D81193" w:rsidP="00D81193">
            <w:r w:rsidRPr="00D81193">
              <w:t>Cable tag</w:t>
            </w:r>
          </w:p>
        </w:tc>
        <w:tc>
          <w:tcPr>
            <w:tcW w:w="3960" w:type="dxa"/>
            <w:shd w:val="clear" w:color="auto" w:fill="auto"/>
          </w:tcPr>
          <w:p w14:paraId="57663A5E" w14:textId="77777777" w:rsidR="00D81193" w:rsidRPr="00D81193" w:rsidRDefault="00D81193" w:rsidP="00D81193">
            <w:r w:rsidRPr="00D81193">
              <w:t>Attached to busbar</w:t>
            </w:r>
          </w:p>
        </w:tc>
        <w:tc>
          <w:tcPr>
            <w:tcW w:w="2520" w:type="dxa"/>
            <w:shd w:val="clear" w:color="auto" w:fill="auto"/>
          </w:tcPr>
          <w:p w14:paraId="07DA1267" w14:textId="77777777" w:rsidR="00D81193" w:rsidRPr="00D81193" w:rsidRDefault="00D81193" w:rsidP="00D81193">
            <w:r w:rsidRPr="00D81193">
              <w:t>Plastic cable tie</w:t>
            </w:r>
          </w:p>
        </w:tc>
        <w:tc>
          <w:tcPr>
            <w:tcW w:w="1800" w:type="dxa"/>
            <w:shd w:val="clear" w:color="auto" w:fill="auto"/>
          </w:tcPr>
          <w:p w14:paraId="54009C42" w14:textId="77777777" w:rsidR="00D81193" w:rsidRPr="00D81193" w:rsidRDefault="00D81193" w:rsidP="00D81193"/>
        </w:tc>
      </w:tr>
    </w:tbl>
    <w:p w14:paraId="20CC89F3" w14:textId="77777777" w:rsidR="00FD62B3" w:rsidRDefault="00D81193" w:rsidP="00D81193">
      <w:pPr>
        <w:sectPr w:rsidR="00FD62B3" w:rsidSect="00672BB9">
          <w:pgSz w:w="15840" w:h="12240" w:orient="landscape" w:code="1"/>
          <w:pgMar w:top="1008" w:right="1440" w:bottom="1008" w:left="1440" w:header="576" w:footer="576" w:gutter="0"/>
          <w:cols w:space="720"/>
          <w:docGrid w:linePitch="360"/>
        </w:sectPr>
      </w:pPr>
      <w:r>
        <w:t>*If a conductor is within an innerduct or conduit that runs without interruption through these locations, the cable does not require a label at this location.</w:t>
      </w:r>
    </w:p>
    <w:p w14:paraId="61D4F70F" w14:textId="77777777" w:rsidR="000C4007" w:rsidRPr="00FD62B3" w:rsidRDefault="00505D6A" w:rsidP="00FD62B3">
      <w:pPr>
        <w:pStyle w:val="NumberedMaterial"/>
        <w:rPr>
          <w:u w:val="single"/>
        </w:rPr>
      </w:pPr>
      <w:r w:rsidRPr="00FD62B3">
        <w:rPr>
          <w:u w:val="single"/>
        </w:rPr>
        <w:lastRenderedPageBreak/>
        <w:t>EXECUTION - NOT USED</w:t>
      </w:r>
    </w:p>
    <w:p w14:paraId="4216D4BD" w14:textId="77777777" w:rsidR="002D5778" w:rsidRPr="00FD62B3" w:rsidRDefault="002D5778" w:rsidP="00FD62B3">
      <w:pPr>
        <w:pStyle w:val="NumberedMaterial"/>
        <w:rPr>
          <w:u w:val="single"/>
        </w:rPr>
      </w:pPr>
      <w:r w:rsidRPr="00FD62B3">
        <w:rPr>
          <w:u w:val="single"/>
        </w:rPr>
        <w:t>MEASUREMENT AND PAYMENT</w:t>
      </w:r>
    </w:p>
    <w:p w14:paraId="00EC2BC8" w14:textId="77777777" w:rsidR="002C622D" w:rsidRDefault="002C622D" w:rsidP="00FD62B3">
      <w:pPr>
        <w:pStyle w:val="NumberedMaterial"/>
        <w:numPr>
          <w:ilvl w:val="1"/>
          <w:numId w:val="16"/>
        </w:numPr>
      </w:pPr>
      <w:r>
        <w:t>GENERAL</w:t>
      </w:r>
    </w:p>
    <w:p w14:paraId="7F585851" w14:textId="77777777" w:rsidR="002C622D" w:rsidRDefault="002C622D" w:rsidP="00FD62B3">
      <w:pPr>
        <w:pStyle w:val="NumberedMaterial"/>
        <w:numPr>
          <w:ilvl w:val="2"/>
          <w:numId w:val="16"/>
        </w:numPr>
      </w:pPr>
      <w:r>
        <w:t xml:space="preserve">No separate measurement or payment will be made for the </w:t>
      </w:r>
      <w:r w:rsidR="00A3568F">
        <w:t>Work</w:t>
      </w:r>
      <w:r>
        <w:t xml:space="preserve"> required by this section. The cost for this portion of the Work will be considered incidental to, and included in the payments made for the applicable bid items in the [</w:t>
      </w:r>
      <w:r w:rsidRPr="00FD62B3">
        <w:t>Schedule of Unit Prices</w:t>
      </w:r>
      <w:r>
        <w:t>] [</w:t>
      </w:r>
      <w:r w:rsidRPr="00FD62B3">
        <w:t>Lump Sum price bid for the Project</w:t>
      </w:r>
      <w:r>
        <w:t>].</w:t>
      </w:r>
    </w:p>
    <w:p w14:paraId="7B411243" w14:textId="77777777" w:rsidR="005668C7" w:rsidRDefault="005668C7" w:rsidP="005668C7">
      <w:pPr>
        <w:pStyle w:val="End"/>
      </w:pPr>
      <w:r>
        <w:t>End of Section</w:t>
      </w:r>
    </w:p>
    <w:p w14:paraId="0A667CDE" w14:textId="77777777" w:rsidR="000632A7" w:rsidRDefault="000632A7" w:rsidP="000632A7">
      <w:pPr>
        <w:pStyle w:val="End"/>
        <w:spacing w:before="120"/>
        <w:jc w:val="left"/>
      </w:pPr>
      <w:r>
        <w:t>Revision History:</w:t>
      </w:r>
    </w:p>
    <w:p w14:paraId="18D1131D" w14:textId="77777777" w:rsidR="000632A7" w:rsidRDefault="00136348" w:rsidP="000632A7">
      <w:pPr>
        <w:pStyle w:val="End"/>
        <w:spacing w:before="120"/>
        <w:jc w:val="left"/>
      </w:pPr>
      <w:r>
        <w:t>05/01</w:t>
      </w:r>
      <w:r w:rsidR="000632A7">
        <w:t>/2014 Conversion to 2004 CSI Numbering System</w:t>
      </w:r>
    </w:p>
    <w:p w14:paraId="27D6F76F" w14:textId="2CAF69E5" w:rsidR="00474CCB" w:rsidRDefault="00474CCB" w:rsidP="000632A7">
      <w:pPr>
        <w:pStyle w:val="End"/>
        <w:spacing w:before="120"/>
        <w:jc w:val="left"/>
      </w:pPr>
      <w:r w:rsidRPr="00474CCB">
        <w:t>10/15/2014 Added Sole Source and Salient Characteristics Note to Part 2</w:t>
      </w:r>
      <w:r>
        <w:t xml:space="preserve"> and revisions</w:t>
      </w:r>
    </w:p>
    <w:p w14:paraId="7CDF2421" w14:textId="77777777" w:rsidR="00AF0C9E" w:rsidRPr="000972F4" w:rsidRDefault="00AF0C9E" w:rsidP="00AF0C9E">
      <w:pPr>
        <w:pStyle w:val="End"/>
        <w:spacing w:before="120"/>
        <w:jc w:val="left"/>
      </w:pPr>
      <w:r>
        <w:t>09/</w:t>
      </w:r>
      <w:r w:rsidR="00623FD8">
        <w:t>11</w:t>
      </w:r>
      <w:r>
        <w:t xml:space="preserve">/2020 Updated Specification </w:t>
      </w:r>
      <w:r w:rsidR="00741FFD">
        <w:t>per</w:t>
      </w:r>
      <w:r>
        <w:t xml:space="preserve"> current F&amp;I standards</w:t>
      </w:r>
    </w:p>
    <w:sectPr w:rsidR="00AF0C9E" w:rsidRPr="000972F4" w:rsidSect="00FD62B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9FF63" w14:textId="77777777" w:rsidR="00F9485A" w:rsidRDefault="00F9485A">
      <w:r>
        <w:separator/>
      </w:r>
    </w:p>
  </w:endnote>
  <w:endnote w:type="continuationSeparator" w:id="0">
    <w:p w14:paraId="2081014B" w14:textId="77777777" w:rsidR="00F9485A" w:rsidRDefault="00F9485A">
      <w:r>
        <w:continuationSeparator/>
      </w:r>
    </w:p>
  </w:endnote>
  <w:endnote w:type="continuationNotice" w:id="1">
    <w:p w14:paraId="02BDE12B" w14:textId="77777777" w:rsidR="00F9485A" w:rsidRDefault="00F948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C8E43" w14:textId="4FC70E55" w:rsidR="002B5222" w:rsidRPr="00B10C4C" w:rsidRDefault="002B5222" w:rsidP="003C755D">
    <w:pPr>
      <w:pStyle w:val="Footer"/>
    </w:pPr>
    <w:r>
      <w:t>MC-XXXXXX / WP #XXXXXX</w:t>
    </w:r>
    <w:r>
      <w:tab/>
    </w:r>
    <w:r w:rsidRPr="00B10C4C">
      <w:fldChar w:fldCharType="begin"/>
    </w:r>
    <w:r w:rsidRPr="00B10C4C">
      <w:instrText xml:space="preserve">IF </w:instrText>
    </w:r>
    <w:r w:rsidRPr="00B10C4C">
      <w:fldChar w:fldCharType="begin"/>
    </w:r>
    <w:r w:rsidRPr="00B10C4C">
      <w:instrText xml:space="preserve"> STYLEREF "Numbered Material" \r</w:instrText>
    </w:r>
    <w:r w:rsidRPr="00B10C4C">
      <w:fldChar w:fldCharType="separate"/>
    </w:r>
    <w:r w:rsidR="00B71942">
      <w:rPr>
        <w:noProof/>
      </w:rPr>
      <w:instrText xml:space="preserve">PART 1  </w:instrText>
    </w:r>
    <w:r w:rsidRPr="00B10C4C">
      <w:fldChar w:fldCharType="end"/>
    </w:r>
    <w:r w:rsidRPr="00B10C4C">
      <w:instrText xml:space="preserve"> &lt;&gt; "Error*" "</w:instrText>
    </w:r>
    <w:r w:rsidR="00F9485A">
      <w:fldChar w:fldCharType="begin"/>
    </w:r>
    <w:r w:rsidR="00F9485A">
      <w:instrText xml:space="preserve"> STYLEREF "Numbered Material" \r </w:instrText>
    </w:r>
    <w:r w:rsidR="00F9485A">
      <w:fldChar w:fldCharType="separate"/>
    </w:r>
    <w:r w:rsidR="00B71942">
      <w:rPr>
        <w:noProof/>
      </w:rPr>
      <w:instrText xml:space="preserve">PART 1  </w:instrText>
    </w:r>
    <w:r w:rsidR="00F9485A">
      <w:rPr>
        <w:noProof/>
      </w:rPr>
      <w:fldChar w:fldCharType="end"/>
    </w:r>
    <w:r w:rsidRPr="00B10C4C">
      <w:fldChar w:fldCharType="separate"/>
    </w:r>
    <w:r w:rsidR="00B71942">
      <w:rPr>
        <w:noProof/>
      </w:rPr>
      <w:t xml:space="preserve">PART 1  </w:t>
    </w:r>
    <w:r w:rsidRPr="00B10C4C">
      <w:fldChar w:fldCharType="end"/>
    </w:r>
    <w:r>
      <w:tab/>
      <w:t>27 05 53.13–</w:t>
    </w:r>
    <w:r w:rsidRPr="00B10C4C">
      <w:fldChar w:fldCharType="begin"/>
    </w:r>
    <w:r w:rsidRPr="00B10C4C">
      <w:instrText xml:space="preserve"> PAGE </w:instrText>
    </w:r>
    <w:r w:rsidRPr="00B10C4C">
      <w:fldChar w:fldCharType="separate"/>
    </w:r>
    <w:r>
      <w:rPr>
        <w:noProof/>
      </w:rPr>
      <w:t>1</w:t>
    </w:r>
    <w:r w:rsidRPr="00B10C4C">
      <w:fldChar w:fldCharType="end"/>
    </w:r>
  </w:p>
  <w:p w14:paraId="379A7CA7" w14:textId="1465A93B" w:rsidR="002B5222" w:rsidRDefault="002B5222">
    <w:pPr>
      <w:pStyle w:val="Footer"/>
    </w:pPr>
    <w:r w:rsidRPr="0031736B">
      <w:t xml:space="preserve">Rev. </w:t>
    </w:r>
    <w:r>
      <w:t>09</w:t>
    </w:r>
    <w:r w:rsidRPr="00474CCB">
      <w:t>/</w:t>
    </w:r>
    <w:r>
      <w:t>11</w:t>
    </w:r>
    <w:r w:rsidRPr="00474CCB">
      <w:t>/</w:t>
    </w:r>
    <w: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148194" w14:textId="77777777" w:rsidR="00F9485A" w:rsidRDefault="00F9485A">
      <w:r>
        <w:separator/>
      </w:r>
    </w:p>
  </w:footnote>
  <w:footnote w:type="continuationSeparator" w:id="0">
    <w:p w14:paraId="237EF7F3" w14:textId="77777777" w:rsidR="00F9485A" w:rsidRDefault="00F9485A">
      <w:r>
        <w:continuationSeparator/>
      </w:r>
    </w:p>
  </w:footnote>
  <w:footnote w:type="continuationNotice" w:id="1">
    <w:p w14:paraId="2B3D4B92" w14:textId="77777777" w:rsidR="00F9485A" w:rsidRDefault="00F948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9F8C8" w14:textId="77777777" w:rsidR="002B5222" w:rsidRDefault="002B5222">
    <w:pPr>
      <w:pStyle w:val="Header"/>
    </w:pPr>
    <w:r>
      <w:t>DIVISION 27 - COMMUNICATIONS</w:t>
    </w:r>
  </w:p>
  <w:p w14:paraId="3D49CE9F" w14:textId="77777777" w:rsidR="002B5222" w:rsidRPr="00252AB2" w:rsidRDefault="002B5222" w:rsidP="00750BFF">
    <w:pPr>
      <w:pStyle w:val="Header"/>
    </w:pPr>
    <w:r>
      <w:t>Section 27 05 53.13</w:t>
    </w:r>
    <w:r w:rsidRPr="00252AB2">
      <w:t xml:space="preserve"> – Communications Standard for Labeling and Nomenclature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A0AF7"/>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 w15:restartNumberingAfterBreak="0">
    <w:nsid w:val="0D57079B"/>
    <w:multiLevelType w:val="hybridMultilevel"/>
    <w:tmpl w:val="D2441668"/>
    <w:lvl w:ilvl="0" w:tplc="DB249EB2">
      <w:start w:val="1"/>
      <w:numFmt w:val="upperLetter"/>
      <w:lvlText w:val="%1."/>
      <w:lvlJc w:val="left"/>
      <w:pPr>
        <w:tabs>
          <w:tab w:val="num" w:pos="1170"/>
        </w:tabs>
        <w:ind w:left="1170" w:hanging="360"/>
      </w:pPr>
      <w:rPr>
        <w:rFonts w:hint="default"/>
      </w:rPr>
    </w:lvl>
    <w:lvl w:ilvl="1" w:tplc="04090019">
      <w:start w:val="1"/>
      <w:numFmt w:val="lowerLetter"/>
      <w:lvlText w:val="%2."/>
      <w:lvlJc w:val="left"/>
      <w:pPr>
        <w:tabs>
          <w:tab w:val="num" w:pos="1890"/>
        </w:tabs>
        <w:ind w:left="1890" w:hanging="360"/>
      </w:pPr>
    </w:lvl>
    <w:lvl w:ilvl="2" w:tplc="FB4E701C">
      <w:start w:val="1"/>
      <w:numFmt w:val="decimal"/>
      <w:lvlText w:val="%3."/>
      <w:lvlJc w:val="left"/>
      <w:pPr>
        <w:tabs>
          <w:tab w:val="num" w:pos="3060"/>
        </w:tabs>
        <w:ind w:left="3060" w:hanging="630"/>
      </w:pPr>
      <w:rPr>
        <w:rFonts w:hint="default"/>
      </w:rPr>
    </w:lvl>
    <w:lvl w:ilvl="3" w:tplc="0409000F">
      <w:start w:val="1"/>
      <w:numFmt w:val="decimal"/>
      <w:lvlText w:val="%4."/>
      <w:lvlJc w:val="left"/>
      <w:pPr>
        <w:tabs>
          <w:tab w:val="num" w:pos="3330"/>
        </w:tabs>
        <w:ind w:left="3330" w:hanging="360"/>
      </w:pPr>
    </w:lvl>
    <w:lvl w:ilvl="4" w:tplc="04090019">
      <w:start w:val="1"/>
      <w:numFmt w:val="lowerLetter"/>
      <w:lvlText w:val="%5."/>
      <w:lvlJc w:val="left"/>
      <w:pPr>
        <w:tabs>
          <w:tab w:val="num" w:pos="4050"/>
        </w:tabs>
        <w:ind w:left="4050" w:hanging="360"/>
      </w:pPr>
    </w:lvl>
    <w:lvl w:ilvl="5" w:tplc="0409001B">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2" w15:restartNumberingAfterBreak="0">
    <w:nsid w:val="0F6C5BF9"/>
    <w:multiLevelType w:val="hybridMultilevel"/>
    <w:tmpl w:val="A54618C8"/>
    <w:lvl w:ilvl="0" w:tplc="51A82242">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17CAF8F6">
      <w:start w:val="1"/>
      <w:numFmt w:val="decimal"/>
      <w:lvlText w:val="%4."/>
      <w:lvlJc w:val="left"/>
      <w:pPr>
        <w:tabs>
          <w:tab w:val="num" w:pos="3240"/>
        </w:tabs>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F852077"/>
    <w:multiLevelType w:val="multilevel"/>
    <w:tmpl w:val="5CDA7A16"/>
    <w:lvl w:ilvl="0">
      <w:start w:val="2"/>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2B42F59"/>
    <w:multiLevelType w:val="hybridMultilevel"/>
    <w:tmpl w:val="60E6B7FE"/>
    <w:lvl w:ilvl="0" w:tplc="FFFFFFFF">
      <w:start w:val="1"/>
      <w:numFmt w:val="decimal"/>
      <w:lvlText w:val="%1)"/>
      <w:lvlJc w:val="left"/>
      <w:pPr>
        <w:tabs>
          <w:tab w:val="num" w:pos="1080"/>
        </w:tabs>
        <w:ind w:left="108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6" w15:restartNumberingAfterBreak="0">
    <w:nsid w:val="498D77EA"/>
    <w:multiLevelType w:val="hybridMultilevel"/>
    <w:tmpl w:val="F28A1AE2"/>
    <w:lvl w:ilvl="0" w:tplc="34FAA10E">
      <w:start w:val="1"/>
      <w:numFmt w:val="upperLetter"/>
      <w:lvlText w:val="%1."/>
      <w:lvlJc w:val="left"/>
      <w:pPr>
        <w:tabs>
          <w:tab w:val="num" w:pos="1440"/>
        </w:tabs>
        <w:ind w:left="1440" w:hanging="630"/>
      </w:pPr>
      <w:rPr>
        <w:rFonts w:hint="default"/>
      </w:rPr>
    </w:lvl>
    <w:lvl w:ilvl="1" w:tplc="A6B2A1D4">
      <w:start w:val="3"/>
      <w:numFmt w:val="decimal"/>
      <w:lvlText w:val="%2."/>
      <w:lvlJc w:val="left"/>
      <w:pPr>
        <w:tabs>
          <w:tab w:val="num" w:pos="2250"/>
        </w:tabs>
        <w:ind w:left="2250" w:hanging="720"/>
      </w:pPr>
      <w:rPr>
        <w:rFonts w:hint="default"/>
      </w:rPr>
    </w:lvl>
    <w:lvl w:ilvl="2" w:tplc="9FFE4634">
      <w:start w:val="1"/>
      <w:numFmt w:val="decimalZero"/>
      <w:lvlText w:val="%3"/>
      <w:lvlJc w:val="left"/>
      <w:pPr>
        <w:tabs>
          <w:tab w:val="num" w:pos="3150"/>
        </w:tabs>
        <w:ind w:left="3150" w:hanging="720"/>
      </w:pPr>
      <w:rPr>
        <w:rFonts w:hint="default"/>
      </w:r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7" w15:restartNumberingAfterBreak="0">
    <w:nsid w:val="65472C87"/>
    <w:multiLevelType w:val="singleLevel"/>
    <w:tmpl w:val="EE9ECEDA"/>
    <w:lvl w:ilvl="0">
      <w:start w:val="1"/>
      <w:numFmt w:val="decimal"/>
      <w:pStyle w:val="IndentBullet"/>
      <w:lvlText w:val="%1."/>
      <w:legacy w:legacy="1" w:legacySpace="0" w:legacyIndent="360"/>
      <w:lvlJc w:val="left"/>
      <w:pPr>
        <w:ind w:left="1080" w:hanging="360"/>
      </w:pPr>
    </w:lvl>
  </w:abstractNum>
  <w:abstractNum w:abstractNumId="8" w15:restartNumberingAfterBreak="0">
    <w:nsid w:val="673B1E5B"/>
    <w:multiLevelType w:val="hybridMultilevel"/>
    <w:tmpl w:val="2C6A573E"/>
    <w:lvl w:ilvl="0" w:tplc="B7A25BC0">
      <w:start w:val="2"/>
      <w:numFmt w:val="decimal"/>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abstractNum w:abstractNumId="10" w15:restartNumberingAfterBreak="0">
    <w:nsid w:val="76D64487"/>
    <w:multiLevelType w:val="multilevel"/>
    <w:tmpl w:val="66809CD8"/>
    <w:lvl w:ilvl="0">
      <w:start w:val="1"/>
      <w:numFmt w:val="decimal"/>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8FD6794"/>
    <w:multiLevelType w:val="hybridMultilevel"/>
    <w:tmpl w:val="C66E1E22"/>
    <w:lvl w:ilvl="0" w:tplc="04090001">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2" w15:restartNumberingAfterBreak="0">
    <w:nsid w:val="792D05D8"/>
    <w:multiLevelType w:val="multilevel"/>
    <w:tmpl w:val="D54C40B2"/>
    <w:lvl w:ilvl="0">
      <w:start w:val="1"/>
      <w:numFmt w:val="decimal"/>
      <w:suff w:val="nothing"/>
      <w:lvlText w:val="PART %1  "/>
      <w:lvlJc w:val="left"/>
      <w:pPr>
        <w:ind w:left="180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3" w15:restartNumberingAfterBreak="0">
    <w:nsid w:val="7E4C0761"/>
    <w:multiLevelType w:val="singleLevel"/>
    <w:tmpl w:val="122A4FB2"/>
    <w:lvl w:ilvl="0">
      <w:numFmt w:val="bullet"/>
      <w:pStyle w:val="ExampleText"/>
      <w:lvlText w:val=""/>
      <w:lvlJc w:val="left"/>
      <w:pPr>
        <w:tabs>
          <w:tab w:val="num" w:pos="720"/>
        </w:tabs>
        <w:ind w:left="720" w:hanging="360"/>
      </w:pPr>
      <w:rPr>
        <w:rFonts w:ascii="Symbol" w:hAnsi="Symbol" w:hint="default"/>
        <w:sz w:val="22"/>
      </w:rPr>
    </w:lvl>
  </w:abstractNum>
  <w:num w:numId="1">
    <w:abstractNumId w:val="5"/>
  </w:num>
  <w:num w:numId="2">
    <w:abstractNumId w:val="0"/>
  </w:num>
  <w:num w:numId="3">
    <w:abstractNumId w:val="9"/>
  </w:num>
  <w:num w:numId="4">
    <w:abstractNumId w:val="7"/>
  </w:num>
  <w:num w:numId="5">
    <w:abstractNumId w:val="13"/>
  </w:num>
  <w:num w:numId="6">
    <w:abstractNumId w:val="10"/>
  </w:num>
  <w:num w:numId="7">
    <w:abstractNumId w:val="6"/>
  </w:num>
  <w:num w:numId="8">
    <w:abstractNumId w:val="3"/>
  </w:num>
  <w:num w:numId="9">
    <w:abstractNumId w:val="2"/>
  </w:num>
  <w:num w:numId="10">
    <w:abstractNumId w:val="8"/>
  </w:num>
  <w:num w:numId="11">
    <w:abstractNumId w:val="1"/>
  </w:num>
  <w:num w:numId="12">
    <w:abstractNumId w:val="11"/>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42FA8"/>
    <w:rsid w:val="00007872"/>
    <w:rsid w:val="00011579"/>
    <w:rsid w:val="000310EB"/>
    <w:rsid w:val="00057B10"/>
    <w:rsid w:val="000632A7"/>
    <w:rsid w:val="000878D2"/>
    <w:rsid w:val="000972F4"/>
    <w:rsid w:val="000A664C"/>
    <w:rsid w:val="000C4007"/>
    <w:rsid w:val="00100572"/>
    <w:rsid w:val="00134CAC"/>
    <w:rsid w:val="00136348"/>
    <w:rsid w:val="00137C95"/>
    <w:rsid w:val="0015024A"/>
    <w:rsid w:val="001579A8"/>
    <w:rsid w:val="00186D7D"/>
    <w:rsid w:val="001E5F6B"/>
    <w:rsid w:val="001E78E0"/>
    <w:rsid w:val="001F7C1F"/>
    <w:rsid w:val="00252AB2"/>
    <w:rsid w:val="002A1043"/>
    <w:rsid w:val="002A660E"/>
    <w:rsid w:val="002B1F50"/>
    <w:rsid w:val="002B5222"/>
    <w:rsid w:val="002C622D"/>
    <w:rsid w:val="002D5778"/>
    <w:rsid w:val="00307291"/>
    <w:rsid w:val="00310308"/>
    <w:rsid w:val="003270F0"/>
    <w:rsid w:val="00364427"/>
    <w:rsid w:val="003667E1"/>
    <w:rsid w:val="0038481B"/>
    <w:rsid w:val="003B3A6D"/>
    <w:rsid w:val="003C744C"/>
    <w:rsid w:val="003C755D"/>
    <w:rsid w:val="003D783F"/>
    <w:rsid w:val="003E013C"/>
    <w:rsid w:val="003F2CF3"/>
    <w:rsid w:val="004010C2"/>
    <w:rsid w:val="0042234A"/>
    <w:rsid w:val="00423161"/>
    <w:rsid w:val="004475EB"/>
    <w:rsid w:val="004656F1"/>
    <w:rsid w:val="00471CD6"/>
    <w:rsid w:val="00474CCB"/>
    <w:rsid w:val="00485D7C"/>
    <w:rsid w:val="00486B29"/>
    <w:rsid w:val="00487077"/>
    <w:rsid w:val="004A6E60"/>
    <w:rsid w:val="00505D6A"/>
    <w:rsid w:val="00511D4C"/>
    <w:rsid w:val="00533A8B"/>
    <w:rsid w:val="005668C7"/>
    <w:rsid w:val="00585A11"/>
    <w:rsid w:val="005A38C3"/>
    <w:rsid w:val="005B137D"/>
    <w:rsid w:val="005D3452"/>
    <w:rsid w:val="005D6291"/>
    <w:rsid w:val="005D6C3C"/>
    <w:rsid w:val="005F0AB0"/>
    <w:rsid w:val="00623FD8"/>
    <w:rsid w:val="00642A44"/>
    <w:rsid w:val="0065203A"/>
    <w:rsid w:val="00672BB9"/>
    <w:rsid w:val="00696144"/>
    <w:rsid w:val="006B15B8"/>
    <w:rsid w:val="006D645B"/>
    <w:rsid w:val="00705DF5"/>
    <w:rsid w:val="0071383B"/>
    <w:rsid w:val="007372FF"/>
    <w:rsid w:val="00741FFD"/>
    <w:rsid w:val="00750BFF"/>
    <w:rsid w:val="007560DF"/>
    <w:rsid w:val="0077535D"/>
    <w:rsid w:val="00775B6D"/>
    <w:rsid w:val="0078789D"/>
    <w:rsid w:val="00805B5B"/>
    <w:rsid w:val="008271DD"/>
    <w:rsid w:val="0085555A"/>
    <w:rsid w:val="00897ABF"/>
    <w:rsid w:val="008A0626"/>
    <w:rsid w:val="008B541A"/>
    <w:rsid w:val="008C5D30"/>
    <w:rsid w:val="008E6658"/>
    <w:rsid w:val="009416E9"/>
    <w:rsid w:val="00952CF6"/>
    <w:rsid w:val="009822EA"/>
    <w:rsid w:val="00985089"/>
    <w:rsid w:val="00995BD3"/>
    <w:rsid w:val="009A5CA0"/>
    <w:rsid w:val="009C2AF8"/>
    <w:rsid w:val="009D1AE3"/>
    <w:rsid w:val="009D4696"/>
    <w:rsid w:val="009E3DAB"/>
    <w:rsid w:val="00A00132"/>
    <w:rsid w:val="00A21563"/>
    <w:rsid w:val="00A3568F"/>
    <w:rsid w:val="00A6721B"/>
    <w:rsid w:val="00A7615D"/>
    <w:rsid w:val="00AB069A"/>
    <w:rsid w:val="00AD3111"/>
    <w:rsid w:val="00AE0FE7"/>
    <w:rsid w:val="00AF0C9E"/>
    <w:rsid w:val="00B10108"/>
    <w:rsid w:val="00B10C4C"/>
    <w:rsid w:val="00B11BA1"/>
    <w:rsid w:val="00B17076"/>
    <w:rsid w:val="00B27841"/>
    <w:rsid w:val="00B44CC3"/>
    <w:rsid w:val="00B54871"/>
    <w:rsid w:val="00B57FAB"/>
    <w:rsid w:val="00B61188"/>
    <w:rsid w:val="00B62607"/>
    <w:rsid w:val="00B7124A"/>
    <w:rsid w:val="00B71942"/>
    <w:rsid w:val="00B92177"/>
    <w:rsid w:val="00BC1487"/>
    <w:rsid w:val="00BD6E11"/>
    <w:rsid w:val="00BF5D76"/>
    <w:rsid w:val="00C012D6"/>
    <w:rsid w:val="00C03755"/>
    <w:rsid w:val="00C04D0D"/>
    <w:rsid w:val="00C12C32"/>
    <w:rsid w:val="00C157B1"/>
    <w:rsid w:val="00C31CA6"/>
    <w:rsid w:val="00C42FA8"/>
    <w:rsid w:val="00C55C81"/>
    <w:rsid w:val="00CA674D"/>
    <w:rsid w:val="00CA7363"/>
    <w:rsid w:val="00CA77B2"/>
    <w:rsid w:val="00CB2886"/>
    <w:rsid w:val="00CB6D69"/>
    <w:rsid w:val="00CF0985"/>
    <w:rsid w:val="00D059F4"/>
    <w:rsid w:val="00D060B4"/>
    <w:rsid w:val="00D06A2D"/>
    <w:rsid w:val="00D21725"/>
    <w:rsid w:val="00D23445"/>
    <w:rsid w:val="00D26BFD"/>
    <w:rsid w:val="00D35272"/>
    <w:rsid w:val="00D464A6"/>
    <w:rsid w:val="00D5761F"/>
    <w:rsid w:val="00D604F6"/>
    <w:rsid w:val="00D66F65"/>
    <w:rsid w:val="00D81193"/>
    <w:rsid w:val="00D85FFE"/>
    <w:rsid w:val="00DB7B62"/>
    <w:rsid w:val="00DC75A2"/>
    <w:rsid w:val="00DF39D6"/>
    <w:rsid w:val="00DF6F25"/>
    <w:rsid w:val="00E21499"/>
    <w:rsid w:val="00E728AF"/>
    <w:rsid w:val="00EC1F47"/>
    <w:rsid w:val="00ED41FA"/>
    <w:rsid w:val="00ED434E"/>
    <w:rsid w:val="00EE0DA7"/>
    <w:rsid w:val="00EF2BDE"/>
    <w:rsid w:val="00F174DD"/>
    <w:rsid w:val="00F22C5A"/>
    <w:rsid w:val="00F32A0B"/>
    <w:rsid w:val="00F3392B"/>
    <w:rsid w:val="00F40A50"/>
    <w:rsid w:val="00F43EFD"/>
    <w:rsid w:val="00F6304E"/>
    <w:rsid w:val="00F758A6"/>
    <w:rsid w:val="00F84A97"/>
    <w:rsid w:val="00F9485A"/>
    <w:rsid w:val="00FB06F8"/>
    <w:rsid w:val="00FD1C7F"/>
    <w:rsid w:val="00FD62B3"/>
    <w:rsid w:val="00FE7539"/>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D3A62E"/>
  <w15:chartTrackingRefBased/>
  <w15:docId w15:val="{F039D1F4-479B-4F09-A7E8-0289D4447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00572"/>
    <w:pPr>
      <w:spacing w:after="160" w:line="259" w:lineRule="auto"/>
    </w:pPr>
    <w:rPr>
      <w:rFonts w:ascii="Calibri" w:eastAsia="Calibri" w:hAnsi="Calibri"/>
      <w:sz w:val="22"/>
      <w:szCs w:val="22"/>
    </w:rPr>
  </w:style>
  <w:style w:type="paragraph" w:styleId="Heading1">
    <w:name w:val="heading 1"/>
    <w:next w:val="Normal"/>
    <w:qFormat/>
    <w:rsid w:val="008271DD"/>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8271DD"/>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8271DD"/>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semiHidden/>
    <w:rsid w:val="008271DD"/>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8271DD"/>
    <w:pPr>
      <w:spacing w:after="120"/>
      <w:ind w:left="720"/>
    </w:pPr>
    <w:rPr>
      <w:rFonts w:ascii="Arial" w:hAnsi="Arial"/>
      <w:sz w:val="22"/>
      <w:szCs w:val="24"/>
    </w:rPr>
  </w:style>
  <w:style w:type="paragraph" w:styleId="Footer">
    <w:name w:val="footer"/>
    <w:basedOn w:val="Header"/>
    <w:semiHidden/>
    <w:rsid w:val="008271DD"/>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8271DD"/>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8271DD"/>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8271DD"/>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8271DD"/>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odyTextIndent">
    <w:name w:val="Body Text Indent"/>
    <w:basedOn w:val="Normal"/>
    <w:rsid w:val="00252AB2"/>
    <w:pPr>
      <w:spacing w:after="120"/>
      <w:ind w:left="360"/>
    </w:pPr>
  </w:style>
  <w:style w:type="paragraph" w:styleId="BodyTextIndent3">
    <w:name w:val="Body Text Indent 3"/>
    <w:basedOn w:val="Normal"/>
    <w:rsid w:val="00252AB2"/>
    <w:pPr>
      <w:spacing w:after="120"/>
      <w:ind w:left="360"/>
    </w:pPr>
    <w:rPr>
      <w:sz w:val="16"/>
      <w:szCs w:val="16"/>
    </w:rPr>
  </w:style>
  <w:style w:type="character" w:styleId="PageNumber">
    <w:name w:val="page number"/>
    <w:basedOn w:val="DefaultParagraphFont"/>
    <w:rsid w:val="00252AB2"/>
  </w:style>
  <w:style w:type="paragraph" w:customStyle="1" w:styleId="IndentBullet">
    <w:name w:val="Indent Bullet"/>
    <w:basedOn w:val="Normal"/>
    <w:rsid w:val="008B541A"/>
    <w:pPr>
      <w:numPr>
        <w:numId w:val="4"/>
      </w:numPr>
      <w:spacing w:after="240"/>
    </w:pPr>
    <w:rPr>
      <w:rFonts w:ascii="Times New Roman" w:hAnsi="Times New Roman"/>
      <w:sz w:val="24"/>
    </w:rPr>
  </w:style>
  <w:style w:type="paragraph" w:customStyle="1" w:styleId="ExampleText">
    <w:name w:val="Example Text"/>
    <w:basedOn w:val="Normal"/>
    <w:rsid w:val="008B541A"/>
    <w:pPr>
      <w:numPr>
        <w:numId w:val="5"/>
      </w:numPr>
      <w:tabs>
        <w:tab w:val="clear" w:pos="720"/>
      </w:tabs>
      <w:spacing w:after="240"/>
      <w:ind w:left="3240" w:firstLine="0"/>
    </w:pPr>
    <w:rPr>
      <w:rFonts w:ascii="Times New Roman" w:hAnsi="Times New Roman"/>
      <w:sz w:val="24"/>
    </w:rPr>
  </w:style>
  <w:style w:type="paragraph" w:styleId="FootnoteText">
    <w:name w:val="footnote text"/>
    <w:basedOn w:val="Normal"/>
    <w:semiHidden/>
    <w:rsid w:val="00252AB2"/>
    <w:rPr>
      <w:rFonts w:ascii="Times New Roman" w:hAnsi="Times New Roman"/>
      <w:sz w:val="20"/>
    </w:rPr>
  </w:style>
  <w:style w:type="character" w:styleId="FootnoteReference">
    <w:name w:val="footnote reference"/>
    <w:semiHidden/>
    <w:rsid w:val="00252AB2"/>
    <w:rPr>
      <w:vertAlign w:val="superscript"/>
    </w:rPr>
  </w:style>
  <w:style w:type="paragraph" w:styleId="BalloonText">
    <w:name w:val="Balloon Text"/>
    <w:basedOn w:val="Normal"/>
    <w:semiHidden/>
    <w:rsid w:val="00A21563"/>
    <w:rPr>
      <w:rFonts w:ascii="Tahoma" w:hAnsi="Tahoma" w:cs="Tahoma"/>
      <w:sz w:val="16"/>
      <w:szCs w:val="16"/>
    </w:rPr>
  </w:style>
  <w:style w:type="character" w:styleId="CommentReference">
    <w:name w:val="annotation reference"/>
    <w:rsid w:val="004475EB"/>
    <w:rPr>
      <w:sz w:val="16"/>
      <w:szCs w:val="16"/>
    </w:rPr>
  </w:style>
  <w:style w:type="paragraph" w:styleId="CommentText">
    <w:name w:val="annotation text"/>
    <w:basedOn w:val="Normal"/>
    <w:link w:val="CommentTextChar"/>
    <w:rsid w:val="004475EB"/>
    <w:rPr>
      <w:sz w:val="20"/>
    </w:rPr>
  </w:style>
  <w:style w:type="character" w:customStyle="1" w:styleId="CommentTextChar">
    <w:name w:val="Comment Text Char"/>
    <w:link w:val="CommentText"/>
    <w:rsid w:val="004475EB"/>
    <w:rPr>
      <w:rFonts w:ascii="Arial" w:hAnsi="Arial"/>
    </w:rPr>
  </w:style>
  <w:style w:type="paragraph" w:styleId="CommentSubject">
    <w:name w:val="annotation subject"/>
    <w:basedOn w:val="CommentText"/>
    <w:next w:val="CommentText"/>
    <w:link w:val="CommentSubjectChar"/>
    <w:rsid w:val="004475EB"/>
    <w:rPr>
      <w:b/>
      <w:bCs/>
    </w:rPr>
  </w:style>
  <w:style w:type="character" w:customStyle="1" w:styleId="CommentSubjectChar">
    <w:name w:val="Comment Subject Char"/>
    <w:link w:val="CommentSubject"/>
    <w:rsid w:val="004475EB"/>
    <w:rPr>
      <w:rFonts w:ascii="Arial" w:hAnsi="Arial"/>
      <w:b/>
      <w:bCs/>
    </w:rPr>
  </w:style>
  <w:style w:type="character" w:customStyle="1" w:styleId="NoteChar">
    <w:name w:val="Note Char"/>
    <w:link w:val="Note"/>
    <w:locked/>
    <w:rsid w:val="00C55C81"/>
    <w:rPr>
      <w:rFonts w:ascii="Arial" w:hAnsi="Arial"/>
      <w:sz w:val="22"/>
      <w:szCs w:val="24"/>
      <w:shd w:val="clear" w:color="auto" w:fill="FFCC99"/>
    </w:rPr>
  </w:style>
  <w:style w:type="paragraph" w:customStyle="1" w:styleId="NumberedMaterial">
    <w:name w:val="Numbered Material"/>
    <w:basedOn w:val="BodyText"/>
    <w:qFormat/>
    <w:rsid w:val="008B541A"/>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768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13" ma:contentTypeDescription="Create a new document." ma:contentTypeScope="" ma:versionID="950921b483966db3502aaf9eb39ef1ff">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df86e2698e78811c0fa1c4c49efe8fd6"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9928C-F521-4CBF-888B-EEE1855CC31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E1B01B-FEEE-4BAB-A128-544293B6241E}"/>
</file>

<file path=customXml/itemProps3.xml><?xml version="1.0" encoding="utf-8"?>
<ds:datastoreItem xmlns:ds="http://schemas.openxmlformats.org/officeDocument/2006/customXml" ds:itemID="{152133A6-462D-44D4-B15B-4EB0441FBECA}">
  <ds:schemaRefs>
    <ds:schemaRef ds:uri="http://schemas.microsoft.com/sharepoint/v3/contenttype/forms"/>
  </ds:schemaRefs>
</ds:datastoreItem>
</file>

<file path=customXml/itemProps4.xml><?xml version="1.0" encoding="utf-8"?>
<ds:datastoreItem xmlns:ds="http://schemas.openxmlformats.org/officeDocument/2006/customXml" ds:itemID="{0FA50221-8519-468C-B0CD-93AD254F787F}">
  <ds:schemaRefs>
    <ds:schemaRef ds:uri="http://schemas.microsoft.com/office/2006/metadata/longProperties"/>
  </ds:schemaRefs>
</ds:datastoreItem>
</file>

<file path=customXml/itemProps5.xml><?xml version="1.0" encoding="utf-8"?>
<ds:datastoreItem xmlns:ds="http://schemas.openxmlformats.org/officeDocument/2006/customXml" ds:itemID="{DFC5EE06-7ACE-4E3B-87C8-BE6F44737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Stylesheet.dot</Template>
  <TotalTime>0</TotalTime>
  <Pages>18</Pages>
  <Words>3080</Words>
  <Characters>17560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Section 27 05 53.13 - Communications Standard for Labeling and Nomenclature</vt:lpstr>
    </vt:vector>
  </TitlesOfParts>
  <Company>Port of Seattle</Company>
  <LinksUpToDate>false</LinksUpToDate>
  <CharactersWithSpaces>20599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05 53.13 - Communications Standard for Labeling and Nomenclature</dc:title>
  <dc:subject>Division 17 - Communications</dc:subject>
  <dc:creator>Port of Seattle Employee</dc:creator>
  <cp:keywords/>
  <cp:lastModifiedBy>Buch, Anthony</cp:lastModifiedBy>
  <cp:revision>2</cp:revision>
  <cp:lastPrinted>2010-04-02T18:24:00Z</cp:lastPrinted>
  <dcterms:created xsi:type="dcterms:W3CDTF">2020-10-15T16:26:00Z</dcterms:created>
  <dcterms:modified xsi:type="dcterms:W3CDTF">2020-10-15T16:26:00Z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SKUMWAZ4QNCS-15-3303</vt:lpwstr>
  </property>
  <property fmtid="{D5CDD505-2E9C-101B-9397-08002B2CF9AE}" pid="3" name="_dlc_DocIdItemGuid">
    <vt:lpwstr>577e1b1a-0521-4e72-8c57-0424f8b56200</vt:lpwstr>
  </property>
  <property fmtid="{D5CDD505-2E9C-101B-9397-08002B2CF9AE}" pid="4" name="_dlc_DocIdUrl">
    <vt:lpwstr>http://collab.portseattle.org/sites/ENDESIGN/QltyCntrl/_layouts/DocIdRedir.aspx?ID=SKUMWAZ4QNCS-15-3303, SKUMWAZ4QNCS-15-3303</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display_urn:schemas-microsoft-com:office:office#Editor">
    <vt:lpwstr>Hovde, Karen</vt:lpwstr>
  </property>
  <property fmtid="{D5CDD505-2E9C-101B-9397-08002B2CF9AE}" pid="8" name="display_urn:schemas-microsoft-com:office:office#Author">
    <vt:lpwstr>Hovde, Karen</vt:lpwstr>
  </property>
  <property fmtid="{D5CDD505-2E9C-101B-9397-08002B2CF9AE}" pid="9" name="ContentTypeId">
    <vt:lpwstr>0x010100BC3B8478A293EA48AD006ECBDC81FE55</vt:lpwstr>
  </property>
</Properties>
</file>